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3FC8BD" w14:textId="77777777" w:rsidR="00204364" w:rsidRDefault="00204364" w:rsidP="00795382"/>
    <w:p w14:paraId="14B16EA9" w14:textId="463F8476" w:rsidR="00642CB4" w:rsidRPr="00FC5D80" w:rsidRDefault="00642CB4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  <w:r w:rsidRPr="00FC5D80">
        <w:rPr>
          <w:rFonts w:ascii="Arial" w:hAnsi="Arial" w:cs="Arial"/>
          <w:b/>
          <w:szCs w:val="28"/>
          <w:u w:val="single"/>
        </w:rPr>
        <w:t xml:space="preserve">ROTEIRO DA </w:t>
      </w:r>
      <w:r w:rsidR="00A3564A">
        <w:rPr>
          <w:rFonts w:ascii="Arial" w:hAnsi="Arial" w:cs="Arial"/>
          <w:b/>
          <w:szCs w:val="28"/>
          <w:u w:val="single"/>
        </w:rPr>
        <w:t>1</w:t>
      </w:r>
      <w:r w:rsidR="002F0DED" w:rsidRPr="00FC5D80">
        <w:rPr>
          <w:rFonts w:ascii="Arial" w:hAnsi="Arial" w:cs="Arial"/>
          <w:b/>
          <w:szCs w:val="28"/>
          <w:u w:val="single"/>
        </w:rPr>
        <w:t>ª</w:t>
      </w:r>
      <w:r w:rsidR="005B557E" w:rsidRPr="00FC5D80">
        <w:rPr>
          <w:rFonts w:ascii="Arial" w:hAnsi="Arial" w:cs="Arial"/>
          <w:b/>
          <w:szCs w:val="28"/>
          <w:u w:val="single"/>
        </w:rPr>
        <w:t xml:space="preserve"> SESSÃO</w:t>
      </w:r>
      <w:r w:rsidRPr="00FC5D80">
        <w:rPr>
          <w:rFonts w:ascii="Arial" w:hAnsi="Arial" w:cs="Arial"/>
          <w:b/>
          <w:szCs w:val="28"/>
          <w:u w:val="single"/>
        </w:rPr>
        <w:t xml:space="preserve"> ORDINÁRIA</w:t>
      </w:r>
    </w:p>
    <w:p w14:paraId="75EF0B2E" w14:textId="3D664017" w:rsidR="00642CB4" w:rsidRDefault="00A3564A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  <w:r>
        <w:rPr>
          <w:rFonts w:ascii="Arial" w:hAnsi="Arial" w:cs="Arial"/>
          <w:b/>
          <w:szCs w:val="28"/>
          <w:u w:val="single"/>
        </w:rPr>
        <w:t>4</w:t>
      </w:r>
      <w:r w:rsidR="00997568">
        <w:rPr>
          <w:rFonts w:ascii="Arial" w:hAnsi="Arial" w:cs="Arial"/>
          <w:b/>
          <w:szCs w:val="28"/>
          <w:u w:val="single"/>
        </w:rPr>
        <w:t xml:space="preserve"> </w:t>
      </w:r>
      <w:r w:rsidR="007371AB" w:rsidRPr="00FC5D80">
        <w:rPr>
          <w:rFonts w:ascii="Arial" w:hAnsi="Arial" w:cs="Arial"/>
          <w:b/>
          <w:szCs w:val="28"/>
          <w:u w:val="single"/>
        </w:rPr>
        <w:t>DE</w:t>
      </w:r>
      <w:r w:rsidR="007C09F7" w:rsidRPr="00FC5D80">
        <w:rPr>
          <w:rFonts w:ascii="Arial" w:hAnsi="Arial" w:cs="Arial"/>
          <w:b/>
          <w:szCs w:val="28"/>
          <w:u w:val="single"/>
        </w:rPr>
        <w:t xml:space="preserve"> </w:t>
      </w:r>
      <w:proofErr w:type="gramStart"/>
      <w:r>
        <w:rPr>
          <w:rFonts w:ascii="Arial" w:hAnsi="Arial" w:cs="Arial"/>
          <w:b/>
          <w:szCs w:val="28"/>
          <w:u w:val="single"/>
        </w:rPr>
        <w:t>FEVEREIRO</w:t>
      </w:r>
      <w:proofErr w:type="gramEnd"/>
      <w:r w:rsidR="00A32CF7">
        <w:rPr>
          <w:rFonts w:ascii="Arial" w:hAnsi="Arial" w:cs="Arial"/>
          <w:b/>
          <w:szCs w:val="28"/>
          <w:u w:val="single"/>
        </w:rPr>
        <w:t xml:space="preserve"> </w:t>
      </w:r>
      <w:r w:rsidR="00FC215C" w:rsidRPr="00FC5D80">
        <w:rPr>
          <w:rFonts w:ascii="Arial" w:hAnsi="Arial" w:cs="Arial"/>
          <w:b/>
          <w:szCs w:val="28"/>
          <w:u w:val="single"/>
        </w:rPr>
        <w:t>DE 202</w:t>
      </w:r>
      <w:r>
        <w:rPr>
          <w:rFonts w:ascii="Arial" w:hAnsi="Arial" w:cs="Arial"/>
          <w:b/>
          <w:szCs w:val="28"/>
          <w:u w:val="single"/>
        </w:rPr>
        <w:t>6</w:t>
      </w:r>
    </w:p>
    <w:p w14:paraId="66F02171" w14:textId="77777777" w:rsidR="00204364" w:rsidRPr="00FC5D80" w:rsidRDefault="00204364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</w:p>
    <w:p w14:paraId="6E8CCFFB" w14:textId="77777777" w:rsidR="00642CB4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faz a s</w:t>
      </w:r>
      <w:r w:rsidR="004F004D" w:rsidRPr="00FC5D80">
        <w:rPr>
          <w:rFonts w:ascii="Arial" w:hAnsi="Arial" w:cs="Arial"/>
          <w:b/>
          <w:color w:val="76923C" w:themeColor="accent3" w:themeShade="BF"/>
          <w:szCs w:val="28"/>
        </w:rPr>
        <w:t>audação</w:t>
      </w:r>
      <w:r w:rsidR="00193B0D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2B13BC28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Membros da Mesa,</w:t>
      </w:r>
    </w:p>
    <w:p w14:paraId="2F261AA2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Vereadores,</w:t>
      </w:r>
    </w:p>
    <w:p w14:paraId="63D872FE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SERVIDORES,</w:t>
      </w:r>
    </w:p>
    <w:p w14:paraId="0634856A" w14:textId="15B5457A" w:rsidR="00D33BF5" w:rsidRPr="00FC5D80" w:rsidRDefault="00D33B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(PÚBLICO PRESENTE),</w:t>
      </w:r>
    </w:p>
    <w:p w14:paraId="4FE26F18" w14:textId="77777777" w:rsidR="001644F6" w:rsidRPr="00FC5D80" w:rsidRDefault="001644F6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TELESPECTADORES,</w:t>
      </w:r>
    </w:p>
    <w:p w14:paraId="3CCCDB4A" w14:textId="1C34FF44" w:rsidR="00642CB4" w:rsidRPr="00FC5D80" w:rsidRDefault="00642CB4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Internautas</w:t>
      </w:r>
      <w:r w:rsidR="003A7F44" w:rsidRPr="00FC5D80">
        <w:rPr>
          <w:rFonts w:ascii="Arial" w:hAnsi="Arial" w:cs="Arial"/>
          <w:caps/>
          <w:szCs w:val="28"/>
        </w:rPr>
        <w:t>,</w:t>
      </w:r>
    </w:p>
    <w:p w14:paraId="1A05821F" w14:textId="4596EE75" w:rsidR="00642CB4" w:rsidRPr="00FC5D80" w:rsidRDefault="00371C6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BO</w:t>
      </w:r>
      <w:r w:rsidR="00196192" w:rsidRPr="00FC5D80">
        <w:rPr>
          <w:rFonts w:ascii="Arial" w:hAnsi="Arial" w:cs="Arial"/>
          <w:caps/>
          <w:szCs w:val="28"/>
        </w:rPr>
        <w:t>M DIA</w:t>
      </w:r>
      <w:r w:rsidR="00642CB4" w:rsidRPr="00FC5D80">
        <w:rPr>
          <w:rFonts w:ascii="Arial" w:hAnsi="Arial" w:cs="Arial"/>
          <w:caps/>
          <w:szCs w:val="28"/>
        </w:rPr>
        <w:t>!</w:t>
      </w:r>
    </w:p>
    <w:p w14:paraId="605DA9BD" w14:textId="77777777" w:rsidR="00642CB4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abre a Sessão e solicita verificação de presença:</w:t>
      </w:r>
    </w:p>
    <w:p w14:paraId="0445A6A2" w14:textId="1857E27E" w:rsidR="00642CB4" w:rsidRPr="00FC5D80" w:rsidRDefault="001128B6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 xml:space="preserve">NA PRESENTE DATA DE </w:t>
      </w:r>
      <w:r w:rsidR="00A3564A">
        <w:rPr>
          <w:rFonts w:ascii="Arial" w:hAnsi="Arial" w:cs="Arial"/>
          <w:caps/>
          <w:szCs w:val="28"/>
        </w:rPr>
        <w:t>4</w:t>
      </w:r>
      <w:r w:rsidR="00567879" w:rsidRPr="00567879">
        <w:rPr>
          <w:rFonts w:ascii="Arial" w:hAnsi="Arial" w:cs="Arial"/>
          <w:caps/>
          <w:szCs w:val="28"/>
        </w:rPr>
        <w:t xml:space="preserve"> DE </w:t>
      </w:r>
      <w:r w:rsidR="00A3564A">
        <w:rPr>
          <w:rFonts w:ascii="Arial" w:hAnsi="Arial" w:cs="Arial"/>
          <w:caps/>
          <w:szCs w:val="28"/>
        </w:rPr>
        <w:t>FEVEREIRO</w:t>
      </w:r>
      <w:r w:rsidRPr="00FC5D80">
        <w:rPr>
          <w:rFonts w:ascii="Arial" w:hAnsi="Arial" w:cs="Arial"/>
          <w:caps/>
          <w:szCs w:val="28"/>
        </w:rPr>
        <w:t>,</w:t>
      </w:r>
      <w:r w:rsidR="00642CB4" w:rsidRPr="00FC5D80">
        <w:rPr>
          <w:rFonts w:ascii="Arial" w:hAnsi="Arial" w:cs="Arial"/>
          <w:caps/>
          <w:szCs w:val="28"/>
        </w:rPr>
        <w:t xml:space="preserve"> </w:t>
      </w:r>
      <w:r w:rsidR="0030678B" w:rsidRPr="00FC5D80">
        <w:rPr>
          <w:rFonts w:ascii="Arial" w:hAnsi="Arial" w:cs="Arial"/>
          <w:caps/>
          <w:szCs w:val="28"/>
        </w:rPr>
        <w:t xml:space="preserve">ÀS XXXX HORAS, </w:t>
      </w:r>
      <w:r w:rsidR="006E75B5" w:rsidRPr="00FC5D80">
        <w:rPr>
          <w:rFonts w:ascii="Arial" w:hAnsi="Arial" w:cs="Arial"/>
          <w:caps/>
          <w:szCs w:val="28"/>
        </w:rPr>
        <w:t xml:space="preserve">Para </w:t>
      </w:r>
      <w:r w:rsidR="00642CB4" w:rsidRPr="00FC5D80">
        <w:rPr>
          <w:rFonts w:ascii="Arial" w:hAnsi="Arial" w:cs="Arial"/>
          <w:caps/>
          <w:szCs w:val="28"/>
        </w:rPr>
        <w:t xml:space="preserve">darmos início à </w:t>
      </w:r>
      <w:r w:rsidR="00A3564A">
        <w:rPr>
          <w:rFonts w:ascii="Arial" w:hAnsi="Arial" w:cs="Arial"/>
          <w:caps/>
          <w:szCs w:val="28"/>
        </w:rPr>
        <w:t>1</w:t>
      </w:r>
      <w:r w:rsidR="00606A06">
        <w:rPr>
          <w:rFonts w:ascii="Arial" w:hAnsi="Arial" w:cs="Arial"/>
          <w:caps/>
          <w:szCs w:val="28"/>
        </w:rPr>
        <w:t>ª</w:t>
      </w:r>
      <w:r w:rsidR="007371AB" w:rsidRPr="00FC5D80">
        <w:rPr>
          <w:rFonts w:ascii="Arial" w:hAnsi="Arial" w:cs="Arial"/>
          <w:caps/>
          <w:szCs w:val="28"/>
        </w:rPr>
        <w:t xml:space="preserve"> (</w:t>
      </w:r>
      <w:r w:rsidR="00A3564A">
        <w:rPr>
          <w:rFonts w:ascii="Arial" w:hAnsi="Arial" w:cs="Arial"/>
          <w:caps/>
          <w:szCs w:val="28"/>
        </w:rPr>
        <w:t>PRIMEIRA</w:t>
      </w:r>
      <w:r w:rsidR="003A7F44" w:rsidRPr="00FC5D80">
        <w:rPr>
          <w:rFonts w:ascii="Arial" w:hAnsi="Arial" w:cs="Arial"/>
          <w:caps/>
          <w:szCs w:val="28"/>
        </w:rPr>
        <w:t>)</w:t>
      </w:r>
      <w:r w:rsidR="00216B67" w:rsidRPr="00FC5D80">
        <w:rPr>
          <w:rFonts w:ascii="Arial" w:hAnsi="Arial" w:cs="Arial"/>
          <w:caps/>
          <w:szCs w:val="28"/>
        </w:rPr>
        <w:t xml:space="preserve"> </w:t>
      </w:r>
      <w:r w:rsidR="00315EFC" w:rsidRPr="00FC5D80">
        <w:rPr>
          <w:rFonts w:ascii="Arial" w:hAnsi="Arial" w:cs="Arial"/>
          <w:caps/>
          <w:szCs w:val="28"/>
        </w:rPr>
        <w:t>SESSÃO</w:t>
      </w:r>
      <w:r w:rsidR="00642CB4" w:rsidRPr="00FC5D80">
        <w:rPr>
          <w:rFonts w:ascii="Arial" w:hAnsi="Arial" w:cs="Arial"/>
          <w:caps/>
          <w:szCs w:val="28"/>
        </w:rPr>
        <w:t xml:space="preserve"> Ordinária</w:t>
      </w:r>
      <w:r w:rsidR="00E76A02" w:rsidRPr="00FC5D80">
        <w:rPr>
          <w:rFonts w:ascii="Arial" w:hAnsi="Arial" w:cs="Arial"/>
          <w:caps/>
          <w:szCs w:val="28"/>
        </w:rPr>
        <w:t xml:space="preserve"> DO </w:t>
      </w:r>
      <w:r w:rsidR="00FC215C" w:rsidRPr="00FC5D80">
        <w:rPr>
          <w:rFonts w:ascii="Arial" w:hAnsi="Arial" w:cs="Arial"/>
          <w:caps/>
          <w:szCs w:val="28"/>
        </w:rPr>
        <w:t>ANO DE 202</w:t>
      </w:r>
      <w:r w:rsidR="00A3564A">
        <w:rPr>
          <w:rFonts w:ascii="Arial" w:hAnsi="Arial" w:cs="Arial"/>
          <w:caps/>
          <w:szCs w:val="28"/>
        </w:rPr>
        <w:t>6</w:t>
      </w:r>
      <w:r w:rsidR="00E76A02" w:rsidRPr="00FC5D80">
        <w:rPr>
          <w:rFonts w:ascii="Arial" w:hAnsi="Arial" w:cs="Arial"/>
          <w:caps/>
          <w:szCs w:val="28"/>
        </w:rPr>
        <w:t>,</w:t>
      </w:r>
      <w:r w:rsidR="00642CB4" w:rsidRPr="00FC5D80">
        <w:rPr>
          <w:rFonts w:ascii="Arial" w:hAnsi="Arial" w:cs="Arial"/>
          <w:caps/>
          <w:szCs w:val="28"/>
        </w:rPr>
        <w:t xml:space="preserve"> SOLICITO </w:t>
      </w:r>
      <w:r w:rsidR="00E244F6">
        <w:rPr>
          <w:rFonts w:ascii="Arial" w:hAnsi="Arial" w:cs="Arial"/>
          <w:caps/>
          <w:szCs w:val="28"/>
        </w:rPr>
        <w:t>À</w:t>
      </w:r>
      <w:r w:rsidR="00642CB4" w:rsidRPr="00FC5D80">
        <w:rPr>
          <w:rFonts w:ascii="Arial" w:hAnsi="Arial" w:cs="Arial"/>
          <w:caps/>
          <w:szCs w:val="28"/>
        </w:rPr>
        <w:t xml:space="preserve"> 1</w:t>
      </w:r>
      <w:r w:rsidR="00E244F6">
        <w:rPr>
          <w:rFonts w:ascii="Arial" w:hAnsi="Arial" w:cs="Arial"/>
          <w:caps/>
          <w:szCs w:val="28"/>
        </w:rPr>
        <w:t>ª</w:t>
      </w:r>
      <w:r w:rsidR="00642CB4" w:rsidRPr="00FC5D80">
        <w:rPr>
          <w:rFonts w:ascii="Arial" w:hAnsi="Arial" w:cs="Arial"/>
          <w:caps/>
          <w:szCs w:val="28"/>
        </w:rPr>
        <w:t xml:space="preserve"> </w:t>
      </w:r>
      <w:r w:rsidR="00574659" w:rsidRPr="00FC5D80">
        <w:rPr>
          <w:rFonts w:ascii="Arial" w:hAnsi="Arial" w:cs="Arial"/>
          <w:caps/>
          <w:szCs w:val="28"/>
        </w:rPr>
        <w:t>SECRETÁRI</w:t>
      </w:r>
      <w:r w:rsidR="00E244F6">
        <w:rPr>
          <w:rFonts w:ascii="Arial" w:hAnsi="Arial" w:cs="Arial"/>
          <w:caps/>
          <w:szCs w:val="28"/>
        </w:rPr>
        <w:t>A</w:t>
      </w:r>
      <w:r w:rsidR="00642CB4" w:rsidRPr="00FC5D80">
        <w:rPr>
          <w:rFonts w:ascii="Arial" w:hAnsi="Arial" w:cs="Arial"/>
          <w:caps/>
          <w:szCs w:val="28"/>
        </w:rPr>
        <w:t xml:space="preserve"> QUE FAÇA A VERIFICAÇÃO DE PRESENÇA.</w:t>
      </w:r>
    </w:p>
    <w:p w14:paraId="7F1648B3" w14:textId="58652245" w:rsidR="00472765" w:rsidRPr="00DB5F7F" w:rsidRDefault="00E244F6" w:rsidP="00E82D66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FFFFFF" w:themeColor="background1"/>
          <w:szCs w:val="28"/>
        </w:rPr>
      </w:pPr>
      <w:r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A 1ª </w:t>
      </w:r>
      <w:proofErr w:type="spellStart"/>
      <w:r>
        <w:rPr>
          <w:rFonts w:ascii="Arial" w:hAnsi="Arial" w:cs="Arial"/>
          <w:b/>
          <w:color w:val="FFFFFF" w:themeColor="background1"/>
          <w:szCs w:val="28"/>
          <w:highlight w:val="red"/>
        </w:rPr>
        <w:t>SECRETÁRIA</w:t>
      </w:r>
      <w:r w:rsidR="0028005D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>faz</w:t>
      </w:r>
      <w:proofErr w:type="spellEnd"/>
      <w:r w:rsidR="0028005D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 a</w:t>
      </w:r>
      <w:r w:rsidR="00472765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 chamada e diz:</w:t>
      </w:r>
    </w:p>
    <w:p w14:paraId="14EFEF8B" w14:textId="62A24495" w:rsidR="00472765" w:rsidRPr="00FC5D80" w:rsidRDefault="00472765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há (</w:t>
      </w:r>
      <w:r w:rsidRPr="00FC5D80">
        <w:rPr>
          <w:rFonts w:ascii="Arial" w:hAnsi="Arial" w:cs="Arial"/>
          <w:color w:val="548DD4" w:themeColor="text2" w:themeTint="99"/>
          <w:szCs w:val="28"/>
        </w:rPr>
        <w:t>não há</w:t>
      </w:r>
      <w:r w:rsidRPr="00FC5D80">
        <w:rPr>
          <w:rFonts w:ascii="Arial" w:hAnsi="Arial" w:cs="Arial"/>
          <w:caps/>
          <w:szCs w:val="28"/>
        </w:rPr>
        <w:t xml:space="preserve">) quórum, </w:t>
      </w:r>
      <w:r w:rsidR="003A7F44" w:rsidRPr="00FC5D80">
        <w:rPr>
          <w:rFonts w:ascii="Arial" w:hAnsi="Arial" w:cs="Arial"/>
          <w:caps/>
          <w:szCs w:val="28"/>
        </w:rPr>
        <w:t xml:space="preserve">SENHOR </w:t>
      </w:r>
      <w:r w:rsidRPr="00FC5D80">
        <w:rPr>
          <w:rFonts w:ascii="Arial" w:hAnsi="Arial" w:cs="Arial"/>
          <w:caps/>
          <w:szCs w:val="28"/>
        </w:rPr>
        <w:t xml:space="preserve">presidente. </w:t>
      </w:r>
      <w:r w:rsidRPr="00FC5D80">
        <w:rPr>
          <w:rFonts w:ascii="Arial" w:hAnsi="Arial" w:cs="Arial"/>
          <w:color w:val="548DD4" w:themeColor="text2" w:themeTint="99"/>
          <w:szCs w:val="28"/>
        </w:rPr>
        <w:t>(Mínimo: 5 Vereadores)</w:t>
      </w:r>
    </w:p>
    <w:p w14:paraId="53C56C5B" w14:textId="1CC68348" w:rsidR="00642CB4" w:rsidRPr="00FC5D80" w:rsidRDefault="00E03A03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declara a Sessão aberta:</w:t>
      </w:r>
    </w:p>
    <w:p w14:paraId="57DAB620" w14:textId="77777777" w:rsidR="00642CB4" w:rsidRPr="00FC5D80" w:rsidRDefault="00642CB4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SOB A PROTEÇÃO DE DEUS E COM O CORAÇÃO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INTEIRAMENTE VOLTADO PARA A PÁTRIA E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PARA A COMUNIDADE A QUE SERVIMOS</w:t>
      </w:r>
      <w:r w:rsidR="002C29C5" w:rsidRPr="00FC5D80">
        <w:rPr>
          <w:rFonts w:ascii="Arial" w:hAnsi="Arial" w:cs="Arial"/>
          <w:caps/>
          <w:szCs w:val="28"/>
        </w:rPr>
        <w:t xml:space="preserve">, </w:t>
      </w:r>
      <w:r w:rsidRPr="00FC5D80">
        <w:rPr>
          <w:rFonts w:ascii="Arial" w:hAnsi="Arial" w:cs="Arial"/>
          <w:caps/>
          <w:szCs w:val="28"/>
        </w:rPr>
        <w:t>DECLARO ABERTA A PRESENTE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SESSÃO ORDINÁRIA</w:t>
      </w:r>
      <w:r w:rsidR="002C29C5" w:rsidRPr="00FC5D80">
        <w:rPr>
          <w:rFonts w:ascii="Arial" w:hAnsi="Arial" w:cs="Arial"/>
          <w:caps/>
          <w:szCs w:val="28"/>
        </w:rPr>
        <w:t>.</w:t>
      </w:r>
    </w:p>
    <w:p w14:paraId="7C89C602" w14:textId="77777777" w:rsidR="002C29C5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e</w:t>
      </w:r>
      <w:r w:rsidR="00E56115" w:rsidRPr="00FC5D80">
        <w:rPr>
          <w:rFonts w:ascii="Arial" w:hAnsi="Arial" w:cs="Arial"/>
          <w:b/>
          <w:color w:val="76923C" w:themeColor="accent3" w:themeShade="BF"/>
          <w:szCs w:val="28"/>
        </w:rPr>
        <w:t>xecução de hino</w:t>
      </w:r>
      <w:r w:rsidR="00F24C4F" w:rsidRPr="00FC5D80">
        <w:rPr>
          <w:rFonts w:ascii="Arial" w:hAnsi="Arial" w:cs="Arial"/>
          <w:b/>
          <w:color w:val="76923C" w:themeColor="accent3" w:themeShade="BF"/>
          <w:szCs w:val="28"/>
        </w:rPr>
        <w:t>s</w:t>
      </w:r>
      <w:r w:rsidR="00E56115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1457BD78" w14:textId="3224445B" w:rsidR="00344984" w:rsidRDefault="00197A09" w:rsidP="004B455C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 xml:space="preserve">PEÇO A TODOS QUE SE LEVANTEM PARA A EXECUÇÃO DO </w:t>
      </w:r>
      <w:r w:rsidRPr="00AA0020">
        <w:rPr>
          <w:rFonts w:ascii="Arial" w:hAnsi="Arial" w:cs="Arial"/>
          <w:caps/>
          <w:szCs w:val="28"/>
        </w:rPr>
        <w:t>HINO NACIONAL BRASILEIRO</w:t>
      </w:r>
      <w:r w:rsidR="00022807" w:rsidRPr="00C34145">
        <w:rPr>
          <w:rFonts w:ascii="Arial" w:hAnsi="Arial" w:cs="Arial"/>
          <w:caps/>
          <w:szCs w:val="28"/>
        </w:rPr>
        <w:t xml:space="preserve"> </w:t>
      </w:r>
      <w:r w:rsidR="00F220D5">
        <w:rPr>
          <w:rFonts w:ascii="Arial" w:hAnsi="Arial" w:cs="Arial"/>
          <w:caps/>
          <w:szCs w:val="28"/>
        </w:rPr>
        <w:t xml:space="preserve">E </w:t>
      </w:r>
      <w:r w:rsidR="005C5D58" w:rsidRPr="00FC5D80">
        <w:rPr>
          <w:rFonts w:ascii="Arial" w:hAnsi="Arial" w:cs="Arial"/>
          <w:caps/>
          <w:szCs w:val="28"/>
        </w:rPr>
        <w:t>informo q</w:t>
      </w:r>
      <w:r w:rsidR="004C0979" w:rsidRPr="00FC5D80">
        <w:rPr>
          <w:rFonts w:ascii="Arial" w:hAnsi="Arial" w:cs="Arial"/>
          <w:szCs w:val="28"/>
        </w:rPr>
        <w:t xml:space="preserve">UE, APÓS A EXECUÇÃO DO HINO, </w:t>
      </w:r>
      <w:r w:rsidR="00AA0020">
        <w:rPr>
          <w:rFonts w:ascii="Arial" w:hAnsi="Arial" w:cs="Arial"/>
          <w:szCs w:val="28"/>
        </w:rPr>
        <w:t>O</w:t>
      </w:r>
      <w:r w:rsidR="00A74C88">
        <w:rPr>
          <w:rFonts w:ascii="Arial" w:hAnsi="Arial" w:cs="Arial"/>
          <w:szCs w:val="28"/>
        </w:rPr>
        <w:t xml:space="preserve"> VEREADOR</w:t>
      </w:r>
      <w:r w:rsidR="00315DD0">
        <w:rPr>
          <w:rFonts w:ascii="Arial" w:hAnsi="Arial" w:cs="Arial"/>
          <w:szCs w:val="28"/>
        </w:rPr>
        <w:t xml:space="preserve"> </w:t>
      </w:r>
      <w:r w:rsidR="00A3564A">
        <w:rPr>
          <w:rFonts w:ascii="Arial" w:hAnsi="Arial" w:cs="Arial"/>
          <w:b/>
          <w:szCs w:val="28"/>
        </w:rPr>
        <w:t>DANIEL MARIANO</w:t>
      </w:r>
      <w:r w:rsidR="008372E7">
        <w:rPr>
          <w:rFonts w:ascii="Arial" w:hAnsi="Arial" w:cs="Arial"/>
          <w:b/>
          <w:szCs w:val="28"/>
        </w:rPr>
        <w:t xml:space="preserve"> </w:t>
      </w:r>
      <w:r w:rsidR="00A74C88">
        <w:rPr>
          <w:rFonts w:ascii="Arial" w:hAnsi="Arial" w:cs="Arial"/>
          <w:szCs w:val="28"/>
        </w:rPr>
        <w:t>PROCEDERÁ</w:t>
      </w:r>
      <w:r w:rsidR="0001261A">
        <w:rPr>
          <w:rFonts w:ascii="Arial" w:hAnsi="Arial" w:cs="Arial"/>
          <w:szCs w:val="28"/>
        </w:rPr>
        <w:t xml:space="preserve"> À </w:t>
      </w:r>
      <w:r w:rsidR="004C0979" w:rsidRPr="00FC5D80">
        <w:rPr>
          <w:rFonts w:ascii="Arial" w:hAnsi="Arial" w:cs="Arial"/>
          <w:szCs w:val="28"/>
        </w:rPr>
        <w:t>LEITURA DE UM TRECHO DA BÍBLIA</w:t>
      </w:r>
      <w:r w:rsidR="007B7E5C" w:rsidRPr="00FC5D80">
        <w:rPr>
          <w:rFonts w:ascii="Arial" w:hAnsi="Arial" w:cs="Arial"/>
          <w:caps/>
          <w:szCs w:val="28"/>
        </w:rPr>
        <w:t>.</w:t>
      </w:r>
    </w:p>
    <w:p w14:paraId="4DDC382C" w14:textId="77777777" w:rsidR="00344984" w:rsidRDefault="00344984">
      <w:pPr>
        <w:rPr>
          <w:rFonts w:ascii="Arial" w:hAnsi="Arial" w:cs="Arial"/>
          <w:caps/>
          <w:szCs w:val="28"/>
        </w:rPr>
      </w:pPr>
      <w:r>
        <w:rPr>
          <w:rFonts w:ascii="Arial" w:hAnsi="Arial" w:cs="Arial"/>
          <w:caps/>
          <w:szCs w:val="28"/>
        </w:rPr>
        <w:br w:type="page"/>
      </w:r>
    </w:p>
    <w:p w14:paraId="7338C164" w14:textId="07B64988" w:rsidR="00344984" w:rsidRDefault="00344984" w:rsidP="00344984">
      <w:pPr>
        <w:rPr>
          <w:rFonts w:ascii="Arial" w:hAnsi="Arial" w:cs="Arial"/>
          <w:szCs w:val="24"/>
        </w:rPr>
      </w:pPr>
    </w:p>
    <w:p w14:paraId="7A078758" w14:textId="7E672AE3" w:rsidR="00935D2B" w:rsidRPr="005C26E0" w:rsidRDefault="00FD05DE" w:rsidP="00935D2B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>
        <w:rPr>
          <w:rFonts w:ascii="Arial" w:hAnsi="Arial" w:cs="Arial"/>
          <w:b/>
          <w:color w:val="76923C" w:themeColor="accent3" w:themeShade="BF"/>
          <w:szCs w:val="24"/>
        </w:rPr>
        <w:t>POSSE DO VEREADOR ROGÉRIO TIMÓTEO</w:t>
      </w:r>
      <w:r w:rsidR="00935D2B" w:rsidRPr="005C26E0">
        <w:rPr>
          <w:rFonts w:ascii="Arial" w:hAnsi="Arial" w:cs="Arial"/>
          <w:b/>
          <w:color w:val="76923C" w:themeColor="accent3" w:themeShade="BF"/>
          <w:szCs w:val="24"/>
        </w:rPr>
        <w:t>:</w:t>
      </w:r>
    </w:p>
    <w:p w14:paraId="39B5642D" w14:textId="458C0BD0" w:rsidR="00E57A5C" w:rsidRDefault="0070721A" w:rsidP="00E57A5C">
      <w:pPr>
        <w:pStyle w:val="PargrafodaLista"/>
        <w:spacing w:before="240" w:line="360" w:lineRule="auto"/>
        <w:ind w:left="993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SENHORES VEREADORES E VEREADORA, NA PRESENTE DATA DE 4 DE FEVEREIRO DE 2026, </w:t>
      </w:r>
      <w:r w:rsidR="00E57A5C" w:rsidRPr="00E57A5C">
        <w:rPr>
          <w:rFonts w:ascii="Arial" w:hAnsi="Arial" w:cs="Arial"/>
          <w:szCs w:val="24"/>
        </w:rPr>
        <w:t xml:space="preserve">NOS TERMOS DA LEI ORGÂNICA DO MUNICÍPIO DE JACAREÍ E DO REGIMENTO INTERNO DESTA CASA LEGISLATIVA, TENHO A HONRA DE CONDUZIR O ATO DE POSSE DO SENHOR </w:t>
      </w:r>
      <w:r w:rsidR="00E57A5C" w:rsidRPr="00A3564A">
        <w:rPr>
          <w:rFonts w:ascii="Arial" w:hAnsi="Arial" w:cs="Arial"/>
          <w:b/>
          <w:szCs w:val="24"/>
        </w:rPr>
        <w:t>ROGÉRIO DA SILVA TIMÓTEO</w:t>
      </w:r>
      <w:r w:rsidR="00E57A5C" w:rsidRPr="00E57A5C">
        <w:rPr>
          <w:rFonts w:ascii="Arial" w:hAnsi="Arial" w:cs="Arial"/>
          <w:szCs w:val="24"/>
        </w:rPr>
        <w:t xml:space="preserve">, MAIS CONHECIDO POR </w:t>
      </w:r>
      <w:r w:rsidR="00E57A5C" w:rsidRPr="00A3564A">
        <w:rPr>
          <w:rFonts w:ascii="Arial" w:hAnsi="Arial" w:cs="Arial"/>
          <w:b/>
          <w:szCs w:val="24"/>
        </w:rPr>
        <w:t>ROGÉRIO TIMÓTEO</w:t>
      </w:r>
      <w:r w:rsidR="00E57A5C" w:rsidRPr="00E57A5C">
        <w:rPr>
          <w:rFonts w:ascii="Arial" w:hAnsi="Arial" w:cs="Arial"/>
          <w:szCs w:val="24"/>
        </w:rPr>
        <w:t>, COMO O CHAMAREI DORAVANTE, QUE HOJE ASSUME O MANDATO DE VEREADOR DA 1</w:t>
      </w:r>
      <w:r w:rsidR="00E57A5C">
        <w:rPr>
          <w:rFonts w:ascii="Arial" w:hAnsi="Arial" w:cs="Arial"/>
          <w:szCs w:val="24"/>
        </w:rPr>
        <w:t>9</w:t>
      </w:r>
      <w:r w:rsidR="00E57A5C" w:rsidRPr="00E57A5C">
        <w:rPr>
          <w:rFonts w:ascii="Arial" w:hAnsi="Arial" w:cs="Arial"/>
          <w:szCs w:val="24"/>
        </w:rPr>
        <w:t xml:space="preserve">ª </w:t>
      </w:r>
      <w:r w:rsidR="00DB4255">
        <w:rPr>
          <w:rFonts w:ascii="Arial" w:hAnsi="Arial" w:cs="Arial"/>
          <w:szCs w:val="24"/>
        </w:rPr>
        <w:t xml:space="preserve">(DÉCIMA NONA) </w:t>
      </w:r>
      <w:r w:rsidR="00E57A5C" w:rsidRPr="00E57A5C">
        <w:rPr>
          <w:rFonts w:ascii="Arial" w:hAnsi="Arial" w:cs="Arial"/>
          <w:szCs w:val="24"/>
        </w:rPr>
        <w:t xml:space="preserve">LEGISLATURA DA CÂMARA MUNICIPAL DE JACAREÍ, EM SUBSTITUIÇÃO </w:t>
      </w:r>
      <w:bookmarkStart w:id="0" w:name="_GoBack"/>
      <w:bookmarkEnd w:id="0"/>
      <w:r w:rsidR="00E57A5C" w:rsidRPr="00E57A5C">
        <w:rPr>
          <w:rFonts w:ascii="Arial" w:hAnsi="Arial" w:cs="Arial"/>
          <w:szCs w:val="24"/>
        </w:rPr>
        <w:t xml:space="preserve">AO VEREADOR </w:t>
      </w:r>
      <w:r w:rsidR="00E57A5C">
        <w:rPr>
          <w:rFonts w:ascii="Arial" w:hAnsi="Arial" w:cs="Arial"/>
          <w:szCs w:val="24"/>
        </w:rPr>
        <w:t>HERNANI BARRETO</w:t>
      </w:r>
      <w:r w:rsidR="00E57A5C" w:rsidRPr="00E57A5C">
        <w:rPr>
          <w:rFonts w:ascii="Arial" w:hAnsi="Arial" w:cs="Arial"/>
          <w:szCs w:val="24"/>
        </w:rPr>
        <w:t>, QUE ESTÁ AUTOMATICAMENTE LICENCIADO EM RAZÃO DE SUA INVESTIDURA EM CARGO DE SECRETÁRIO MUNICIPAL.</w:t>
      </w:r>
    </w:p>
    <w:p w14:paraId="7ED0E537" w14:textId="4B0C24E2" w:rsidR="00E57A5C" w:rsidRPr="00E57A5C" w:rsidRDefault="00E57A5C" w:rsidP="00E57A5C">
      <w:pPr>
        <w:pStyle w:val="PargrafodaLista"/>
        <w:spacing w:before="240" w:line="360" w:lineRule="auto"/>
        <w:ind w:left="993"/>
        <w:jc w:val="both"/>
        <w:rPr>
          <w:rFonts w:ascii="Arial" w:hAnsi="Arial" w:cs="Arial"/>
          <w:szCs w:val="24"/>
        </w:rPr>
      </w:pPr>
      <w:r w:rsidRPr="00E57A5C">
        <w:rPr>
          <w:rFonts w:ascii="Arial" w:hAnsi="Arial" w:cs="Arial"/>
          <w:szCs w:val="24"/>
        </w:rPr>
        <w:t xml:space="preserve">ASSIM, PEÇO AO SENHOR </w:t>
      </w:r>
      <w:r w:rsidRPr="00A3564A">
        <w:rPr>
          <w:rFonts w:ascii="Arial" w:hAnsi="Arial" w:cs="Arial"/>
          <w:b/>
          <w:szCs w:val="24"/>
        </w:rPr>
        <w:t>ROGÉRIO TIMÓTEO</w:t>
      </w:r>
      <w:r w:rsidRPr="00E57A5C">
        <w:rPr>
          <w:rFonts w:ascii="Arial" w:hAnsi="Arial" w:cs="Arial"/>
          <w:szCs w:val="24"/>
        </w:rPr>
        <w:t xml:space="preserve"> QUE VENHA ATÉ A MESA PARA QUE FORMALIZEMOS A SUA POSSE.</w:t>
      </w:r>
    </w:p>
    <w:p w14:paraId="2EF6769A" w14:textId="77777777" w:rsidR="00E57A5C" w:rsidRPr="00E57A5C" w:rsidRDefault="00E57A5C" w:rsidP="00E57A5C">
      <w:pPr>
        <w:pStyle w:val="PargrafodaLista"/>
        <w:spacing w:before="240" w:line="360" w:lineRule="auto"/>
        <w:ind w:left="993"/>
        <w:jc w:val="both"/>
        <w:rPr>
          <w:rFonts w:ascii="Arial" w:hAnsi="Arial" w:cs="Arial"/>
          <w:szCs w:val="24"/>
        </w:rPr>
      </w:pPr>
      <w:r w:rsidRPr="00E57A5C">
        <w:rPr>
          <w:rFonts w:ascii="Arial" w:hAnsi="Arial" w:cs="Arial"/>
          <w:szCs w:val="24"/>
        </w:rPr>
        <w:t>...</w:t>
      </w:r>
    </w:p>
    <w:p w14:paraId="4030C318" w14:textId="0F66DC74" w:rsidR="00E57A5C" w:rsidRPr="00E57A5C" w:rsidRDefault="00E57A5C" w:rsidP="00E57A5C">
      <w:pPr>
        <w:pStyle w:val="PargrafodaLista"/>
        <w:spacing w:before="240" w:line="360" w:lineRule="auto"/>
        <w:ind w:left="993"/>
        <w:jc w:val="both"/>
        <w:rPr>
          <w:rFonts w:ascii="Arial" w:hAnsi="Arial" w:cs="Arial"/>
          <w:szCs w:val="24"/>
        </w:rPr>
      </w:pPr>
      <w:r w:rsidRPr="00E57A5C">
        <w:rPr>
          <w:rFonts w:ascii="Arial" w:hAnsi="Arial" w:cs="Arial"/>
          <w:szCs w:val="24"/>
        </w:rPr>
        <w:t xml:space="preserve">DESTE MODO, PEÇO AO SENHOR </w:t>
      </w:r>
      <w:r>
        <w:rPr>
          <w:rFonts w:ascii="Arial" w:hAnsi="Arial" w:cs="Arial"/>
          <w:szCs w:val="24"/>
        </w:rPr>
        <w:t>ROGÉRIO TIMÓTEO</w:t>
      </w:r>
      <w:r w:rsidRPr="00E57A5C">
        <w:rPr>
          <w:rFonts w:ascii="Arial" w:hAnsi="Arial" w:cs="Arial"/>
          <w:szCs w:val="24"/>
        </w:rPr>
        <w:t xml:space="preserve"> QUE LEVANTE A MÃO DIREITA E REPITA COMIGO:</w:t>
      </w:r>
    </w:p>
    <w:p w14:paraId="29B93EB2" w14:textId="77777777" w:rsidR="00E57A5C" w:rsidRPr="00E57A5C" w:rsidRDefault="00E57A5C" w:rsidP="00E57A5C">
      <w:pPr>
        <w:pStyle w:val="PargrafodaLista"/>
        <w:spacing w:before="240" w:line="360" w:lineRule="auto"/>
        <w:ind w:left="993"/>
        <w:jc w:val="both"/>
        <w:rPr>
          <w:rFonts w:ascii="Arial" w:hAnsi="Arial" w:cs="Arial"/>
          <w:b/>
          <w:szCs w:val="24"/>
        </w:rPr>
      </w:pPr>
      <w:r w:rsidRPr="00E57A5C">
        <w:rPr>
          <w:rFonts w:ascii="Arial" w:hAnsi="Arial" w:cs="Arial"/>
          <w:b/>
          <w:szCs w:val="24"/>
        </w:rPr>
        <w:t xml:space="preserve">“PROMETO EXERCER, COM DEDICAÇÃO E LEALDADE, O MEU MANDATO, RESPEITANDO A LEI E PROMOVENDO O BEM-ESTAR DE </w:t>
      </w:r>
      <w:proofErr w:type="gramStart"/>
      <w:r w:rsidRPr="00E57A5C">
        <w:rPr>
          <w:rFonts w:ascii="Arial" w:hAnsi="Arial" w:cs="Arial"/>
          <w:b/>
          <w:szCs w:val="24"/>
        </w:rPr>
        <w:t>JACAREÍ.”</w:t>
      </w:r>
      <w:proofErr w:type="gramEnd"/>
    </w:p>
    <w:p w14:paraId="42A6F760" w14:textId="77777777" w:rsidR="00E57A5C" w:rsidRPr="00E57A5C" w:rsidRDefault="00E57A5C" w:rsidP="00E57A5C">
      <w:pPr>
        <w:pStyle w:val="PargrafodaLista"/>
        <w:spacing w:before="240" w:line="360" w:lineRule="auto"/>
        <w:ind w:left="993"/>
        <w:jc w:val="both"/>
        <w:rPr>
          <w:rFonts w:ascii="Arial" w:hAnsi="Arial" w:cs="Arial"/>
          <w:szCs w:val="24"/>
        </w:rPr>
      </w:pPr>
      <w:r w:rsidRPr="00E57A5C">
        <w:rPr>
          <w:rFonts w:ascii="Arial" w:hAnsi="Arial" w:cs="Arial"/>
          <w:szCs w:val="24"/>
        </w:rPr>
        <w:t>...</w:t>
      </w:r>
    </w:p>
    <w:p w14:paraId="1A6CE702" w14:textId="40ACC6CC" w:rsidR="00E57A5C" w:rsidRPr="00E57A5C" w:rsidRDefault="00E57A5C" w:rsidP="00E57A5C">
      <w:pPr>
        <w:pStyle w:val="PargrafodaLista"/>
        <w:spacing w:before="240" w:line="360" w:lineRule="auto"/>
        <w:ind w:left="993"/>
        <w:jc w:val="both"/>
        <w:rPr>
          <w:rFonts w:ascii="Arial" w:hAnsi="Arial" w:cs="Arial"/>
          <w:szCs w:val="24"/>
        </w:rPr>
      </w:pPr>
      <w:r w:rsidRPr="00E57A5C">
        <w:rPr>
          <w:rFonts w:ascii="Arial" w:hAnsi="Arial" w:cs="Arial"/>
          <w:szCs w:val="24"/>
        </w:rPr>
        <w:t xml:space="preserve">AGORA, SOLICITO AO SENHOR </w:t>
      </w:r>
      <w:r w:rsidRPr="00A3564A">
        <w:rPr>
          <w:rFonts w:ascii="Arial" w:hAnsi="Arial" w:cs="Arial"/>
          <w:b/>
          <w:szCs w:val="24"/>
        </w:rPr>
        <w:t>ROGÉRIO TIMÓTEO</w:t>
      </w:r>
      <w:r w:rsidRPr="00E57A5C">
        <w:rPr>
          <w:rFonts w:ascii="Arial" w:hAnsi="Arial" w:cs="Arial"/>
          <w:szCs w:val="24"/>
        </w:rPr>
        <w:t xml:space="preserve"> QUE ASSINE O TERMO DE POSSE, JUNTAMENTE COM OS VEREADORES DA MESA DIRETORA.</w:t>
      </w:r>
    </w:p>
    <w:p w14:paraId="5EE6F5FE" w14:textId="77777777" w:rsidR="00E57A5C" w:rsidRPr="00E57A5C" w:rsidRDefault="00E57A5C" w:rsidP="00E57A5C">
      <w:pPr>
        <w:pStyle w:val="PargrafodaLista"/>
        <w:spacing w:before="240" w:line="360" w:lineRule="auto"/>
        <w:ind w:left="993"/>
        <w:jc w:val="both"/>
        <w:rPr>
          <w:rFonts w:ascii="Arial" w:hAnsi="Arial" w:cs="Arial"/>
          <w:szCs w:val="24"/>
        </w:rPr>
      </w:pPr>
      <w:r w:rsidRPr="00E57A5C">
        <w:rPr>
          <w:rFonts w:ascii="Arial" w:hAnsi="Arial" w:cs="Arial"/>
          <w:szCs w:val="24"/>
        </w:rPr>
        <w:t>...</w:t>
      </w:r>
    </w:p>
    <w:p w14:paraId="5D77E8F0" w14:textId="085B2D77" w:rsidR="00E57A5C" w:rsidRPr="00A3564A" w:rsidRDefault="00E57A5C" w:rsidP="00E57A5C">
      <w:pPr>
        <w:pStyle w:val="PargrafodaLista"/>
        <w:spacing w:before="240" w:line="360" w:lineRule="auto"/>
        <w:ind w:left="993"/>
        <w:jc w:val="both"/>
        <w:rPr>
          <w:rFonts w:ascii="Arial" w:hAnsi="Arial" w:cs="Arial"/>
          <w:b/>
          <w:szCs w:val="24"/>
        </w:rPr>
      </w:pPr>
      <w:r w:rsidRPr="00A3564A">
        <w:rPr>
          <w:rFonts w:ascii="Arial" w:hAnsi="Arial" w:cs="Arial"/>
          <w:b/>
          <w:szCs w:val="24"/>
        </w:rPr>
        <w:t>CUMPRIDAS AS FORMALIDADES LEGAIS E REGIMENTAIS, DECLARO EMPOSSADO COMO VEREADOR DA 1</w:t>
      </w:r>
      <w:r w:rsidR="00A3564A" w:rsidRPr="00A3564A">
        <w:rPr>
          <w:rFonts w:ascii="Arial" w:hAnsi="Arial" w:cs="Arial"/>
          <w:b/>
          <w:szCs w:val="24"/>
        </w:rPr>
        <w:t>9</w:t>
      </w:r>
      <w:r w:rsidRPr="00A3564A">
        <w:rPr>
          <w:rFonts w:ascii="Arial" w:hAnsi="Arial" w:cs="Arial"/>
          <w:b/>
          <w:szCs w:val="24"/>
        </w:rPr>
        <w:t xml:space="preserve">ª LEGISLATURA DA CÂMARA MUNICIPAL DE JACAREÍ O SENHOR </w:t>
      </w:r>
      <w:r w:rsidR="00A3564A" w:rsidRPr="00A3564A">
        <w:rPr>
          <w:rFonts w:ascii="Arial" w:hAnsi="Arial" w:cs="Arial"/>
          <w:b/>
          <w:szCs w:val="24"/>
        </w:rPr>
        <w:t>ROGÉRIO DA SILVA TIMÓTEO</w:t>
      </w:r>
      <w:r w:rsidRPr="00A3564A">
        <w:rPr>
          <w:rFonts w:ascii="Arial" w:hAnsi="Arial" w:cs="Arial"/>
          <w:b/>
          <w:szCs w:val="24"/>
        </w:rPr>
        <w:t xml:space="preserve">, MAIS CONHECIDO POR </w:t>
      </w:r>
      <w:r w:rsidR="00A3564A" w:rsidRPr="00A3564A">
        <w:rPr>
          <w:rFonts w:ascii="Arial" w:hAnsi="Arial" w:cs="Arial"/>
          <w:b/>
          <w:szCs w:val="24"/>
        </w:rPr>
        <w:t>ROGÉRIO TIMÓTEO</w:t>
      </w:r>
      <w:r w:rsidRPr="00A3564A">
        <w:rPr>
          <w:rFonts w:ascii="Arial" w:hAnsi="Arial" w:cs="Arial"/>
          <w:b/>
          <w:szCs w:val="24"/>
        </w:rPr>
        <w:t>.</w:t>
      </w:r>
    </w:p>
    <w:p w14:paraId="2CEBE168" w14:textId="77777777" w:rsidR="00A3564A" w:rsidRPr="00E57A5C" w:rsidRDefault="00A3564A" w:rsidP="00E57A5C">
      <w:pPr>
        <w:pStyle w:val="PargrafodaLista"/>
        <w:spacing w:before="240" w:line="360" w:lineRule="auto"/>
        <w:ind w:left="993"/>
        <w:jc w:val="both"/>
        <w:rPr>
          <w:rFonts w:ascii="Arial" w:hAnsi="Arial" w:cs="Arial"/>
          <w:szCs w:val="24"/>
        </w:rPr>
      </w:pPr>
    </w:p>
    <w:p w14:paraId="5C302CF5" w14:textId="77777777" w:rsidR="00E57A5C" w:rsidRPr="00E57A5C" w:rsidRDefault="00E57A5C" w:rsidP="00A3564A">
      <w:pPr>
        <w:pStyle w:val="PargrafodaLista"/>
        <w:spacing w:before="240" w:line="360" w:lineRule="auto"/>
        <w:ind w:left="993"/>
        <w:jc w:val="both"/>
        <w:rPr>
          <w:rFonts w:ascii="Arial" w:hAnsi="Arial" w:cs="Arial"/>
          <w:szCs w:val="24"/>
        </w:rPr>
      </w:pPr>
      <w:r w:rsidRPr="00E57A5C">
        <w:rPr>
          <w:rFonts w:ascii="Arial" w:hAnsi="Arial" w:cs="Arial"/>
          <w:szCs w:val="24"/>
        </w:rPr>
        <w:t>MEUS PARABÉNS!</w:t>
      </w:r>
    </w:p>
    <w:p w14:paraId="77656A05" w14:textId="77777777" w:rsidR="00A3564A" w:rsidRDefault="00E57A5C" w:rsidP="00A3564A">
      <w:pPr>
        <w:pStyle w:val="PargrafodaLista"/>
        <w:spacing w:before="240" w:line="360" w:lineRule="auto"/>
        <w:ind w:left="993"/>
        <w:contextualSpacing w:val="0"/>
        <w:jc w:val="both"/>
        <w:rPr>
          <w:rFonts w:ascii="Arial" w:hAnsi="Arial" w:cs="Arial"/>
          <w:szCs w:val="24"/>
        </w:rPr>
      </w:pPr>
      <w:r w:rsidRPr="00E57A5C">
        <w:rPr>
          <w:rFonts w:ascii="Arial" w:hAnsi="Arial" w:cs="Arial"/>
          <w:szCs w:val="24"/>
        </w:rPr>
        <w:t>O VEREADOR DISPÕE DE 5 MINUTOS PARA USO DA TRIBUNA.</w:t>
      </w:r>
    </w:p>
    <w:p w14:paraId="583313C8" w14:textId="77777777" w:rsidR="00A3564A" w:rsidRDefault="00A3564A" w:rsidP="00E57A5C">
      <w:pPr>
        <w:tabs>
          <w:tab w:val="left" w:pos="1418"/>
        </w:tabs>
        <w:spacing w:line="312" w:lineRule="auto"/>
        <w:ind w:left="993"/>
        <w:jc w:val="both"/>
        <w:rPr>
          <w:rFonts w:ascii="Arial" w:hAnsi="Arial" w:cs="Arial"/>
          <w:szCs w:val="24"/>
        </w:rPr>
      </w:pPr>
    </w:p>
    <w:p w14:paraId="4E8E7C20" w14:textId="01450D38" w:rsidR="000B2F13" w:rsidRDefault="000B2F13">
      <w:pPr>
        <w:rPr>
          <w:rFonts w:ascii="Arial" w:hAnsi="Arial" w:cs="Arial"/>
          <w:szCs w:val="24"/>
        </w:rPr>
      </w:pPr>
    </w:p>
    <w:p w14:paraId="6365AB66" w14:textId="77777777" w:rsidR="00FD05DE" w:rsidRPr="005C26E0" w:rsidRDefault="00FD05DE" w:rsidP="00FD05DE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>
        <w:rPr>
          <w:rFonts w:ascii="Arial" w:hAnsi="Arial" w:cs="Arial"/>
          <w:b/>
          <w:color w:val="76923C" w:themeColor="accent3" w:themeShade="BF"/>
          <w:szCs w:val="24"/>
        </w:rPr>
        <w:lastRenderedPageBreak/>
        <w:t>O</w:t>
      </w:r>
      <w:r w:rsidRPr="005C26E0">
        <w:rPr>
          <w:rFonts w:ascii="Arial" w:hAnsi="Arial" w:cs="Arial"/>
          <w:b/>
          <w:color w:val="76923C" w:themeColor="accent3" w:themeShade="BF"/>
          <w:szCs w:val="24"/>
        </w:rPr>
        <w:t xml:space="preserve"> </w:t>
      </w:r>
      <w:r w:rsidRPr="005C26E0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5C26E0">
        <w:rPr>
          <w:rFonts w:ascii="Arial" w:hAnsi="Arial" w:cs="Arial"/>
          <w:b/>
          <w:color w:val="76923C" w:themeColor="accent3" w:themeShade="BF"/>
          <w:szCs w:val="24"/>
        </w:rPr>
        <w:t xml:space="preserve"> </w:t>
      </w:r>
      <w:r>
        <w:rPr>
          <w:rFonts w:ascii="Arial" w:hAnsi="Arial" w:cs="Arial"/>
          <w:b/>
          <w:color w:val="76923C" w:themeColor="accent3" w:themeShade="BF"/>
          <w:szCs w:val="24"/>
        </w:rPr>
        <w:t>anuncia a TRIBUNA LIVRE</w:t>
      </w:r>
      <w:r w:rsidRPr="005C26E0">
        <w:rPr>
          <w:rFonts w:ascii="Arial" w:hAnsi="Arial" w:cs="Arial"/>
          <w:b/>
          <w:color w:val="76923C" w:themeColor="accent3" w:themeShade="BF"/>
          <w:szCs w:val="24"/>
        </w:rPr>
        <w:t>:</w:t>
      </w:r>
    </w:p>
    <w:p w14:paraId="4E6D450A" w14:textId="024C9B42" w:rsidR="00FD05DE" w:rsidRDefault="00FD05DE" w:rsidP="00FD05DE">
      <w:pPr>
        <w:spacing w:line="312" w:lineRule="auto"/>
        <w:ind w:left="851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t xml:space="preserve">DANDO INÍCIO AOS TRABALHOS, </w:t>
      </w:r>
      <w:r w:rsidRPr="008A543E">
        <w:rPr>
          <w:rFonts w:ascii="Arial" w:hAnsi="Arial" w:cs="Arial"/>
          <w:szCs w:val="24"/>
        </w:rPr>
        <w:t>CONVIDO A OCUPAR A</w:t>
      </w:r>
      <w:r>
        <w:rPr>
          <w:rFonts w:ascii="Arial" w:hAnsi="Arial" w:cs="Arial"/>
          <w:szCs w:val="24"/>
        </w:rPr>
        <w:t xml:space="preserve"> </w:t>
      </w:r>
      <w:r w:rsidR="00A3564A">
        <w:rPr>
          <w:rFonts w:ascii="Arial" w:hAnsi="Arial" w:cs="Arial"/>
          <w:szCs w:val="24"/>
        </w:rPr>
        <w:t>TRIBUNA DESTA CASA LEGISLATIVA A</w:t>
      </w:r>
      <w:r>
        <w:rPr>
          <w:rFonts w:ascii="Arial" w:hAnsi="Arial" w:cs="Arial"/>
          <w:szCs w:val="24"/>
        </w:rPr>
        <w:t xml:space="preserve"> </w:t>
      </w:r>
      <w:r w:rsidR="00A3564A" w:rsidRPr="00A3564A">
        <w:rPr>
          <w:rFonts w:ascii="Arial" w:hAnsi="Arial" w:cs="Arial"/>
          <w:b/>
          <w:szCs w:val="24"/>
        </w:rPr>
        <w:t>SENHORA SUELI DA SILVA ALVES DA CRUZ, PRESIDENTE DO SINDICATO DOS TRABALHADORES PÚBLICOS MUNICIPAIS DE JACAREÍ - STPMJ, PARA FALAR SOBRE O TEMA: “ENQUADRAMENTO DOS AUXILIARES DE DESENVOLVIMENT</w:t>
      </w:r>
      <w:r w:rsidR="00A3564A">
        <w:rPr>
          <w:rFonts w:ascii="Arial" w:hAnsi="Arial" w:cs="Arial"/>
          <w:b/>
          <w:szCs w:val="24"/>
        </w:rPr>
        <w:t>O INFANTIL (ADIS) E DESCONGELA”.</w:t>
      </w:r>
    </w:p>
    <w:p w14:paraId="50FE7A6E" w14:textId="77777777" w:rsidR="00FD05DE" w:rsidRDefault="00FD05DE" w:rsidP="00FD05DE">
      <w:pPr>
        <w:spacing w:line="312" w:lineRule="auto"/>
        <w:ind w:left="851"/>
        <w:jc w:val="both"/>
        <w:rPr>
          <w:rFonts w:ascii="Arial" w:hAnsi="Arial" w:cs="Arial"/>
          <w:szCs w:val="24"/>
        </w:rPr>
      </w:pPr>
    </w:p>
    <w:p w14:paraId="4DABBA15" w14:textId="395F036D" w:rsidR="00FD05DE" w:rsidRDefault="00A3564A" w:rsidP="00FD05DE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</w:t>
      </w:r>
      <w:r w:rsidR="00FD05DE">
        <w:rPr>
          <w:rFonts w:ascii="Arial" w:hAnsi="Arial" w:cs="Arial"/>
          <w:szCs w:val="24"/>
        </w:rPr>
        <w:t xml:space="preserve"> SENHOR</w:t>
      </w:r>
      <w:r>
        <w:rPr>
          <w:rFonts w:ascii="Arial" w:hAnsi="Arial" w:cs="Arial"/>
          <w:szCs w:val="24"/>
        </w:rPr>
        <w:t>A</w:t>
      </w:r>
      <w:r w:rsidR="00FD05DE">
        <w:rPr>
          <w:rFonts w:ascii="Arial" w:hAnsi="Arial" w:cs="Arial"/>
          <w:szCs w:val="24"/>
        </w:rPr>
        <w:t xml:space="preserve"> TEM O TEMPO DE 15 MINUTOS PARA FAZER USO DA TRIBUNA.</w:t>
      </w:r>
    </w:p>
    <w:p w14:paraId="500E9597" w14:textId="77777777" w:rsidR="00FD05DE" w:rsidRDefault="00FD05DE" w:rsidP="00FD05DE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proofErr w:type="gramStart"/>
      <w:r>
        <w:rPr>
          <w:rFonts w:ascii="Arial" w:hAnsi="Arial" w:cs="Arial"/>
          <w:szCs w:val="24"/>
        </w:rPr>
        <w:t>FIQUE À</w:t>
      </w:r>
      <w:proofErr w:type="gramEnd"/>
      <w:r>
        <w:rPr>
          <w:rFonts w:ascii="Arial" w:hAnsi="Arial" w:cs="Arial"/>
          <w:szCs w:val="24"/>
        </w:rPr>
        <w:t xml:space="preserve"> VONTADE!</w:t>
      </w:r>
    </w:p>
    <w:p w14:paraId="5A8D9327" w14:textId="77777777" w:rsidR="00FD05DE" w:rsidRPr="005C26E0" w:rsidRDefault="00FD05DE" w:rsidP="00FD05DE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5C26E0">
        <w:rPr>
          <w:rFonts w:ascii="Arial" w:hAnsi="Arial" w:cs="Arial"/>
          <w:b/>
          <w:color w:val="76923C" w:themeColor="accent3" w:themeShade="BF"/>
          <w:szCs w:val="24"/>
        </w:rPr>
        <w:t xml:space="preserve">Finalizando a Tribuna Livre, o </w:t>
      </w:r>
      <w:r w:rsidRPr="005C26E0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5C26E0">
        <w:rPr>
          <w:rFonts w:ascii="Arial" w:hAnsi="Arial" w:cs="Arial"/>
          <w:b/>
          <w:color w:val="76923C" w:themeColor="accent3" w:themeShade="BF"/>
          <w:szCs w:val="24"/>
        </w:rPr>
        <w:t xml:space="preserve"> agradece a presença:</w:t>
      </w:r>
    </w:p>
    <w:p w14:paraId="04531C15" w14:textId="3EFA921F" w:rsidR="00FD05DE" w:rsidRDefault="00FD05DE" w:rsidP="00FD05DE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proofErr w:type="gramStart"/>
      <w:r w:rsidRPr="008A543E">
        <w:rPr>
          <w:rFonts w:ascii="Arial" w:hAnsi="Arial" w:cs="Arial"/>
          <w:szCs w:val="24"/>
        </w:rPr>
        <w:t>AGRADEÇO</w:t>
      </w:r>
      <w:proofErr w:type="gramEnd"/>
      <w:r>
        <w:rPr>
          <w:rFonts w:ascii="Arial" w:hAnsi="Arial" w:cs="Arial"/>
          <w:szCs w:val="24"/>
        </w:rPr>
        <w:t xml:space="preserve"> </w:t>
      </w:r>
      <w:r w:rsidRPr="008A543E">
        <w:rPr>
          <w:rFonts w:ascii="Arial" w:hAnsi="Arial" w:cs="Arial"/>
          <w:szCs w:val="24"/>
        </w:rPr>
        <w:t xml:space="preserve">A EXPOSIÇÃO FEITA </w:t>
      </w:r>
      <w:r w:rsidR="00A3564A">
        <w:rPr>
          <w:rFonts w:ascii="Arial" w:hAnsi="Arial" w:cs="Arial"/>
          <w:szCs w:val="24"/>
        </w:rPr>
        <w:t>PELA</w:t>
      </w:r>
      <w:r>
        <w:rPr>
          <w:rFonts w:ascii="Arial" w:hAnsi="Arial" w:cs="Arial"/>
          <w:szCs w:val="24"/>
        </w:rPr>
        <w:t xml:space="preserve"> </w:t>
      </w:r>
      <w:r w:rsidR="00A3564A" w:rsidRPr="00A3564A">
        <w:rPr>
          <w:rFonts w:ascii="Arial" w:hAnsi="Arial" w:cs="Arial"/>
          <w:b/>
          <w:szCs w:val="24"/>
        </w:rPr>
        <w:t>SENHORA SUELI DA SILVA ALVES DA CRUZ</w:t>
      </w:r>
      <w:r>
        <w:rPr>
          <w:rFonts w:ascii="Arial" w:hAnsi="Arial" w:cs="Arial"/>
          <w:szCs w:val="24"/>
        </w:rPr>
        <w:t>.</w:t>
      </w:r>
    </w:p>
    <w:p w14:paraId="421C7BBA" w14:textId="1CF893F6" w:rsidR="00F5396C" w:rsidRDefault="00F5396C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br w:type="page"/>
      </w:r>
    </w:p>
    <w:p w14:paraId="0750FB12" w14:textId="77777777" w:rsidR="0067440D" w:rsidRDefault="0067440D">
      <w:pPr>
        <w:rPr>
          <w:rFonts w:ascii="Arial" w:hAnsi="Arial" w:cs="Arial"/>
          <w:szCs w:val="24"/>
        </w:rPr>
      </w:pPr>
    </w:p>
    <w:p w14:paraId="2802239E" w14:textId="77777777" w:rsidR="001E2876" w:rsidRPr="003058CD" w:rsidRDefault="001E2876" w:rsidP="00734D84">
      <w:pPr>
        <w:pStyle w:val="PargrafodaLista"/>
        <w:numPr>
          <w:ilvl w:val="0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3058CD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anuncia a abertura da Ordem do Dia:</w:t>
      </w:r>
    </w:p>
    <w:p w14:paraId="751D2A27" w14:textId="22680FF4" w:rsidR="001E2876" w:rsidRPr="00940241" w:rsidRDefault="001E2876" w:rsidP="00281CD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1E2876">
        <w:rPr>
          <w:rFonts w:ascii="Arial" w:hAnsi="Arial" w:cs="Arial"/>
          <w:szCs w:val="24"/>
        </w:rPr>
        <w:t>NESTE INSTANTE</w:t>
      </w:r>
      <w:r>
        <w:rPr>
          <w:rFonts w:ascii="Arial" w:hAnsi="Arial" w:cs="Arial"/>
          <w:szCs w:val="24"/>
        </w:rPr>
        <w:t>,</w:t>
      </w:r>
      <w:r w:rsidRPr="001E2876">
        <w:rPr>
          <w:rFonts w:ascii="Arial" w:hAnsi="Arial" w:cs="Arial"/>
          <w:szCs w:val="24"/>
        </w:rPr>
        <w:t xml:space="preserve"> </w:t>
      </w:r>
      <w:r w:rsidRPr="00940241">
        <w:rPr>
          <w:rFonts w:ascii="Arial" w:hAnsi="Arial" w:cs="Arial"/>
          <w:szCs w:val="24"/>
        </w:rPr>
        <w:t>PASSAREMOS</w:t>
      </w:r>
      <w:r w:rsidRPr="00940241">
        <w:rPr>
          <w:rFonts w:ascii="Arial" w:hAnsi="Arial" w:cs="Arial"/>
          <w:szCs w:val="24"/>
          <w:lang w:eastAsia="ko-KR"/>
        </w:rPr>
        <w:t xml:space="preserve"> À FASE DA ORDEM DO DIA.</w:t>
      </w:r>
    </w:p>
    <w:p w14:paraId="7AE71E7D" w14:textId="0C428E00" w:rsidR="001E2876" w:rsidRPr="00940241" w:rsidRDefault="001E2876" w:rsidP="00281CD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</w:rPr>
        <w:t>PEÇO</w:t>
      </w:r>
      <w:r w:rsidR="00E244F6">
        <w:rPr>
          <w:rFonts w:ascii="Arial" w:hAnsi="Arial" w:cs="Arial"/>
          <w:szCs w:val="24"/>
          <w:lang w:eastAsia="ko-KR"/>
        </w:rPr>
        <w:t xml:space="preserve"> À 1ª SECRETÁRIA </w:t>
      </w:r>
      <w:r w:rsidRPr="00940241">
        <w:rPr>
          <w:rFonts w:ascii="Arial" w:hAnsi="Arial" w:cs="Arial"/>
          <w:szCs w:val="24"/>
          <w:lang w:eastAsia="ko-KR"/>
        </w:rPr>
        <w:t xml:space="preserve">QUE PROCEDA À LEITURA DO RESUMO DO PRIMEIRO PROJETO </w:t>
      </w:r>
      <w:r w:rsidRPr="00940241">
        <w:rPr>
          <w:rFonts w:ascii="Arial" w:hAnsi="Arial" w:cs="Arial"/>
          <w:caps/>
          <w:szCs w:val="24"/>
        </w:rPr>
        <w:t>CONSTANTE</w:t>
      </w:r>
      <w:r w:rsidRPr="00940241">
        <w:rPr>
          <w:rFonts w:ascii="Arial" w:hAnsi="Arial" w:cs="Arial"/>
          <w:szCs w:val="24"/>
          <w:lang w:eastAsia="ko-KR"/>
        </w:rPr>
        <w:t xml:space="preserve"> DA ORDEM DO DIA.</w:t>
      </w:r>
    </w:p>
    <w:p w14:paraId="0F899939" w14:textId="50FA4CCE" w:rsidR="001E2876" w:rsidRPr="00326D37" w:rsidRDefault="00E244F6" w:rsidP="00281CD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4"/>
          <w:lang w:eastAsia="ko-KR"/>
        </w:rPr>
      </w:pPr>
      <w:bookmarkStart w:id="1" w:name="_Ref181712092"/>
      <w:r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>A 1ª SECRETÁRIA</w:t>
      </w:r>
      <w:r w:rsidR="00762979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 </w:t>
      </w:r>
      <w:r w:rsidR="001E2876"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>faz a leitura da ementa do Projeto</w:t>
      </w:r>
      <w:r w:rsidR="001E2876"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>.</w:t>
      </w:r>
      <w:bookmarkEnd w:id="1"/>
    </w:p>
    <w:p w14:paraId="2CC7E445" w14:textId="77777777" w:rsidR="001E2876" w:rsidRPr="003058CD" w:rsidRDefault="001E2876" w:rsidP="00281CD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Após a leitura da ementa do Projeto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3058CD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440F8CDF" w14:textId="77777777" w:rsidR="00463946" w:rsidRDefault="001E2876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>O PROJETO está em discussão.</w:t>
      </w:r>
      <w:r w:rsidR="00E5674F">
        <w:rPr>
          <w:rFonts w:ascii="Arial" w:hAnsi="Arial" w:cs="Arial"/>
          <w:caps/>
          <w:szCs w:val="24"/>
          <w:lang w:eastAsia="ko-KR"/>
        </w:rPr>
        <w:t xml:space="preserve"> </w:t>
      </w:r>
    </w:p>
    <w:p w14:paraId="0B8CE643" w14:textId="239C2B1E" w:rsidR="001E2876" w:rsidRPr="00940241" w:rsidRDefault="00281CD0" w:rsidP="00281CD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caps/>
          <w:szCs w:val="24"/>
          <w:highlight w:val="green"/>
          <w:lang w:eastAsia="ko-KR"/>
        </w:rPr>
        <w:t>PEÇO QUE AQUELES QUE DESEJEM DISCUTIR O PROJETO</w:t>
      </w:r>
      <w:r w:rsidR="00141C57">
        <w:rPr>
          <w:rFonts w:ascii="Arial" w:hAnsi="Arial" w:cs="Arial"/>
          <w:caps/>
          <w:szCs w:val="24"/>
          <w:highlight w:val="green"/>
          <w:lang w:eastAsia="ko-KR"/>
        </w:rPr>
        <w:t>,</w:t>
      </w:r>
      <w:r w:rsidR="00E5674F" w:rsidRPr="00141C57">
        <w:rPr>
          <w:rFonts w:ascii="Arial" w:hAnsi="Arial" w:cs="Arial"/>
          <w:caps/>
          <w:szCs w:val="24"/>
          <w:highlight w:val="green"/>
          <w:lang w:eastAsia="ko-KR"/>
        </w:rPr>
        <w:t xml:space="preserve"> se inscrev</w:t>
      </w:r>
      <w:r w:rsidR="00141C57">
        <w:rPr>
          <w:rFonts w:ascii="Arial" w:hAnsi="Arial" w:cs="Arial"/>
          <w:caps/>
          <w:szCs w:val="24"/>
          <w:highlight w:val="green"/>
          <w:lang w:eastAsia="ko-KR"/>
        </w:rPr>
        <w:t>am</w:t>
      </w:r>
      <w:r w:rsidR="00E5674F" w:rsidRPr="00141C57">
        <w:rPr>
          <w:rFonts w:ascii="Arial" w:hAnsi="Arial" w:cs="Arial"/>
          <w:caps/>
          <w:szCs w:val="24"/>
          <w:highlight w:val="green"/>
          <w:lang w:eastAsia="ko-KR"/>
        </w:rPr>
        <w:t xml:space="preserve"> no sistema</w:t>
      </w:r>
      <w:r>
        <w:rPr>
          <w:rFonts w:ascii="Arial" w:hAnsi="Arial" w:cs="Arial"/>
          <w:caps/>
          <w:szCs w:val="24"/>
          <w:lang w:eastAsia="ko-KR"/>
        </w:rPr>
        <w:t>.</w:t>
      </w:r>
    </w:p>
    <w:p w14:paraId="376A5ED9" w14:textId="77777777" w:rsidR="001E2876" w:rsidRPr="00B73532" w:rsidRDefault="001E2876" w:rsidP="00281CD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2" w:name="_Ref181712206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discussão, se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NÃO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houver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EMENDA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  <w:bookmarkEnd w:id="2"/>
    </w:p>
    <w:p w14:paraId="06C581C1" w14:textId="74C3329C" w:rsidR="001E2876" w:rsidRDefault="001E2876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Não havendo mais nenhum Vereador desejando discutir a matéria, peço </w:t>
      </w:r>
      <w:r w:rsidR="00E244F6">
        <w:rPr>
          <w:rFonts w:ascii="Arial" w:hAnsi="Arial" w:cs="Arial"/>
          <w:caps/>
          <w:szCs w:val="24"/>
          <w:lang w:eastAsia="ko-KR"/>
        </w:rPr>
        <w:t xml:space="preserve">À 1ª SECRETÁRIA </w:t>
      </w:r>
      <w:r w:rsidRPr="007436EE">
        <w:rPr>
          <w:rFonts w:ascii="Arial" w:hAnsi="Arial" w:cs="Arial"/>
          <w:b/>
          <w:caps/>
          <w:color w:val="FFFFFF" w:themeColor="background1"/>
          <w:szCs w:val="24"/>
          <w:highlight w:val="red"/>
          <w:lang w:eastAsia="ko-KR"/>
        </w:rPr>
        <w:t>que proceda À votação nominal</w:t>
      </w:r>
      <w:r w:rsidRPr="00DB5F7F">
        <w:rPr>
          <w:rFonts w:ascii="Arial" w:hAnsi="Arial" w:cs="Arial"/>
          <w:caps/>
          <w:color w:val="FFFFFF" w:themeColor="background1"/>
          <w:szCs w:val="24"/>
          <w:lang w:eastAsia="ko-KR"/>
        </w:rPr>
        <w:t xml:space="preserve"> </w:t>
      </w:r>
      <w:r w:rsidRPr="00940241">
        <w:rPr>
          <w:rFonts w:ascii="Arial" w:hAnsi="Arial" w:cs="Arial"/>
          <w:caps/>
          <w:szCs w:val="24"/>
          <w:lang w:eastAsia="ko-KR"/>
        </w:rPr>
        <w:t>do projeto, na forma regimental.</w:t>
      </w:r>
    </w:p>
    <w:p w14:paraId="34DF2472" w14:textId="0E90276D" w:rsidR="00E5674F" w:rsidRPr="00A517E5" w:rsidRDefault="00E5674F" w:rsidP="00281CD0">
      <w:pPr>
        <w:pStyle w:val="PargrafodaLista"/>
        <w:pBdr>
          <w:top w:val="single" w:sz="4" w:space="1" w:color="auto"/>
        </w:pBdr>
        <w:spacing w:line="360" w:lineRule="auto"/>
        <w:ind w:left="851"/>
        <w:contextualSpacing w:val="0"/>
        <w:jc w:val="both"/>
        <w:rPr>
          <w:rFonts w:ascii="Arial" w:hAnsi="Arial" w:cs="Arial"/>
          <w:b/>
          <w:szCs w:val="24"/>
          <w:highlight w:val="green"/>
          <w:lang w:eastAsia="ko-KR"/>
        </w:rPr>
      </w:pPr>
      <w:r w:rsidRPr="00A517E5">
        <w:rPr>
          <w:rFonts w:ascii="Arial" w:hAnsi="Arial" w:cs="Arial"/>
          <w:b/>
          <w:szCs w:val="24"/>
          <w:highlight w:val="green"/>
          <w:lang w:eastAsia="ko-KR"/>
        </w:rPr>
        <w:t>O Presidente confere se todos votaram e informa:</w:t>
      </w:r>
    </w:p>
    <w:p w14:paraId="7B4A86E9" w14:textId="2E5BBC59" w:rsidR="00E5674F" w:rsidRPr="00940241" w:rsidRDefault="00E5674F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141C57">
        <w:rPr>
          <w:rFonts w:ascii="Arial" w:hAnsi="Arial" w:cs="Arial"/>
          <w:caps/>
          <w:szCs w:val="24"/>
          <w:highlight w:val="green"/>
          <w:lang w:eastAsia="ko-KR"/>
        </w:rPr>
        <w:t>VOU ENcERRAR A VOTAÇÃO.</w:t>
      </w:r>
    </w:p>
    <w:p w14:paraId="620F7133" w14:textId="77777777" w:rsidR="001E2876" w:rsidRPr="00B73532" w:rsidRDefault="001E2876" w:rsidP="00281CD0">
      <w:pPr>
        <w:pStyle w:val="PargrafodaLista"/>
        <w:numPr>
          <w:ilvl w:val="1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3" w:name="_Ref181712226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votação nominal,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informa o resultado:</w:t>
      </w:r>
      <w:bookmarkEnd w:id="3"/>
    </w:p>
    <w:p w14:paraId="05769230" w14:textId="77777777" w:rsidR="001E2876" w:rsidRDefault="001E2876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O PROJETO FOI (APROVADO/REJEITADO), POR (X) VOTOS </w:t>
      </w:r>
      <w:r w:rsidRPr="00940241">
        <w:rPr>
          <w:rFonts w:ascii="Arial" w:hAnsi="Arial" w:cs="Arial"/>
          <w:szCs w:val="24"/>
          <w:lang w:eastAsia="ko-KR"/>
        </w:rPr>
        <w:t>FAVORÁVEIS</w:t>
      </w:r>
      <w:r w:rsidRPr="00940241">
        <w:rPr>
          <w:rFonts w:ascii="Arial" w:hAnsi="Arial" w:cs="Arial"/>
          <w:caps/>
          <w:szCs w:val="24"/>
          <w:lang w:eastAsia="ko-KR"/>
        </w:rPr>
        <w:t xml:space="preserve"> E (Y) VOTOS CONTRÁRIOS.</w:t>
      </w:r>
    </w:p>
    <w:p w14:paraId="30D2FB0E" w14:textId="77777777" w:rsidR="001E2876" w:rsidRPr="00B73532" w:rsidRDefault="001E2876" w:rsidP="00281CD0">
      <w:pPr>
        <w:pStyle w:val="PargrafodaLista"/>
        <w:numPr>
          <w:ilvl w:val="1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4" w:name="_Ref181712912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chama o próximo Projeto:</w:t>
      </w:r>
      <w:bookmarkEnd w:id="4"/>
    </w:p>
    <w:p w14:paraId="28F603BB" w14:textId="13D85FE4" w:rsidR="001E2876" w:rsidRPr="00092897" w:rsidRDefault="001E2876" w:rsidP="00281CD0">
      <w:pPr>
        <w:spacing w:line="312" w:lineRule="auto"/>
        <w:ind w:left="851"/>
        <w:jc w:val="both"/>
        <w:rPr>
          <w:rFonts w:ascii="Arial" w:hAnsi="Arial" w:cs="Arial"/>
          <w:b/>
          <w:szCs w:val="24"/>
        </w:rPr>
      </w:pPr>
      <w:r w:rsidRPr="00940241">
        <w:rPr>
          <w:rFonts w:ascii="Arial" w:hAnsi="Arial" w:cs="Arial"/>
          <w:szCs w:val="24"/>
          <w:lang w:eastAsia="ko-KR"/>
        </w:rPr>
        <w:t xml:space="preserve">PRÓXIMO </w:t>
      </w:r>
      <w:r w:rsidRPr="00940241">
        <w:rPr>
          <w:rFonts w:ascii="Arial" w:hAnsi="Arial" w:cs="Arial"/>
          <w:caps/>
          <w:szCs w:val="24"/>
          <w:lang w:eastAsia="ko-KR"/>
        </w:rPr>
        <w:t>PROJETO</w:t>
      </w:r>
      <w:r w:rsidRPr="00940241">
        <w:rPr>
          <w:rFonts w:ascii="Arial" w:hAnsi="Arial" w:cs="Arial"/>
          <w:szCs w:val="24"/>
          <w:lang w:eastAsia="ko-KR"/>
        </w:rPr>
        <w:t>!</w:t>
      </w:r>
      <w:r w:rsidRPr="00940241">
        <w:rPr>
          <w:rFonts w:ascii="Arial" w:hAnsi="Arial" w:cs="Arial"/>
          <w:color w:val="76923C" w:themeColor="accent3" w:themeShade="BF"/>
          <w:szCs w:val="24"/>
          <w:lang w:eastAsia="ko-KR"/>
        </w:rPr>
        <w:t xml:space="preserve"> 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Ir para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item </w:t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_Ref181712092 \r \h </w:instrText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8C3F2B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10)</w:t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00F9E6E4" w14:textId="7593DDA9" w:rsidR="001E2876" w:rsidRPr="00326D37" w:rsidRDefault="001E2876" w:rsidP="00281CD0">
      <w:pPr>
        <w:pStyle w:val="PargrafodaLista"/>
        <w:numPr>
          <w:ilvl w:val="0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4"/>
          <w:lang w:eastAsia="ko-KR"/>
        </w:rPr>
      </w:pPr>
      <w:r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Caso acabem os projetos, </w:t>
      </w:r>
      <w:r w:rsidR="00E244F6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a 1ª SECRETÁRIA </w:t>
      </w:r>
      <w:r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>dirá</w:t>
      </w:r>
      <w:r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>:</w:t>
      </w:r>
    </w:p>
    <w:p w14:paraId="0E1B7706" w14:textId="4C3658A1" w:rsidR="001E2876" w:rsidRPr="00B73532" w:rsidRDefault="001E2876" w:rsidP="00281CD0">
      <w:pPr>
        <w:spacing w:line="312" w:lineRule="auto"/>
        <w:ind w:left="851"/>
        <w:jc w:val="both"/>
        <w:rPr>
          <w:rFonts w:ascii="Arial" w:hAnsi="Arial" w:cs="Arial"/>
          <w:color w:val="76923C" w:themeColor="accent3" w:themeShade="BF"/>
          <w:szCs w:val="24"/>
          <w:lang w:eastAsia="ko-KR"/>
        </w:rPr>
      </w:pPr>
      <w:r w:rsidRPr="00326D37">
        <w:rPr>
          <w:rFonts w:ascii="Arial" w:hAnsi="Arial" w:cs="Arial"/>
          <w:szCs w:val="24"/>
          <w:highlight w:val="yellow"/>
          <w:lang w:eastAsia="ko-KR"/>
        </w:rPr>
        <w:t>NÃO HÁ MAIS PROJETOS, PRESIDENTE!</w:t>
      </w:r>
      <w:r w:rsidRPr="00326D37">
        <w:rPr>
          <w:rFonts w:ascii="Arial" w:hAnsi="Arial" w:cs="Arial"/>
          <w:b/>
          <w:szCs w:val="24"/>
          <w:highlight w:val="yellow"/>
          <w:lang w:eastAsia="ko-KR"/>
        </w:rPr>
        <w:t xml:space="preserve"> </w:t>
      </w:r>
      <w:r w:rsidRPr="00326D37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 xml:space="preserve">(Seguir para item </w:t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begin"/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instrText xml:space="preserve"> REF _Ref181712162 \r \h </w:instrText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separate"/>
      </w:r>
      <w:r w:rsidR="008C3F2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>16)</w:t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end"/>
      </w:r>
    </w:p>
    <w:p w14:paraId="4EB1CB84" w14:textId="77777777" w:rsidR="001E2876" w:rsidRPr="00B73532" w:rsidRDefault="001E2876" w:rsidP="00281CD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discussão, se </w:t>
      </w:r>
      <w:r w:rsidRPr="00F83EC8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HOUVER EMENDA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15D95DFC" w14:textId="643BF398" w:rsidR="001E2876" w:rsidRPr="00940241" w:rsidRDefault="001E2876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>
        <w:rPr>
          <w:rFonts w:ascii="Arial" w:hAnsi="Arial" w:cs="Arial"/>
          <w:caps/>
          <w:szCs w:val="24"/>
          <w:lang w:eastAsia="ko-KR"/>
        </w:rPr>
        <w:t xml:space="preserve">peço </w:t>
      </w:r>
      <w:r w:rsidR="00E244F6">
        <w:rPr>
          <w:rFonts w:ascii="Arial" w:hAnsi="Arial" w:cs="Arial"/>
          <w:caps/>
          <w:szCs w:val="24"/>
          <w:lang w:eastAsia="ko-KR"/>
        </w:rPr>
        <w:t xml:space="preserve">À 1ª SECRETÁRIA </w:t>
      </w:r>
      <w:r w:rsidRPr="00940241">
        <w:rPr>
          <w:rFonts w:ascii="Arial" w:hAnsi="Arial" w:cs="Arial"/>
          <w:caps/>
          <w:szCs w:val="24"/>
          <w:lang w:eastAsia="ko-KR"/>
        </w:rPr>
        <w:t xml:space="preserve">que </w:t>
      </w:r>
      <w:r>
        <w:rPr>
          <w:rFonts w:ascii="Arial" w:hAnsi="Arial" w:cs="Arial"/>
          <w:caps/>
          <w:szCs w:val="24"/>
          <w:lang w:eastAsia="ko-KR"/>
        </w:rPr>
        <w:t xml:space="preserve">FAÇA A </w:t>
      </w:r>
      <w:r w:rsidRPr="00940241">
        <w:rPr>
          <w:rFonts w:ascii="Arial" w:hAnsi="Arial" w:cs="Arial"/>
          <w:caps/>
          <w:szCs w:val="24"/>
          <w:lang w:eastAsia="ko-KR"/>
        </w:rPr>
        <w:t>lei</w:t>
      </w:r>
      <w:r>
        <w:rPr>
          <w:rFonts w:ascii="Arial" w:hAnsi="Arial" w:cs="Arial"/>
          <w:caps/>
          <w:szCs w:val="24"/>
          <w:lang w:eastAsia="ko-KR"/>
        </w:rPr>
        <w:t>TURA</w:t>
      </w:r>
      <w:r w:rsidRPr="00940241">
        <w:rPr>
          <w:rFonts w:ascii="Arial" w:hAnsi="Arial" w:cs="Arial"/>
          <w:caps/>
          <w:szCs w:val="24"/>
          <w:lang w:eastAsia="ko-KR"/>
        </w:rPr>
        <w:t xml:space="preserve"> </w:t>
      </w:r>
      <w:r>
        <w:rPr>
          <w:rFonts w:ascii="Arial" w:hAnsi="Arial" w:cs="Arial"/>
          <w:caps/>
          <w:szCs w:val="24"/>
          <w:lang w:eastAsia="ko-KR"/>
        </w:rPr>
        <w:t>D</w:t>
      </w:r>
      <w:r w:rsidRPr="00940241">
        <w:rPr>
          <w:rFonts w:ascii="Arial" w:hAnsi="Arial" w:cs="Arial"/>
          <w:caps/>
          <w:szCs w:val="24"/>
          <w:lang w:eastAsia="ko-KR"/>
        </w:rPr>
        <w:t xml:space="preserve">a </w:t>
      </w:r>
      <w:r>
        <w:rPr>
          <w:rFonts w:ascii="Arial" w:hAnsi="Arial" w:cs="Arial"/>
          <w:caps/>
          <w:szCs w:val="24"/>
          <w:lang w:eastAsia="ko-KR"/>
        </w:rPr>
        <w:t xml:space="preserve">EMENDA </w:t>
      </w:r>
      <w:r w:rsidRPr="00940241">
        <w:rPr>
          <w:rFonts w:ascii="Arial" w:hAnsi="Arial" w:cs="Arial"/>
          <w:caps/>
          <w:szCs w:val="24"/>
          <w:lang w:eastAsia="ko-KR"/>
        </w:rPr>
        <w:t>nº ___.</w:t>
      </w:r>
    </w:p>
    <w:p w14:paraId="4EF7523B" w14:textId="77777777" w:rsidR="001E2876" w:rsidRPr="00B73532" w:rsidRDefault="001E2876" w:rsidP="00281CD0">
      <w:pPr>
        <w:pStyle w:val="PargrafodaLista"/>
        <w:numPr>
          <w:ilvl w:val="1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Na sequência,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coloca a emenda em votação:</w:t>
      </w:r>
    </w:p>
    <w:p w14:paraId="011A786E" w14:textId="77777777" w:rsidR="001E2876" w:rsidRDefault="001E2876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está em votação a </w:t>
      </w:r>
      <w:r>
        <w:rPr>
          <w:rFonts w:ascii="Arial" w:hAnsi="Arial" w:cs="Arial"/>
          <w:caps/>
          <w:szCs w:val="24"/>
          <w:lang w:eastAsia="ko-KR"/>
        </w:rPr>
        <w:t>EMENDA</w:t>
      </w:r>
      <w:r w:rsidRPr="00940241">
        <w:rPr>
          <w:rFonts w:ascii="Arial" w:hAnsi="Arial" w:cs="Arial"/>
          <w:caps/>
          <w:szCs w:val="24"/>
          <w:lang w:eastAsia="ko-KR"/>
        </w:rPr>
        <w:t xml:space="preserve"> nº ___</w:t>
      </w:r>
    </w:p>
    <w:p w14:paraId="61D0BDC6" w14:textId="77777777" w:rsidR="00E5674F" w:rsidRPr="00945B9B" w:rsidRDefault="00E5674F" w:rsidP="00281CD0">
      <w:pPr>
        <w:pStyle w:val="PargrafodaLista"/>
        <w:numPr>
          <w:ilvl w:val="0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szCs w:val="24"/>
          <w:lang w:eastAsia="ko-KR"/>
        </w:rPr>
      </w:pPr>
      <w:r w:rsidRPr="00945B9B">
        <w:rPr>
          <w:rFonts w:ascii="Arial" w:hAnsi="Arial" w:cs="Arial"/>
          <w:b/>
          <w:szCs w:val="24"/>
          <w:lang w:eastAsia="ko-KR"/>
        </w:rPr>
        <w:t>O Presidente confere se todos votaram e informa:</w:t>
      </w:r>
    </w:p>
    <w:p w14:paraId="200D51C3" w14:textId="77777777" w:rsidR="00E5674F" w:rsidRPr="00940241" w:rsidRDefault="00E5674F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141C57">
        <w:rPr>
          <w:rFonts w:ascii="Arial" w:hAnsi="Arial" w:cs="Arial"/>
          <w:caps/>
          <w:szCs w:val="24"/>
          <w:highlight w:val="green"/>
          <w:lang w:eastAsia="ko-KR"/>
        </w:rPr>
        <w:t>VOU ENcERRAR A VOTAÇÃO.</w:t>
      </w:r>
    </w:p>
    <w:p w14:paraId="39684CFE" w14:textId="77777777" w:rsidR="001E2876" w:rsidRPr="00940241" w:rsidRDefault="001E2876" w:rsidP="00281CD0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940241">
        <w:rPr>
          <w:rFonts w:ascii="Arial" w:hAnsi="Arial" w:cs="Arial"/>
          <w:szCs w:val="24"/>
        </w:rPr>
        <w:t xml:space="preserve">A </w:t>
      </w:r>
      <w:r>
        <w:rPr>
          <w:rFonts w:ascii="Arial" w:hAnsi="Arial" w:cs="Arial"/>
          <w:caps/>
          <w:szCs w:val="24"/>
          <w:lang w:eastAsia="ko-KR"/>
        </w:rPr>
        <w:t>EMENDA</w:t>
      </w:r>
      <w:r w:rsidRPr="00940241">
        <w:rPr>
          <w:rFonts w:ascii="Arial" w:hAnsi="Arial" w:cs="Arial"/>
          <w:caps/>
          <w:szCs w:val="24"/>
          <w:lang w:eastAsia="ko-KR"/>
        </w:rPr>
        <w:t xml:space="preserve"> nº ___ </w:t>
      </w:r>
      <w:r w:rsidRPr="00940241">
        <w:rPr>
          <w:rFonts w:ascii="Arial" w:hAnsi="Arial" w:cs="Arial"/>
          <w:szCs w:val="24"/>
        </w:rPr>
        <w:t>FOI (APROVADA/REJEITADA).</w:t>
      </w:r>
    </w:p>
    <w:p w14:paraId="715E77E0" w14:textId="7F17C112" w:rsidR="00734D84" w:rsidRDefault="001E2876" w:rsidP="00281CD0">
      <w:pPr>
        <w:spacing w:line="360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(Repetir este passo até que todas as emendas sejam votadas)</w:t>
      </w:r>
    </w:p>
    <w:p w14:paraId="4D56BEE2" w14:textId="77777777" w:rsidR="00734D84" w:rsidRDefault="00734D84">
      <w:pPr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br w:type="page"/>
      </w:r>
    </w:p>
    <w:p w14:paraId="68C8EC22" w14:textId="77777777" w:rsidR="001E2876" w:rsidRDefault="001E2876" w:rsidP="00281CD0">
      <w:pPr>
        <w:spacing w:line="360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</w:p>
    <w:p w14:paraId="590FFBA4" w14:textId="77777777" w:rsidR="001E2876" w:rsidRPr="00B73532" w:rsidRDefault="001E2876" w:rsidP="001E2876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5" w:name="_Ref181712162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Encerrando a Ordem do Dia,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  <w:bookmarkEnd w:id="5"/>
    </w:p>
    <w:p w14:paraId="55359F43" w14:textId="24B27CF9" w:rsidR="001E2876" w:rsidRPr="00940241" w:rsidRDefault="001E2876" w:rsidP="001E2876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 xml:space="preserve">NÃO </w:t>
      </w:r>
      <w:r w:rsidRPr="00940241">
        <w:rPr>
          <w:rFonts w:ascii="Arial" w:hAnsi="Arial" w:cs="Arial"/>
          <w:szCs w:val="24"/>
        </w:rPr>
        <w:t>HAVENDO</w:t>
      </w:r>
      <w:r w:rsidRPr="00940241">
        <w:rPr>
          <w:rFonts w:ascii="Arial" w:hAnsi="Arial" w:cs="Arial"/>
          <w:szCs w:val="24"/>
          <w:lang w:eastAsia="ko-KR"/>
        </w:rPr>
        <w:t xml:space="preserve"> MAIS MATÉRIA A SER TRATADA NA ORDEM DO DIA, PASSAREMOS </w:t>
      </w:r>
      <w:r w:rsidRPr="001E2876">
        <w:rPr>
          <w:rFonts w:ascii="Arial" w:hAnsi="Arial" w:cs="Arial"/>
          <w:szCs w:val="24"/>
          <w:lang w:eastAsia="ko-KR"/>
        </w:rPr>
        <w:t>À FASE DA SESSÃO ORDINÁRIA EM QUE SERÃO LIDOS E VOTADOS, CONFORME DISCIPLINADO, OS EXPEDIENTES DOS VEREADORES</w:t>
      </w:r>
      <w:r w:rsidRPr="00940241">
        <w:rPr>
          <w:rFonts w:ascii="Arial" w:hAnsi="Arial" w:cs="Arial"/>
          <w:szCs w:val="24"/>
          <w:lang w:eastAsia="ko-KR"/>
        </w:rPr>
        <w:t>.</w:t>
      </w:r>
    </w:p>
    <w:p w14:paraId="2D4AC206" w14:textId="77777777" w:rsidR="001E2876" w:rsidRDefault="001E2876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</w:p>
    <w:p w14:paraId="41FB36C6" w14:textId="517EAD11" w:rsidR="001E2876" w:rsidRPr="00FC5D80" w:rsidRDefault="001E2876" w:rsidP="001E2876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</w:rPr>
        <w:t>ENTÃO</w:t>
      </w:r>
      <w:r w:rsidRPr="00FC5D80">
        <w:rPr>
          <w:rFonts w:ascii="Arial" w:hAnsi="Arial" w:cs="Arial"/>
          <w:szCs w:val="28"/>
        </w:rPr>
        <w:t xml:space="preserve">, SOLICITO </w:t>
      </w:r>
      <w:r w:rsidR="00E244F6">
        <w:rPr>
          <w:rFonts w:ascii="Arial" w:hAnsi="Arial" w:cs="Arial"/>
          <w:szCs w:val="28"/>
        </w:rPr>
        <w:t xml:space="preserve">À 1ª SECRETÁRIA </w:t>
      </w:r>
      <w:r w:rsidRPr="00FC5D80">
        <w:rPr>
          <w:rFonts w:ascii="Arial" w:hAnsi="Arial" w:cs="Arial"/>
          <w:szCs w:val="28"/>
        </w:rPr>
        <w:t>QUE FAÇA A LEITURA DAS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caps/>
          <w:szCs w:val="28"/>
        </w:rPr>
        <w:t>SÍNTESES</w:t>
      </w:r>
      <w:r w:rsidRPr="00FC5D80">
        <w:rPr>
          <w:rFonts w:ascii="Arial" w:hAnsi="Arial" w:cs="Arial"/>
          <w:szCs w:val="28"/>
          <w:lang w:eastAsia="ko-KR"/>
        </w:rPr>
        <w:t xml:space="preserve"> DAS </w:t>
      </w:r>
      <w:r w:rsidRPr="00FC5D80">
        <w:rPr>
          <w:rFonts w:ascii="Arial" w:hAnsi="Arial" w:cs="Arial"/>
          <w:b/>
          <w:szCs w:val="28"/>
          <w:u w:val="single"/>
        </w:rPr>
        <w:t>MOÇÕES</w:t>
      </w:r>
      <w:r w:rsidRPr="00FC5D80">
        <w:rPr>
          <w:rFonts w:ascii="Arial" w:hAnsi="Arial" w:cs="Arial"/>
          <w:szCs w:val="28"/>
          <w:lang w:eastAsia="ko-KR"/>
        </w:rPr>
        <w:t xml:space="preserve"> PROTOCOLADAS PARA ESTA SESSÃO</w:t>
      </w:r>
      <w:r w:rsidR="00E40A35">
        <w:rPr>
          <w:rFonts w:ascii="Arial" w:hAnsi="Arial" w:cs="Arial"/>
          <w:szCs w:val="28"/>
          <w:lang w:eastAsia="ko-KR"/>
        </w:rPr>
        <w:t>.</w:t>
      </w:r>
    </w:p>
    <w:p w14:paraId="13AE994C" w14:textId="6D793803" w:rsidR="00F64DD4" w:rsidRPr="00DB5F7F" w:rsidRDefault="00E244F6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FFFFFF" w:themeColor="background1"/>
          <w:szCs w:val="28"/>
        </w:rPr>
      </w:pPr>
      <w:r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A 1ª </w:t>
      </w:r>
      <w:proofErr w:type="spellStart"/>
      <w:r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SECRETÁRIA</w:t>
      </w:r>
      <w:r w:rsidR="00350ACA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lê</w:t>
      </w:r>
      <w:proofErr w:type="spellEnd"/>
      <w:r w:rsidR="00350ACA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o </w:t>
      </w:r>
      <w:r w:rsidR="009C68A3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Relatório</w:t>
      </w:r>
      <w:r w:rsidR="00350ACA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de Moções</w:t>
      </w:r>
      <w:r w:rsidR="00F64DD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.</w:t>
      </w:r>
    </w:p>
    <w:p w14:paraId="2C3BC064" w14:textId="56AE4D80" w:rsidR="00F64DD4" w:rsidRPr="00FC5D80" w:rsidRDefault="00F64DD4" w:rsidP="00F24C4F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Em caso de solicitação de leitura na íntegra, </w:t>
      </w:r>
      <w:r w:rsidR="00E40A35">
        <w:rPr>
          <w:rFonts w:ascii="Arial" w:hAnsi="Arial" w:cs="Arial"/>
          <w:szCs w:val="28"/>
          <w:highlight w:val="yellow"/>
          <w:lang w:eastAsia="ko-KR"/>
        </w:rPr>
        <w:t>a</w:t>
      </w:r>
      <w:r w:rsidR="00E244F6">
        <w:rPr>
          <w:rFonts w:ascii="Arial" w:hAnsi="Arial" w:cs="Arial"/>
          <w:szCs w:val="28"/>
          <w:highlight w:val="yellow"/>
          <w:lang w:eastAsia="ko-KR"/>
        </w:rPr>
        <w:t xml:space="preserve"> 1ª SECRETÁRIA</w:t>
      </w:r>
      <w:r w:rsidR="00E40A35">
        <w:rPr>
          <w:rFonts w:ascii="Arial" w:hAnsi="Arial" w:cs="Arial"/>
          <w:szCs w:val="28"/>
          <w:highlight w:val="yellow"/>
          <w:lang w:eastAsia="ko-KR"/>
        </w:rPr>
        <w:t xml:space="preserve"> 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faz a leitura da Moção solicitada e prossegue no </w:t>
      </w:r>
      <w:r w:rsidR="009C68A3" w:rsidRPr="00FC5D80">
        <w:rPr>
          <w:rFonts w:ascii="Arial" w:hAnsi="Arial" w:cs="Arial"/>
          <w:szCs w:val="28"/>
          <w:highlight w:val="yellow"/>
          <w:lang w:eastAsia="ko-KR"/>
        </w:rPr>
        <w:t>Relatório</w:t>
      </w:r>
      <w:r w:rsidRPr="00FC5D80">
        <w:rPr>
          <w:rFonts w:ascii="Arial" w:hAnsi="Arial" w:cs="Arial"/>
          <w:szCs w:val="28"/>
          <w:highlight w:val="yellow"/>
          <w:lang w:eastAsia="ko-KR"/>
        </w:rPr>
        <w:t>.</w:t>
      </w:r>
    </w:p>
    <w:p w14:paraId="0B50969F" w14:textId="7AB00746" w:rsidR="00683A23" w:rsidRPr="00FC5D80" w:rsidRDefault="00FD548E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Quando </w:t>
      </w:r>
      <w:r w:rsidRPr="00FC5D80">
        <w:rPr>
          <w:rFonts w:ascii="Arial" w:hAnsi="Arial" w:cs="Arial"/>
          <w:b/>
          <w:bCs/>
          <w:color w:val="1F497D" w:themeColor="text2"/>
          <w:szCs w:val="28"/>
        </w:rPr>
        <w:t>acabarem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as Moções, </w:t>
      </w:r>
      <w:r w:rsidR="00E40A35">
        <w:rPr>
          <w:rFonts w:ascii="Arial" w:hAnsi="Arial" w:cs="Arial"/>
          <w:b/>
          <w:bCs/>
          <w:color w:val="1F497D" w:themeColor="text2"/>
          <w:szCs w:val="28"/>
          <w:lang w:eastAsia="ko-KR"/>
        </w:rPr>
        <w:t>a</w:t>
      </w:r>
      <w:r w:rsidR="00E244F6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</w:t>
      </w:r>
      <w:r w:rsidR="00E244F6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1ª SECRETÁRIA</w:t>
      </w:r>
      <w:r w:rsidR="00E40A35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di</w:t>
      </w:r>
      <w:r w:rsidR="00530880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z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4E7D2914" w14:textId="5EB4F103" w:rsidR="005B7EA9" w:rsidRDefault="00FD548E" w:rsidP="00CF560F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MOÇÕES, </w:t>
      </w:r>
      <w:r w:rsidR="002033DA" w:rsidRPr="00FC5D80">
        <w:rPr>
          <w:rFonts w:ascii="Arial" w:hAnsi="Arial" w:cs="Arial"/>
          <w:szCs w:val="28"/>
          <w:highlight w:val="yellow"/>
          <w:lang w:eastAsia="ko-KR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>!</w:t>
      </w:r>
    </w:p>
    <w:p w14:paraId="5E8EE59E" w14:textId="2B0BBCF6" w:rsidR="00CF560F" w:rsidRDefault="00CF560F">
      <w:pPr>
        <w:rPr>
          <w:rFonts w:ascii="Arial" w:hAnsi="Arial" w:cs="Arial"/>
          <w:szCs w:val="28"/>
          <w:highlight w:val="yellow"/>
          <w:lang w:eastAsia="ko-KR"/>
        </w:rPr>
      </w:pPr>
      <w:r>
        <w:rPr>
          <w:rFonts w:ascii="Arial" w:hAnsi="Arial" w:cs="Arial"/>
          <w:szCs w:val="28"/>
          <w:highlight w:val="yellow"/>
          <w:lang w:eastAsia="ko-KR"/>
        </w:rPr>
        <w:br w:type="page"/>
      </w:r>
    </w:p>
    <w:p w14:paraId="2DB3AEFB" w14:textId="77777777" w:rsidR="0061668D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</w:t>
      </w:r>
      <w:r w:rsidR="00506067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a 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leitura dos 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REQUERIMENTOS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614CA3A8" w14:textId="5F0BEF92" w:rsidR="00706EA5" w:rsidRPr="00FC5D80" w:rsidRDefault="00706EA5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</w:rPr>
        <w:t>SOLICITO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szCs w:val="28"/>
          <w:lang w:eastAsia="ko-KR"/>
        </w:rPr>
        <w:t>AO</w:t>
      </w:r>
      <w:r w:rsidR="00014BD1" w:rsidRPr="00FC5D80">
        <w:rPr>
          <w:rFonts w:ascii="Arial" w:hAnsi="Arial" w:cs="Arial"/>
          <w:szCs w:val="28"/>
          <w:lang w:eastAsia="ko-KR"/>
        </w:rPr>
        <w:t xml:space="preserve"> </w:t>
      </w:r>
      <w:r w:rsidR="00014BD1" w:rsidRPr="001D32A2">
        <w:rPr>
          <w:rFonts w:ascii="Arial" w:hAnsi="Arial" w:cs="Arial"/>
          <w:b/>
          <w:szCs w:val="28"/>
          <w:highlight w:val="cyan"/>
          <w:lang w:eastAsia="ko-KR"/>
        </w:rPr>
        <w:t>2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º</w:t>
      </w:r>
      <w:r w:rsidR="00211A24" w:rsidRPr="001D32A2">
        <w:rPr>
          <w:rFonts w:ascii="Arial" w:hAnsi="Arial" w:cs="Arial"/>
          <w:b/>
          <w:szCs w:val="28"/>
          <w:highlight w:val="cyan"/>
          <w:lang w:eastAsia="ko-KR"/>
        </w:rPr>
        <w:t xml:space="preserve"> </w:t>
      </w:r>
      <w:r w:rsidR="00574659" w:rsidRPr="001D32A2">
        <w:rPr>
          <w:rFonts w:ascii="Arial" w:hAnsi="Arial" w:cs="Arial"/>
          <w:b/>
          <w:caps/>
          <w:szCs w:val="28"/>
          <w:highlight w:val="cyan"/>
        </w:rPr>
        <w:t>SECRETÁRI</w:t>
      </w:r>
      <w:r w:rsidR="0087049C" w:rsidRPr="001D32A2">
        <w:rPr>
          <w:rFonts w:ascii="Arial" w:hAnsi="Arial" w:cs="Arial"/>
          <w:b/>
          <w:caps/>
          <w:szCs w:val="28"/>
          <w:highlight w:val="cyan"/>
        </w:rPr>
        <w:t>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3E574C" w:rsidRPr="00FC5D80">
        <w:rPr>
          <w:rFonts w:ascii="Arial" w:hAnsi="Arial" w:cs="Arial"/>
          <w:szCs w:val="28"/>
          <w:lang w:eastAsia="ko-KR"/>
        </w:rPr>
        <w:t xml:space="preserve">QUE FAÇA </w:t>
      </w:r>
      <w:r w:rsidR="00C602BC" w:rsidRPr="00FC5D80">
        <w:rPr>
          <w:rFonts w:ascii="Arial" w:hAnsi="Arial" w:cs="Arial"/>
          <w:szCs w:val="28"/>
          <w:lang w:eastAsia="ko-KR"/>
        </w:rPr>
        <w:t xml:space="preserve">A LEITURA </w:t>
      </w:r>
      <w:r w:rsidR="00212E98" w:rsidRPr="00FC5D80">
        <w:rPr>
          <w:rFonts w:ascii="Arial" w:hAnsi="Arial" w:cs="Arial"/>
          <w:szCs w:val="28"/>
          <w:lang w:eastAsia="ko-KR"/>
        </w:rPr>
        <w:t>DAS SÍNTESES</w:t>
      </w:r>
      <w:r w:rsidR="00C602BC" w:rsidRPr="00FC5D80">
        <w:rPr>
          <w:rFonts w:ascii="Arial" w:hAnsi="Arial" w:cs="Arial"/>
          <w:szCs w:val="28"/>
          <w:lang w:eastAsia="ko-KR"/>
        </w:rPr>
        <w:t xml:space="preserve"> D</w:t>
      </w:r>
      <w:r w:rsidRPr="00FC5D80">
        <w:rPr>
          <w:rFonts w:ascii="Arial" w:hAnsi="Arial" w:cs="Arial"/>
          <w:szCs w:val="28"/>
          <w:lang w:eastAsia="ko-KR"/>
        </w:rPr>
        <w:t xml:space="preserve">OS </w:t>
      </w:r>
      <w:r w:rsidRPr="00FC5D80">
        <w:rPr>
          <w:rFonts w:ascii="Arial" w:hAnsi="Arial" w:cs="Arial"/>
          <w:caps/>
          <w:szCs w:val="28"/>
        </w:rPr>
        <w:t>REQUERIMENTOS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F90A5C" w:rsidRPr="00FC5D80">
        <w:rPr>
          <w:rFonts w:ascii="Arial" w:hAnsi="Arial" w:cs="Arial"/>
          <w:szCs w:val="28"/>
        </w:rPr>
        <w:t>PROTOCOLADOS</w:t>
      </w:r>
      <w:r w:rsidR="00F90A5C" w:rsidRPr="00FC5D80">
        <w:rPr>
          <w:rFonts w:ascii="Arial" w:hAnsi="Arial" w:cs="Arial"/>
          <w:szCs w:val="28"/>
          <w:lang w:eastAsia="ko-KR"/>
        </w:rPr>
        <w:t xml:space="preserve"> PARA ESTA</w:t>
      </w:r>
      <w:r w:rsidRPr="00FC5D80">
        <w:rPr>
          <w:rFonts w:ascii="Arial" w:hAnsi="Arial" w:cs="Arial"/>
          <w:szCs w:val="28"/>
          <w:lang w:eastAsia="ko-KR"/>
        </w:rPr>
        <w:t xml:space="preserve"> SESSÃO</w:t>
      </w:r>
      <w:r w:rsidR="005D1FF6" w:rsidRPr="00FC5D80">
        <w:rPr>
          <w:rFonts w:ascii="Arial" w:hAnsi="Arial" w:cs="Arial"/>
          <w:szCs w:val="28"/>
          <w:lang w:eastAsia="ko-KR"/>
        </w:rPr>
        <w:t>.</w:t>
      </w:r>
    </w:p>
    <w:p w14:paraId="542F4104" w14:textId="39BE4200" w:rsidR="00E63DFA" w:rsidRPr="00FC5D80" w:rsidRDefault="0005584B" w:rsidP="00BF05EC">
      <w:pPr>
        <w:numPr>
          <w:ilvl w:val="0"/>
          <w:numId w:val="3"/>
        </w:numPr>
        <w:pBdr>
          <w:top w:val="single" w:sz="4" w:space="1" w:color="auto"/>
          <w:bottom w:val="single" w:sz="4" w:space="1" w:color="auto"/>
        </w:pBd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Caso não haja solicitaç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de leitura na íntegra ou votação,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1D32A2">
        <w:rPr>
          <w:rFonts w:ascii="Arial" w:hAnsi="Arial" w:cs="Arial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D54A06" w:rsidRPr="00FC5D80">
        <w:rPr>
          <w:rFonts w:ascii="Arial" w:hAnsi="Arial" w:cs="Arial"/>
          <w:color w:val="FF0000"/>
          <w:szCs w:val="28"/>
          <w:lang w:eastAsia="ko-KR"/>
        </w:rPr>
        <w:t xml:space="preserve">apenas 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9C68A3" w:rsidRPr="00FC5D80">
        <w:rPr>
          <w:rFonts w:ascii="Arial" w:hAnsi="Arial" w:cs="Arial"/>
          <w:color w:val="FF0000"/>
          <w:szCs w:val="28"/>
          <w:lang w:eastAsia="ko-KR"/>
        </w:rPr>
        <w:t>Relatório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>. (Após</w:t>
      </w:r>
      <w:r w:rsidR="00DD1596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 xml:space="preserve"> seguir para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item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begin"/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instrText xml:space="preserve"> REF _Ref526255634 \r \h </w:instrText>
      </w:r>
      <w:r w:rsidR="00092897" w:rsidRPr="00FC5D80">
        <w:rPr>
          <w:rFonts w:ascii="Arial" w:hAnsi="Arial" w:cs="Arial"/>
          <w:color w:val="FF0000"/>
          <w:szCs w:val="28"/>
          <w:lang w:eastAsia="ko-KR"/>
        </w:rPr>
        <w:instrText xml:space="preserve"> \* MERGEFORMAT </w:instrTex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separate"/>
      </w:r>
      <w:r w:rsidR="008C3F2B">
        <w:rPr>
          <w:rFonts w:ascii="Arial" w:hAnsi="Arial" w:cs="Arial"/>
          <w:color w:val="FF0000"/>
          <w:szCs w:val="28"/>
          <w:lang w:eastAsia="ko-KR"/>
        </w:rPr>
        <w:t>17.7)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end"/>
      </w:r>
    </w:p>
    <w:p w14:paraId="33DE2041" w14:textId="6300F598" w:rsidR="00C35E91" w:rsidRPr="00FC5D80" w:rsidRDefault="002033DA" w:rsidP="00BF05EC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na íntegra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="00BF05EC" w:rsidRPr="001D32A2">
        <w:rPr>
          <w:rFonts w:ascii="Arial" w:hAnsi="Arial" w:cs="Arial"/>
          <w:szCs w:val="28"/>
          <w:lang w:eastAsia="ko-KR"/>
        </w:rPr>
        <w:t xml:space="preserve">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na íntegra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o Requerimento e prossegue no Relatório.</w:t>
      </w:r>
    </w:p>
    <w:p w14:paraId="6B88235F" w14:textId="4708CA19" w:rsidR="00C35E91" w:rsidRPr="00FC5D80" w:rsidRDefault="002033DA" w:rsidP="00BF05EC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 apenas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="00C35E91" w:rsidRPr="001D32A2">
        <w:rPr>
          <w:rFonts w:ascii="Arial" w:hAnsi="Arial" w:cs="Arial"/>
          <w:szCs w:val="28"/>
          <w:lang w:eastAsia="ko-KR"/>
        </w:rPr>
        <w:t xml:space="preserve">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lê a </w:t>
      </w:r>
      <w:r w:rsidR="00BF05EC"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ementa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e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diz:</w:t>
      </w:r>
    </w:p>
    <w:p w14:paraId="60C1D178" w14:textId="77777777" w:rsidR="00B11B06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REQUERIMENTO!</w:t>
      </w:r>
    </w:p>
    <w:p w14:paraId="068DE068" w14:textId="5FB14D3A" w:rsidR="00C35E91" w:rsidRPr="00FC5D80" w:rsidRDefault="00472765" w:rsidP="00F24C4F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</w:t>
      </w:r>
      <w:r w:rsidR="00B11B06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Requerimento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em votação</w:t>
      </w:r>
      <w:r w:rsidR="009C68A3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_Ref935709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8C3F2B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17.4)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0BE6BA45" w14:textId="411EFAF9" w:rsidR="00C35E91" w:rsidRPr="00FC5D80" w:rsidRDefault="002033DA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Solicitadas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e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="00BF05EC" w:rsidRPr="001D32A2">
        <w:rPr>
          <w:rFonts w:ascii="Arial" w:hAnsi="Arial" w:cs="Arial"/>
          <w:szCs w:val="28"/>
          <w:lang w:eastAsia="ko-KR"/>
        </w:rPr>
        <w:t xml:space="preserve"> </w:t>
      </w:r>
      <w:r w:rsidR="002338B9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BF05EC"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texto na íntegra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e diz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:</w:t>
      </w:r>
    </w:p>
    <w:p w14:paraId="2D849D4B" w14:textId="77777777" w:rsidR="00BF05EC" w:rsidRPr="00FC5D80" w:rsidRDefault="00BF05EC" w:rsidP="00BF05EC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bookmarkStart w:id="6" w:name="_Ref526255980"/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REQUERIMENTO!</w:t>
      </w:r>
    </w:p>
    <w:p w14:paraId="539310E0" w14:textId="22632E98" w:rsidR="00BF05EC" w:rsidRPr="00FC5D80" w:rsidRDefault="00BF05EC" w:rsidP="00BF05EC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Requerimento em votação,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_Ref935709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8C3F2B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17.4)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4BFB37EB" w14:textId="08CCB7D1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7" w:name="_Ref935709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Não havendo justificativas</w:t>
      </w:r>
      <w:r w:rsidR="007C61A4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(1 minuto)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ou após elas, </w:t>
      </w:r>
      <w:r w:rsidR="00EF5EB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  <w:bookmarkEnd w:id="6"/>
      <w:bookmarkEnd w:id="7"/>
    </w:p>
    <w:p w14:paraId="7F9D0457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 </w:t>
      </w:r>
      <w:r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caps/>
          <w:szCs w:val="28"/>
          <w:lang w:eastAsia="ko-KR"/>
        </w:rPr>
        <w:t xml:space="preserve"> ESTÁ EM VOTAÇÃO.</w:t>
      </w:r>
    </w:p>
    <w:p w14:paraId="5FF30C86" w14:textId="77777777" w:rsidR="0028343C" w:rsidRPr="00A517E5" w:rsidRDefault="0028343C" w:rsidP="0028343C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szCs w:val="28"/>
          <w:highlight w:val="green"/>
          <w:lang w:eastAsia="ko-KR"/>
        </w:rPr>
      </w:pPr>
      <w:r w:rsidRPr="00A517E5">
        <w:rPr>
          <w:rFonts w:ascii="Arial" w:hAnsi="Arial" w:cs="Arial"/>
          <w:b/>
          <w:szCs w:val="28"/>
          <w:highlight w:val="green"/>
          <w:lang w:eastAsia="ko-KR"/>
        </w:rPr>
        <w:t>O Presidente confere se todos votaram e informa:</w:t>
      </w:r>
    </w:p>
    <w:p w14:paraId="45BC72DE" w14:textId="6B23AD52" w:rsidR="00C35E91" w:rsidRPr="0028343C" w:rsidRDefault="0028343C" w:rsidP="0028343C">
      <w:pPr>
        <w:spacing w:line="360" w:lineRule="auto"/>
        <w:ind w:left="851"/>
        <w:jc w:val="both"/>
        <w:rPr>
          <w:rFonts w:ascii="Arial" w:hAnsi="Arial" w:cs="Arial"/>
          <w:b/>
          <w:caps/>
          <w:szCs w:val="28"/>
          <w:lang w:eastAsia="ko-KR"/>
        </w:rPr>
      </w:pPr>
      <w:r w:rsidRPr="0028343C">
        <w:rPr>
          <w:rFonts w:ascii="Arial" w:hAnsi="Arial" w:cs="Arial"/>
          <w:b/>
          <w:caps/>
          <w:szCs w:val="28"/>
          <w:highlight w:val="green"/>
          <w:lang w:eastAsia="ko-KR"/>
        </w:rPr>
        <w:t>VOU ENCERRAR A VOTAÇÃO.</w:t>
      </w:r>
    </w:p>
    <w:p w14:paraId="698F92D3" w14:textId="77777777" w:rsidR="00C35E91" w:rsidRPr="00FC5D80" w:rsidRDefault="00C35E91" w:rsidP="00290FF9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8" w:name="_Ref526256135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Após a votação, </w:t>
      </w:r>
      <w:r w:rsidR="00EF5EB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anuncia o resultado:</w:t>
      </w:r>
      <w:bookmarkEnd w:id="8"/>
    </w:p>
    <w:p w14:paraId="4400A33C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 </w:t>
      </w:r>
      <w:r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szCs w:val="28"/>
        </w:rPr>
        <w:t xml:space="preserve"> FOI (APROVADO/REJEITADO).</w:t>
      </w:r>
    </w:p>
    <w:p w14:paraId="678314EE" w14:textId="77777777" w:rsidR="00C35E91" w:rsidRPr="00FC5D80" w:rsidRDefault="00C35E91" w:rsidP="00092897">
      <w:pPr>
        <w:spacing w:line="360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PRÓXIMO </w:t>
      </w:r>
      <w:r w:rsidR="006D7A14"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szCs w:val="28"/>
        </w:rPr>
        <w:t>!</w:t>
      </w:r>
    </w:p>
    <w:p w14:paraId="2AC6CA06" w14:textId="37973C03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bookmarkStart w:id="9" w:name="_Ref526255634"/>
      <w:r w:rsidRPr="00FC5D80">
        <w:rPr>
          <w:rFonts w:ascii="Arial" w:hAnsi="Arial" w:cs="Arial"/>
          <w:color w:val="FF0000"/>
          <w:szCs w:val="28"/>
          <w:lang w:eastAsia="ko-KR"/>
        </w:rPr>
        <w:t xml:space="preserve">Quando acabarem os Requerimentos,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1D32A2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color w:val="FF0000"/>
          <w:szCs w:val="28"/>
          <w:lang w:eastAsia="ko-KR"/>
        </w:rPr>
        <w:t>diz:</w:t>
      </w:r>
      <w:bookmarkEnd w:id="9"/>
    </w:p>
    <w:p w14:paraId="274120AC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  <w:highlight w:val="yellow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</w:rPr>
        <w:t xml:space="preserve"> </w:t>
      </w:r>
      <w:r w:rsidRPr="00FC5D80">
        <w:rPr>
          <w:rFonts w:ascii="Arial" w:hAnsi="Arial" w:cs="Arial"/>
          <w:szCs w:val="28"/>
          <w:highlight w:val="yellow"/>
          <w:lang w:eastAsia="ko-KR"/>
        </w:rPr>
        <w:t>REQUERIMENTOS</w:t>
      </w:r>
      <w:r w:rsidRPr="00FC5D80">
        <w:rPr>
          <w:rFonts w:ascii="Arial" w:hAnsi="Arial" w:cs="Arial"/>
          <w:szCs w:val="28"/>
          <w:highlight w:val="yellow"/>
        </w:rPr>
        <w:t xml:space="preserve">, </w:t>
      </w:r>
      <w:r w:rsidR="002033DA" w:rsidRPr="00FC5D80">
        <w:rPr>
          <w:rFonts w:ascii="Arial" w:hAnsi="Arial" w:cs="Arial"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</w:rPr>
        <w:t>!</w:t>
      </w:r>
    </w:p>
    <w:p w14:paraId="088F2DD2" w14:textId="77777777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Para 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concluir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 apreciação dos Requerimentos, </w:t>
      </w:r>
      <w:r w:rsidR="00F668D4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77DD81C4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OS </w:t>
      </w:r>
      <w:r w:rsidRPr="00FC5D80">
        <w:rPr>
          <w:rFonts w:ascii="Arial" w:hAnsi="Arial" w:cs="Arial"/>
          <w:caps/>
          <w:szCs w:val="28"/>
        </w:rPr>
        <w:t>REQUERIMENTOS</w:t>
      </w:r>
      <w:r w:rsidRPr="00FC5D80">
        <w:rPr>
          <w:rFonts w:ascii="Arial" w:hAnsi="Arial" w:cs="Arial"/>
          <w:szCs w:val="28"/>
        </w:rPr>
        <w:t xml:space="preserve"> FORAM APRECIADOS, NA FORMA REGIMENTAL.</w:t>
      </w:r>
    </w:p>
    <w:p w14:paraId="07C82A0D" w14:textId="77777777" w:rsidR="006B03AF" w:rsidRPr="00FC5D80" w:rsidRDefault="006B03AF" w:rsidP="00092897">
      <w:pPr>
        <w:spacing w:line="360" w:lineRule="auto"/>
        <w:ind w:left="851" w:hanging="851"/>
        <w:rPr>
          <w:rFonts w:ascii="Arial" w:hAnsi="Arial" w:cs="Arial"/>
          <w:b/>
          <w:szCs w:val="28"/>
        </w:rPr>
      </w:pPr>
      <w:r w:rsidRPr="00FC5D80">
        <w:rPr>
          <w:rFonts w:ascii="Arial" w:hAnsi="Arial" w:cs="Arial"/>
          <w:b/>
          <w:szCs w:val="28"/>
        </w:rPr>
        <w:br w:type="page"/>
      </w:r>
    </w:p>
    <w:p w14:paraId="2501F34A" w14:textId="77777777" w:rsidR="003058CD" w:rsidRPr="00FC5D80" w:rsidRDefault="003058CD" w:rsidP="003058CD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leitura dos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PEDIDOS DE INFORMAÇÕES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56DF2B0F" w14:textId="74644362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</w:rPr>
        <w:t>SOLICITO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szCs w:val="28"/>
          <w:lang w:eastAsia="ko-KR"/>
        </w:rPr>
        <w:t>AO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1D32A2">
        <w:rPr>
          <w:rFonts w:ascii="Arial" w:hAnsi="Arial" w:cs="Arial"/>
          <w:b/>
          <w:szCs w:val="28"/>
          <w:highlight w:val="cyan"/>
          <w:lang w:eastAsia="ko-KR"/>
        </w:rPr>
        <w:t>2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º</w:t>
      </w:r>
      <w:r w:rsidRPr="001D32A2">
        <w:rPr>
          <w:rFonts w:ascii="Arial" w:hAnsi="Arial" w:cs="Arial"/>
          <w:b/>
          <w:szCs w:val="28"/>
          <w:highlight w:val="cyan"/>
          <w:lang w:eastAsia="ko-KR"/>
        </w:rPr>
        <w:t xml:space="preserve"> </w:t>
      </w:r>
      <w:r w:rsidRPr="001D32A2">
        <w:rPr>
          <w:rFonts w:ascii="Arial" w:hAnsi="Arial" w:cs="Arial"/>
          <w:b/>
          <w:caps/>
          <w:szCs w:val="28"/>
          <w:highlight w:val="cyan"/>
        </w:rPr>
        <w:t>SECRETÁRI</w:t>
      </w:r>
      <w:r w:rsidR="0087049C" w:rsidRPr="001D32A2">
        <w:rPr>
          <w:rFonts w:ascii="Arial" w:hAnsi="Arial" w:cs="Arial"/>
          <w:b/>
          <w:caps/>
          <w:szCs w:val="28"/>
          <w:highlight w:val="cyan"/>
        </w:rPr>
        <w:t>O</w:t>
      </w:r>
      <w:r w:rsidRPr="00FC5D80">
        <w:rPr>
          <w:rFonts w:ascii="Arial" w:hAnsi="Arial" w:cs="Arial"/>
          <w:szCs w:val="28"/>
          <w:lang w:eastAsia="ko-KR"/>
        </w:rPr>
        <w:t xml:space="preserve"> QUE FAÇA A LEITURA DAS SÍNTESES DOS </w:t>
      </w:r>
      <w:r w:rsidRPr="00FC5D80">
        <w:rPr>
          <w:rFonts w:ascii="Arial" w:hAnsi="Arial" w:cs="Arial"/>
          <w:caps/>
          <w:szCs w:val="28"/>
        </w:rPr>
        <w:t>PEDIDOS DE INFORMAÇÕES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szCs w:val="28"/>
        </w:rPr>
        <w:t>PROTOCOLADOS</w:t>
      </w:r>
      <w:r w:rsidRPr="00FC5D80">
        <w:rPr>
          <w:rFonts w:ascii="Arial" w:hAnsi="Arial" w:cs="Arial"/>
          <w:szCs w:val="28"/>
          <w:lang w:eastAsia="ko-KR"/>
        </w:rPr>
        <w:t xml:space="preserve"> PARA ESTA SESSÃO.</w:t>
      </w:r>
    </w:p>
    <w:p w14:paraId="4A83BBBC" w14:textId="4AB077A1" w:rsidR="003058CD" w:rsidRPr="00FC5D80" w:rsidRDefault="003058CD" w:rsidP="003058CD">
      <w:pPr>
        <w:numPr>
          <w:ilvl w:val="0"/>
          <w:numId w:val="3"/>
        </w:numPr>
        <w:pBdr>
          <w:top w:val="single" w:sz="4" w:space="1" w:color="auto"/>
          <w:bottom w:val="single" w:sz="4" w:space="1" w:color="auto"/>
        </w:pBd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Caso não haja solicitação de leitura na íntegra ou votação,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1D32A2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lê apenas o Relatório. (Após, seguir para item </w:t>
      </w:r>
      <w:r w:rsidR="00D354E2">
        <w:rPr>
          <w:rFonts w:ascii="Arial" w:hAnsi="Arial" w:cs="Arial"/>
          <w:color w:val="FF0000"/>
          <w:szCs w:val="28"/>
          <w:lang w:eastAsia="ko-KR"/>
        </w:rPr>
        <w:fldChar w:fldCharType="begin"/>
      </w:r>
      <w:r w:rsidR="00D354E2">
        <w:rPr>
          <w:rFonts w:ascii="Arial" w:hAnsi="Arial" w:cs="Arial"/>
          <w:color w:val="FF0000"/>
          <w:szCs w:val="28"/>
          <w:lang w:eastAsia="ko-KR"/>
        </w:rPr>
        <w:instrText xml:space="preserve"> REF _Ref877341 \r \h </w:instrText>
      </w:r>
      <w:r w:rsidR="00D354E2">
        <w:rPr>
          <w:rFonts w:ascii="Arial" w:hAnsi="Arial" w:cs="Arial"/>
          <w:color w:val="FF0000"/>
          <w:szCs w:val="28"/>
          <w:lang w:eastAsia="ko-KR"/>
        </w:rPr>
      </w:r>
      <w:r w:rsidR="00D354E2">
        <w:rPr>
          <w:rFonts w:ascii="Arial" w:hAnsi="Arial" w:cs="Arial"/>
          <w:color w:val="FF0000"/>
          <w:szCs w:val="28"/>
          <w:lang w:eastAsia="ko-KR"/>
        </w:rPr>
        <w:fldChar w:fldCharType="separate"/>
      </w:r>
      <w:r w:rsidR="008C3F2B">
        <w:rPr>
          <w:rFonts w:ascii="Arial" w:hAnsi="Arial" w:cs="Arial"/>
          <w:color w:val="FF0000"/>
          <w:szCs w:val="28"/>
          <w:lang w:eastAsia="ko-KR"/>
        </w:rPr>
        <w:t>18.7)</w:t>
      </w:r>
      <w:r w:rsidR="00D354E2">
        <w:rPr>
          <w:rFonts w:ascii="Arial" w:hAnsi="Arial" w:cs="Arial"/>
          <w:color w:val="FF0000"/>
          <w:szCs w:val="28"/>
          <w:lang w:eastAsia="ko-KR"/>
        </w:rPr>
        <w:fldChar w:fldCharType="end"/>
      </w:r>
    </w:p>
    <w:p w14:paraId="3AC5FA9B" w14:textId="6D6A4652" w:rsidR="003058CD" w:rsidRPr="00FC5D80" w:rsidRDefault="003058CD" w:rsidP="003058CD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Solicitada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na íntegra,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1D32A2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na íntegra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34646" w:rsidRPr="00FC5D80">
        <w:rPr>
          <w:rFonts w:ascii="Arial" w:hAnsi="Arial" w:cs="Arial"/>
          <w:color w:val="FF0000"/>
          <w:szCs w:val="28"/>
          <w:lang w:eastAsia="ko-KR"/>
        </w:rPr>
        <w:t>Pedido de Informações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prossegue no Relatório.</w:t>
      </w:r>
    </w:p>
    <w:p w14:paraId="582BE7F2" w14:textId="01926830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 apenas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lê a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ementa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diz:</w:t>
      </w:r>
    </w:p>
    <w:p w14:paraId="276E0E60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PEDIDO DE INFORMAÇÕES!</w:t>
      </w:r>
    </w:p>
    <w:p w14:paraId="442A3C16" w14:textId="2C964BF6" w:rsidR="003058CD" w:rsidRPr="00FC5D80" w:rsidRDefault="0006229A" w:rsidP="003058CD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(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PI em votação,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_Ref877417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8C3F2B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18.4)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234FEF36" w14:textId="5C8EEC43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Solicitadas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2338B9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texto na íntegra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diz:</w:t>
      </w:r>
    </w:p>
    <w:p w14:paraId="4C98AE94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PEDIDO DE INFORMAÇÕES!</w:t>
      </w:r>
    </w:p>
    <w:p w14:paraId="186E33F1" w14:textId="4804B411" w:rsidR="003058CD" w:rsidRPr="00FC5D80" w:rsidRDefault="0006229A" w:rsidP="003058CD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(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PI em votação,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_Ref877417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8C3F2B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18.4)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</w:p>
    <w:p w14:paraId="56CB65AA" w14:textId="77777777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10" w:name="_Ref877417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Não havendo justificativas (1 minuto), ou após elas,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  <w:bookmarkEnd w:id="10"/>
    </w:p>
    <w:p w14:paraId="5407FEAD" w14:textId="77777777" w:rsidR="003058CD" w:rsidRDefault="003058CD" w:rsidP="003058CD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caps/>
          <w:szCs w:val="28"/>
          <w:lang w:eastAsia="ko-KR"/>
        </w:rPr>
        <w:t xml:space="preserve"> ESTÁ EM VOTAÇÃO.</w:t>
      </w:r>
    </w:p>
    <w:p w14:paraId="73354B9A" w14:textId="77777777" w:rsidR="0028343C" w:rsidRPr="00A517E5" w:rsidRDefault="0028343C" w:rsidP="0028343C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szCs w:val="28"/>
          <w:highlight w:val="green"/>
          <w:lang w:eastAsia="ko-KR"/>
        </w:rPr>
      </w:pPr>
      <w:r w:rsidRPr="00A517E5">
        <w:rPr>
          <w:rFonts w:ascii="Arial" w:hAnsi="Arial" w:cs="Arial"/>
          <w:b/>
          <w:szCs w:val="28"/>
          <w:highlight w:val="green"/>
          <w:lang w:eastAsia="ko-KR"/>
        </w:rPr>
        <w:t>O Presidente confere se todos votaram e informa:</w:t>
      </w:r>
    </w:p>
    <w:p w14:paraId="5EA23759" w14:textId="77777777" w:rsidR="0028343C" w:rsidRPr="0028343C" w:rsidRDefault="0028343C" w:rsidP="0028343C">
      <w:pPr>
        <w:spacing w:line="360" w:lineRule="auto"/>
        <w:ind w:left="851"/>
        <w:jc w:val="both"/>
        <w:rPr>
          <w:rFonts w:ascii="Arial" w:hAnsi="Arial" w:cs="Arial"/>
          <w:b/>
          <w:caps/>
          <w:szCs w:val="28"/>
          <w:lang w:eastAsia="ko-KR"/>
        </w:rPr>
      </w:pPr>
      <w:r w:rsidRPr="0028343C">
        <w:rPr>
          <w:rFonts w:ascii="Arial" w:hAnsi="Arial" w:cs="Arial"/>
          <w:b/>
          <w:caps/>
          <w:szCs w:val="28"/>
          <w:highlight w:val="green"/>
          <w:lang w:eastAsia="ko-KR"/>
        </w:rPr>
        <w:t>VOU ENCERRAR A VOTAÇÃO.</w:t>
      </w:r>
    </w:p>
    <w:p w14:paraId="1EF170A5" w14:textId="77777777" w:rsidR="003058CD" w:rsidRPr="00FC5D80" w:rsidRDefault="003058CD" w:rsidP="00540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Após a votação,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anuncia o resultado:</w:t>
      </w:r>
    </w:p>
    <w:p w14:paraId="2F7B1A92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szCs w:val="28"/>
        </w:rPr>
        <w:t xml:space="preserve"> FOI (APROVADO/REJEITADO).</w:t>
      </w:r>
    </w:p>
    <w:p w14:paraId="20B72876" w14:textId="77777777" w:rsidR="003058CD" w:rsidRPr="00FC5D80" w:rsidRDefault="003058CD" w:rsidP="003058CD">
      <w:pPr>
        <w:spacing w:line="360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PRÓXIMO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szCs w:val="28"/>
        </w:rPr>
        <w:t>!</w:t>
      </w:r>
    </w:p>
    <w:p w14:paraId="2D97ED0B" w14:textId="3997B952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bookmarkStart w:id="11" w:name="_Ref877341"/>
      <w:r w:rsidRPr="00FC5D80">
        <w:rPr>
          <w:rFonts w:ascii="Arial" w:hAnsi="Arial" w:cs="Arial"/>
          <w:color w:val="FF0000"/>
          <w:szCs w:val="28"/>
          <w:lang w:eastAsia="ko-KR"/>
        </w:rPr>
        <w:t xml:space="preserve">Quando acabarem os Pedidos de Informações,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diz:</w:t>
      </w:r>
      <w:bookmarkEnd w:id="11"/>
    </w:p>
    <w:p w14:paraId="386D7EFC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  <w:highlight w:val="yellow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</w:rPr>
        <w:t xml:space="preserve"> </w:t>
      </w:r>
      <w:r w:rsidRPr="00FC5D80">
        <w:rPr>
          <w:rFonts w:ascii="Arial" w:hAnsi="Arial" w:cs="Arial"/>
          <w:szCs w:val="28"/>
          <w:highlight w:val="yellow"/>
          <w:lang w:eastAsia="ko-KR"/>
        </w:rPr>
        <w:t>PEDIDO DE INFORMAÇÕES</w:t>
      </w:r>
      <w:r w:rsidRPr="00FC5D80">
        <w:rPr>
          <w:rFonts w:ascii="Arial" w:hAnsi="Arial" w:cs="Arial"/>
          <w:szCs w:val="28"/>
          <w:highlight w:val="yellow"/>
        </w:rPr>
        <w:t>, PRESIDENTE!</w:t>
      </w:r>
    </w:p>
    <w:p w14:paraId="5BAD6808" w14:textId="77777777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Para 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concluir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 apreciação dos </w:t>
      </w:r>
      <w:r w:rsidR="00AE23F2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Pedidos de Informações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6EBCD89E" w14:textId="77777777" w:rsidR="00655FF3" w:rsidRPr="00FC5D80" w:rsidRDefault="003058CD" w:rsidP="004E732C">
      <w:pPr>
        <w:spacing w:after="240"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OS </w:t>
      </w:r>
      <w:r w:rsidRPr="00FC5D80">
        <w:rPr>
          <w:rFonts w:ascii="Arial" w:hAnsi="Arial" w:cs="Arial"/>
          <w:szCs w:val="28"/>
          <w:lang w:eastAsia="ko-KR"/>
        </w:rPr>
        <w:t>PEDIDO</w:t>
      </w:r>
      <w:r w:rsidR="002F73F4" w:rsidRPr="00FC5D80">
        <w:rPr>
          <w:rFonts w:ascii="Arial" w:hAnsi="Arial" w:cs="Arial"/>
          <w:szCs w:val="28"/>
          <w:lang w:eastAsia="ko-KR"/>
        </w:rPr>
        <w:t>S</w:t>
      </w:r>
      <w:r w:rsidRPr="00FC5D80">
        <w:rPr>
          <w:rFonts w:ascii="Arial" w:hAnsi="Arial" w:cs="Arial"/>
          <w:szCs w:val="28"/>
          <w:lang w:eastAsia="ko-KR"/>
        </w:rPr>
        <w:t xml:space="preserve"> DE INFORMAÇÕES</w:t>
      </w:r>
      <w:r w:rsidRPr="00FC5D80">
        <w:rPr>
          <w:rFonts w:ascii="Arial" w:hAnsi="Arial" w:cs="Arial"/>
          <w:szCs w:val="28"/>
        </w:rPr>
        <w:t xml:space="preserve"> FORAM APRECIADOS, NA FORMA REGIMENTAL.</w:t>
      </w:r>
    </w:p>
    <w:p w14:paraId="2E32AACC" w14:textId="4F2CCB36" w:rsidR="001F31C8" w:rsidRPr="00FC5D80" w:rsidRDefault="009E004B">
      <w:pPr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br w:type="page"/>
      </w:r>
    </w:p>
    <w:p w14:paraId="6E562034" w14:textId="77777777" w:rsidR="00655D82" w:rsidRPr="00FC5D80" w:rsidRDefault="00655D82" w:rsidP="00655D82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>
        <w:rPr>
          <w:rFonts w:ascii="Arial" w:hAnsi="Arial" w:cs="Arial"/>
          <w:b/>
          <w:color w:val="76923C" w:themeColor="accent3" w:themeShade="BF"/>
          <w:szCs w:val="28"/>
        </w:rPr>
        <w:t>O PRESIDENTE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leitura dos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Votos de Pesar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791E6193" w14:textId="05225B73" w:rsidR="00655D82" w:rsidRPr="00FC5D80" w:rsidRDefault="00792BDC" w:rsidP="00655D82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>
        <w:rPr>
          <w:rFonts w:ascii="Arial" w:hAnsi="Arial" w:cs="Arial"/>
          <w:caps/>
          <w:szCs w:val="28"/>
          <w:lang w:eastAsia="ko-KR"/>
        </w:rPr>
        <w:t xml:space="preserve">agora, </w:t>
      </w:r>
      <w:r w:rsidR="00655D82" w:rsidRPr="00FC5D80">
        <w:rPr>
          <w:rFonts w:ascii="Arial" w:hAnsi="Arial" w:cs="Arial"/>
          <w:caps/>
          <w:szCs w:val="28"/>
          <w:lang w:eastAsia="ko-KR"/>
        </w:rPr>
        <w:t xml:space="preserve">SOLICITO </w:t>
      </w:r>
      <w:r w:rsidR="00E40A35">
        <w:rPr>
          <w:rFonts w:ascii="Arial" w:hAnsi="Arial" w:cs="Arial"/>
          <w:caps/>
          <w:szCs w:val="28"/>
          <w:lang w:eastAsia="ko-KR"/>
        </w:rPr>
        <w:t>à</w:t>
      </w:r>
      <w:r w:rsidR="00E244F6">
        <w:rPr>
          <w:rFonts w:ascii="Arial" w:hAnsi="Arial" w:cs="Arial"/>
          <w:caps/>
          <w:szCs w:val="28"/>
          <w:lang w:eastAsia="ko-KR"/>
        </w:rPr>
        <w:t xml:space="preserve"> 1ª SECRETÁRIA</w:t>
      </w:r>
      <w:r w:rsidR="00E40A35">
        <w:rPr>
          <w:rFonts w:ascii="Arial" w:hAnsi="Arial" w:cs="Arial"/>
          <w:caps/>
          <w:szCs w:val="28"/>
          <w:lang w:eastAsia="ko-KR"/>
        </w:rPr>
        <w:t xml:space="preserve"> </w:t>
      </w:r>
      <w:r w:rsidR="00655D82" w:rsidRPr="00FC5D80">
        <w:rPr>
          <w:rFonts w:ascii="Arial" w:hAnsi="Arial" w:cs="Arial"/>
          <w:caps/>
          <w:szCs w:val="28"/>
          <w:lang w:eastAsia="ko-KR"/>
        </w:rPr>
        <w:t>QUE FAÇA A LEITURA DOS VOTOS DE PESAR APRESENTADOS PELOS SENHORES VEREADORES.</w:t>
      </w:r>
    </w:p>
    <w:p w14:paraId="1D9239D1" w14:textId="121AEF7F" w:rsidR="00655D82" w:rsidRPr="00FC5D80" w:rsidRDefault="00E244F6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</w:rPr>
      </w:pPr>
      <w:r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A 1ª SECRETÁRIA</w:t>
      </w:r>
      <w:r w:rsidR="00E40A35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</w:t>
      </w:r>
      <w:r w:rsidR="00655D82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faz a leitura dos Votos de Pesar na ordem de protocolo</w:t>
      </w:r>
      <w:r w:rsidR="00655D82" w:rsidRPr="00FC5D80">
        <w:rPr>
          <w:rFonts w:ascii="Arial" w:hAnsi="Arial" w:cs="Arial"/>
          <w:b/>
          <w:bCs/>
          <w:color w:val="1F497D" w:themeColor="text2"/>
          <w:szCs w:val="28"/>
        </w:rPr>
        <w:t>.</w:t>
      </w:r>
    </w:p>
    <w:p w14:paraId="0DC0D2AF" w14:textId="593042EC" w:rsidR="00655D82" w:rsidRPr="00FC5D80" w:rsidRDefault="00655D82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</w:rPr>
        <w:t>Quando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acabarem os Votos de Pesar, </w:t>
      </w:r>
      <w:r w:rsidR="00E40A35">
        <w:rPr>
          <w:rFonts w:ascii="Arial" w:hAnsi="Arial" w:cs="Arial"/>
          <w:b/>
          <w:bCs/>
          <w:color w:val="1F497D" w:themeColor="text2"/>
          <w:szCs w:val="28"/>
          <w:lang w:eastAsia="ko-KR"/>
        </w:rPr>
        <w:t>a</w:t>
      </w:r>
      <w:r w:rsidR="00E244F6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</w:t>
      </w:r>
      <w:r w:rsidR="00E244F6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1ª SECRETÁRIA</w:t>
      </w:r>
      <w:r w:rsidR="00E40A35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diz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395F2930" w14:textId="77777777" w:rsidR="00655D82" w:rsidRPr="00FC5D80" w:rsidRDefault="00655D82" w:rsidP="00655D82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  <w:lang w:eastAsia="ko-KR"/>
        </w:rPr>
        <w:t xml:space="preserve">NÃO HÁ MAIS </w:t>
      </w:r>
      <w:r w:rsidRPr="00FC5D80">
        <w:rPr>
          <w:rFonts w:ascii="Arial" w:hAnsi="Arial" w:cs="Arial"/>
          <w:caps/>
          <w:szCs w:val="28"/>
          <w:highlight w:val="yellow"/>
        </w:rPr>
        <w:t>VOTOS</w:t>
      </w:r>
      <w:r w:rsidRPr="00FC5D80">
        <w:rPr>
          <w:rFonts w:ascii="Arial" w:hAnsi="Arial" w:cs="Arial"/>
          <w:caps/>
          <w:szCs w:val="28"/>
          <w:highlight w:val="yellow"/>
          <w:lang w:eastAsia="ko-KR"/>
        </w:rPr>
        <w:t xml:space="preserve"> DE PESAR, PRESIDENTE!</w:t>
      </w:r>
    </w:p>
    <w:p w14:paraId="12BBF753" w14:textId="77777777" w:rsidR="00655D82" w:rsidRPr="00FC5D80" w:rsidRDefault="00655D82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500BD94F" w14:textId="418BC31E" w:rsidR="00655D82" w:rsidRDefault="00655D82" w:rsidP="00655D82">
      <w:pPr>
        <w:pStyle w:val="PargrafodaLista"/>
        <w:spacing w:line="360" w:lineRule="auto"/>
        <w:ind w:left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EM </w:t>
      </w:r>
      <w:r w:rsidRPr="00FC5D80">
        <w:rPr>
          <w:rFonts w:ascii="Arial" w:hAnsi="Arial" w:cs="Arial"/>
          <w:caps/>
          <w:szCs w:val="28"/>
        </w:rPr>
        <w:t>MEMÓRIA</w:t>
      </w:r>
      <w:r w:rsidRPr="00FC5D80">
        <w:rPr>
          <w:rFonts w:ascii="Arial" w:hAnsi="Arial" w:cs="Arial"/>
          <w:szCs w:val="28"/>
          <w:lang w:eastAsia="ko-KR"/>
        </w:rPr>
        <w:t xml:space="preserve"> DOS ENTES QUERIDOS</w:t>
      </w:r>
      <w:r w:rsidR="00AA12BA">
        <w:rPr>
          <w:rFonts w:ascii="Arial" w:hAnsi="Arial" w:cs="Arial"/>
          <w:szCs w:val="28"/>
          <w:lang w:eastAsia="ko-KR"/>
        </w:rPr>
        <w:t xml:space="preserve"> E DE TODOS AQUELES QUE PARTIRAM</w:t>
      </w:r>
      <w:r w:rsidRPr="00FC5D80">
        <w:rPr>
          <w:rFonts w:ascii="Arial" w:hAnsi="Arial" w:cs="Arial"/>
          <w:szCs w:val="28"/>
          <w:lang w:eastAsia="ko-KR"/>
        </w:rPr>
        <w:t>, CONVIDO A TODOS PARA QUE FAÇAMOS ALGUNS INSTANTES DE SILÊNCIO.</w:t>
      </w:r>
    </w:p>
    <w:p w14:paraId="758DE6FD" w14:textId="77777777" w:rsidR="00C3454D" w:rsidRDefault="00C3454D" w:rsidP="00655D82">
      <w:pPr>
        <w:pStyle w:val="PargrafodaLista"/>
        <w:spacing w:line="360" w:lineRule="auto"/>
        <w:ind w:left="851"/>
        <w:contextualSpacing w:val="0"/>
        <w:jc w:val="both"/>
        <w:rPr>
          <w:rFonts w:ascii="Arial" w:hAnsi="Arial" w:cs="Arial"/>
          <w:szCs w:val="28"/>
          <w:lang w:eastAsia="ko-KR"/>
        </w:rPr>
      </w:pPr>
    </w:p>
    <w:p w14:paraId="5FE375A3" w14:textId="77777777" w:rsidR="00C3454D" w:rsidRDefault="00C3454D" w:rsidP="00655D82">
      <w:pPr>
        <w:pStyle w:val="PargrafodaLista"/>
        <w:spacing w:line="360" w:lineRule="auto"/>
        <w:ind w:left="851"/>
        <w:contextualSpacing w:val="0"/>
        <w:jc w:val="both"/>
        <w:rPr>
          <w:rFonts w:ascii="Arial" w:hAnsi="Arial" w:cs="Arial"/>
          <w:szCs w:val="28"/>
          <w:lang w:eastAsia="ko-KR"/>
        </w:rPr>
      </w:pPr>
    </w:p>
    <w:p w14:paraId="58EF3921" w14:textId="77777777" w:rsidR="00ED21EB" w:rsidRDefault="00ED21EB">
      <w:pPr>
        <w:rPr>
          <w:rFonts w:ascii="Arial" w:hAnsi="Arial" w:cs="Arial"/>
          <w:szCs w:val="28"/>
          <w:lang w:eastAsia="ko-KR"/>
        </w:rPr>
      </w:pPr>
      <w:r>
        <w:rPr>
          <w:rFonts w:ascii="Arial" w:hAnsi="Arial" w:cs="Arial"/>
          <w:szCs w:val="28"/>
          <w:lang w:eastAsia="ko-KR"/>
        </w:rPr>
        <w:br w:type="page"/>
      </w:r>
    </w:p>
    <w:p w14:paraId="6A68B3E0" w14:textId="23EB672C" w:rsidR="00344655" w:rsidRPr="00B73532" w:rsidRDefault="00DC0FC1" w:rsidP="00344655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="00344655"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344655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4DC98864" w14:textId="5ABBC750" w:rsidR="00344655" w:rsidRDefault="00344655" w:rsidP="00344655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 xml:space="preserve">PASSAREMOS </w:t>
      </w:r>
      <w:r w:rsidR="00DC0FC1">
        <w:rPr>
          <w:rFonts w:ascii="Arial" w:hAnsi="Arial" w:cs="Arial"/>
          <w:szCs w:val="24"/>
          <w:lang w:eastAsia="ko-KR"/>
        </w:rPr>
        <w:t xml:space="preserve">NESTE INSTANTE </w:t>
      </w:r>
      <w:r w:rsidRPr="00940241">
        <w:rPr>
          <w:rFonts w:ascii="Arial" w:hAnsi="Arial" w:cs="Arial"/>
          <w:szCs w:val="24"/>
          <w:lang w:eastAsia="ko-KR"/>
        </w:rPr>
        <w:t>AO HORÁRIO DA TRIBUNA.</w:t>
      </w:r>
    </w:p>
    <w:p w14:paraId="62716917" w14:textId="77777777" w:rsidR="00BB60B3" w:rsidRPr="00FC5D80" w:rsidRDefault="008D61D0" w:rsidP="00B8501C">
      <w:pPr>
        <w:pStyle w:val="PargrafodaLista"/>
        <w:numPr>
          <w:ilvl w:val="0"/>
          <w:numId w:val="4"/>
        </w:numPr>
        <w:spacing w:before="240" w:line="380" w:lineRule="exact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Chamada para Temas Livres. </w:t>
      </w:r>
      <w:r w:rsidR="00B73532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4F004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33D98A12" w14:textId="3C58EBA9" w:rsidR="00BB60B3" w:rsidRPr="00FC5D80" w:rsidRDefault="00BB60B3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>SOLICITO</w:t>
      </w:r>
      <w:r w:rsidR="00670193" w:rsidRPr="00FC5D80">
        <w:rPr>
          <w:rFonts w:ascii="Arial" w:hAnsi="Arial" w:cs="Arial"/>
          <w:szCs w:val="28"/>
          <w:lang w:eastAsia="ko-KR"/>
        </w:rPr>
        <w:t>, ENTÃO,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DC0FC1">
        <w:rPr>
          <w:rFonts w:ascii="Arial" w:hAnsi="Arial" w:cs="Arial"/>
          <w:szCs w:val="28"/>
          <w:lang w:eastAsia="ko-KR"/>
        </w:rPr>
        <w:t>À</w:t>
      </w:r>
      <w:r w:rsidR="00E244F6">
        <w:rPr>
          <w:rFonts w:ascii="Arial" w:hAnsi="Arial" w:cs="Arial"/>
          <w:szCs w:val="28"/>
          <w:lang w:eastAsia="ko-KR"/>
        </w:rPr>
        <w:t xml:space="preserve"> 1ª SECRETÁRIA</w:t>
      </w:r>
      <w:r w:rsidR="00B1350C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szCs w:val="28"/>
          <w:lang w:eastAsia="ko-KR"/>
        </w:rPr>
        <w:t xml:space="preserve">QUE FAÇA A CHAMADA DOS INSCRITOS PARA FAZER USO DA PALAVRA NOS </w:t>
      </w:r>
      <w:r w:rsidRPr="00FC5D80">
        <w:rPr>
          <w:rFonts w:ascii="Arial" w:hAnsi="Arial" w:cs="Arial"/>
          <w:b/>
          <w:szCs w:val="28"/>
          <w:u w:val="single"/>
          <w:lang w:eastAsia="ko-KR"/>
        </w:rPr>
        <w:t>TEMAS LIVRES</w:t>
      </w:r>
      <w:r w:rsidRPr="00FC5D80">
        <w:rPr>
          <w:rFonts w:ascii="Arial" w:hAnsi="Arial" w:cs="Arial"/>
          <w:szCs w:val="28"/>
          <w:lang w:eastAsia="ko-KR"/>
        </w:rPr>
        <w:t>.</w:t>
      </w:r>
    </w:p>
    <w:p w14:paraId="3B92B1E6" w14:textId="06114DE0" w:rsidR="00BB60B3" w:rsidRPr="00FC5D80" w:rsidRDefault="00296934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SERÃO </w:t>
      </w:r>
      <w:r w:rsidRPr="00FC5D80">
        <w:rPr>
          <w:rFonts w:ascii="Arial" w:hAnsi="Arial" w:cs="Arial"/>
          <w:b/>
          <w:szCs w:val="28"/>
          <w:lang w:eastAsia="ko-KR"/>
        </w:rPr>
        <w:t>12</w:t>
      </w:r>
      <w:r w:rsidR="00BB60B3" w:rsidRPr="00FC5D80">
        <w:rPr>
          <w:rFonts w:ascii="Arial" w:hAnsi="Arial" w:cs="Arial"/>
          <w:b/>
          <w:szCs w:val="28"/>
          <w:lang w:eastAsia="ko-KR"/>
        </w:rPr>
        <w:t xml:space="preserve"> MINUTOS</w:t>
      </w:r>
      <w:r w:rsidR="00BB60B3" w:rsidRPr="00FC5D80">
        <w:rPr>
          <w:rFonts w:ascii="Arial" w:hAnsi="Arial" w:cs="Arial"/>
          <w:szCs w:val="28"/>
          <w:lang w:eastAsia="ko-KR"/>
        </w:rPr>
        <w:t xml:space="preserve"> PARA CADA ORADOR.</w:t>
      </w:r>
    </w:p>
    <w:p w14:paraId="05BFAAD6" w14:textId="15B65981" w:rsidR="00A03804" w:rsidRPr="00FC5D80" w:rsidRDefault="00E244F6" w:rsidP="00B8501C">
      <w:pPr>
        <w:pStyle w:val="PargrafodaLista"/>
        <w:numPr>
          <w:ilvl w:val="0"/>
          <w:numId w:val="4"/>
        </w:numPr>
        <w:spacing w:before="240" w:line="380" w:lineRule="exact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A 1ª SECRETÁRIA</w:t>
      </w:r>
      <w:r w:rsidR="00DC0FC1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="00A0380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diz</w:t>
      </w:r>
      <w:r w:rsidR="00A03804"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250984E6" w14:textId="77777777" w:rsidR="00A03804" w:rsidRPr="00FC5D80" w:rsidRDefault="00A03804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CHAMO </w:t>
      </w:r>
      <w:proofErr w:type="gramStart"/>
      <w:r w:rsidRPr="00FC5D80">
        <w:rPr>
          <w:rFonts w:ascii="Arial" w:hAnsi="Arial" w:cs="Arial"/>
          <w:szCs w:val="28"/>
          <w:highlight w:val="yellow"/>
          <w:lang w:eastAsia="ko-KR"/>
        </w:rPr>
        <w:t>O(</w:t>
      </w:r>
      <w:proofErr w:type="gramEnd"/>
      <w:r w:rsidRPr="00FC5D80">
        <w:rPr>
          <w:rFonts w:ascii="Arial" w:hAnsi="Arial" w:cs="Arial"/>
          <w:szCs w:val="28"/>
          <w:highlight w:val="yellow"/>
          <w:lang w:eastAsia="ko-KR"/>
        </w:rPr>
        <w:t>A) VEREADOR(A) __________ PARA OCUPAR A TRIBUNA!</w:t>
      </w:r>
    </w:p>
    <w:p w14:paraId="793C2506" w14:textId="77777777" w:rsidR="00BB60B3" w:rsidRPr="00FC5D80" w:rsidRDefault="00A03804" w:rsidP="00B8501C">
      <w:pPr>
        <w:spacing w:line="380" w:lineRule="exact"/>
        <w:ind w:left="851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(Repetir este passo até esgotar a lista)</w:t>
      </w:r>
    </w:p>
    <w:p w14:paraId="13653D3C" w14:textId="692B299B" w:rsidR="00A03804" w:rsidRPr="00FC5D80" w:rsidRDefault="00A03804" w:rsidP="00B8501C">
      <w:pPr>
        <w:pStyle w:val="PargrafodaLista"/>
        <w:numPr>
          <w:ilvl w:val="0"/>
          <w:numId w:val="4"/>
        </w:numPr>
        <w:spacing w:before="240" w:line="380" w:lineRule="exact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Esgotada a lista,</w:t>
      </w:r>
      <w:r w:rsidR="001858E8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="00DC0FC1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a </w:t>
      </w:r>
      <w:r w:rsidR="00E244F6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1ª SECRETÁRIA</w:t>
      </w:r>
      <w:r w:rsidR="00DC0FC1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diz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2DEAE98F" w14:textId="77777777" w:rsidR="00A03804" w:rsidRPr="00FC5D80" w:rsidRDefault="002033DA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>PRESIDENTE</w:t>
      </w:r>
      <w:r w:rsidR="00A03804" w:rsidRPr="00FC5D80">
        <w:rPr>
          <w:rFonts w:ascii="Arial" w:hAnsi="Arial" w:cs="Arial"/>
          <w:szCs w:val="28"/>
          <w:highlight w:val="yellow"/>
          <w:lang w:eastAsia="ko-KR"/>
        </w:rPr>
        <w:t>, NÃO HÁ MAIS INSCRITOS PARA OS TEMAS LIVRES.</w:t>
      </w:r>
    </w:p>
    <w:p w14:paraId="280EE6B9" w14:textId="77777777" w:rsidR="00642CB4" w:rsidRPr="00FC5D80" w:rsidRDefault="008D61D0" w:rsidP="00B8501C">
      <w:pPr>
        <w:pStyle w:val="PargrafodaLista"/>
        <w:numPr>
          <w:ilvl w:val="0"/>
          <w:numId w:val="4"/>
        </w:numPr>
        <w:spacing w:before="240" w:after="120" w:line="380" w:lineRule="exact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>Encerramento da Sessão</w:t>
      </w:r>
      <w:r w:rsidR="004F5FD1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. </w:t>
      </w:r>
      <w:r w:rsidR="00C02EE8" w:rsidRPr="00FC5D80">
        <w:rPr>
          <w:rFonts w:ascii="Arial" w:hAnsi="Arial" w:cs="Arial"/>
          <w:b/>
          <w:color w:val="76923C" w:themeColor="accent3" w:themeShade="BF"/>
          <w:szCs w:val="28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4F5FD1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diz:</w:t>
      </w:r>
    </w:p>
    <w:p w14:paraId="5EB5FD87" w14:textId="64CC3080" w:rsidR="00CE1745" w:rsidRPr="007F246A" w:rsidRDefault="00E91F3B" w:rsidP="007F246A">
      <w:pPr>
        <w:spacing w:line="380" w:lineRule="exact"/>
        <w:ind w:left="851"/>
        <w:jc w:val="both"/>
        <w:rPr>
          <w:rFonts w:ascii="Arial" w:hAnsi="Arial" w:cs="Arial"/>
          <w:b/>
          <w:szCs w:val="28"/>
          <w:lang w:eastAsia="ko-KR"/>
        </w:rPr>
      </w:pPr>
      <w:r>
        <w:rPr>
          <w:rFonts w:ascii="Arial" w:hAnsi="Arial" w:cs="Arial"/>
          <w:szCs w:val="28"/>
          <w:lang w:eastAsia="ko-KR"/>
        </w:rPr>
        <w:t xml:space="preserve">ASSIM, </w:t>
      </w:r>
      <w:r w:rsidR="0037099D" w:rsidRPr="00FC5D80">
        <w:rPr>
          <w:rFonts w:ascii="Arial" w:hAnsi="Arial" w:cs="Arial"/>
          <w:szCs w:val="28"/>
          <w:lang w:eastAsia="ko-KR"/>
        </w:rPr>
        <w:t>NÃO HAVENDO MAIS MATÉRIA A SER TRATADA,</w:t>
      </w:r>
    </w:p>
    <w:p w14:paraId="06CC1856" w14:textId="77777777" w:rsidR="00642CB4" w:rsidRPr="00FC5D80" w:rsidRDefault="0037099D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A PARTICIPAÇÃO DE TODOS OS VEREADORES,</w:t>
      </w:r>
    </w:p>
    <w:p w14:paraId="5ECE4B1F" w14:textId="77777777" w:rsidR="008D61D0" w:rsidRPr="00FC5D80" w:rsidRDefault="003429BA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OS</w:t>
      </w:r>
      <w:r w:rsidR="0037099D" w:rsidRPr="00FC5D80">
        <w:rPr>
          <w:rFonts w:ascii="Arial" w:hAnsi="Arial" w:cs="Arial"/>
          <w:szCs w:val="28"/>
          <w:lang w:eastAsia="ko-KR"/>
        </w:rPr>
        <w:t xml:space="preserve"> SERVIDORES DESTA CASA,</w:t>
      </w:r>
    </w:p>
    <w:p w14:paraId="4B4FC54D" w14:textId="1364FA62" w:rsidR="00D33BF5" w:rsidRPr="00FC5D80" w:rsidRDefault="00D33BF5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>(</w:t>
      </w: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AO PÚBLICO PRESENTE),</w:t>
      </w:r>
    </w:p>
    <w:p w14:paraId="3C025897" w14:textId="77777777" w:rsidR="00642CB4" w:rsidRDefault="003429BA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AGRADEÇO, </w:t>
      </w:r>
      <w:r w:rsidR="00345B5A" w:rsidRPr="00FC5D80">
        <w:rPr>
          <w:rFonts w:ascii="Arial" w:hAnsi="Arial" w:cs="Arial"/>
          <w:szCs w:val="28"/>
          <w:lang w:eastAsia="ko-KR"/>
        </w:rPr>
        <w:t>POR FIM</w:t>
      </w:r>
      <w:r w:rsidRPr="00FC5D80">
        <w:rPr>
          <w:rFonts w:ascii="Arial" w:hAnsi="Arial" w:cs="Arial"/>
          <w:szCs w:val="28"/>
          <w:lang w:eastAsia="ko-KR"/>
        </w:rPr>
        <w:t xml:space="preserve">, TODOS OS QUE </w:t>
      </w:r>
      <w:r w:rsidR="00345B5A" w:rsidRPr="00FC5D80">
        <w:rPr>
          <w:rFonts w:ascii="Arial" w:hAnsi="Arial" w:cs="Arial"/>
          <w:szCs w:val="28"/>
          <w:lang w:eastAsia="ko-KR"/>
        </w:rPr>
        <w:t xml:space="preserve">NOS </w:t>
      </w:r>
      <w:r w:rsidR="004C10F0" w:rsidRPr="00FC5D80">
        <w:rPr>
          <w:rFonts w:ascii="Arial" w:hAnsi="Arial" w:cs="Arial"/>
          <w:szCs w:val="28"/>
          <w:lang w:eastAsia="ko-KR"/>
        </w:rPr>
        <w:t xml:space="preserve">ACOMPANHARAM </w:t>
      </w:r>
      <w:r w:rsidR="001644F6" w:rsidRPr="00FC5D80">
        <w:rPr>
          <w:rFonts w:ascii="Arial" w:hAnsi="Arial" w:cs="Arial"/>
          <w:szCs w:val="28"/>
          <w:lang w:eastAsia="ko-KR"/>
        </w:rPr>
        <w:t>PELA TV CÂMARA E PELA INTERNET</w:t>
      </w:r>
      <w:r w:rsidR="0037099D" w:rsidRPr="00FC5D80">
        <w:rPr>
          <w:rFonts w:ascii="Arial" w:hAnsi="Arial" w:cs="Arial"/>
          <w:szCs w:val="28"/>
          <w:lang w:eastAsia="ko-KR"/>
        </w:rPr>
        <w:t>.</w:t>
      </w:r>
    </w:p>
    <w:p w14:paraId="67F6A4E7" w14:textId="4C05D4AA" w:rsidR="00DA2252" w:rsidRPr="00FC5D80" w:rsidRDefault="00672BCA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E, </w:t>
      </w:r>
      <w:r w:rsidR="0037099D" w:rsidRPr="00FC5D80">
        <w:rPr>
          <w:rFonts w:ascii="Arial" w:hAnsi="Arial" w:cs="Arial"/>
          <w:szCs w:val="28"/>
          <w:lang w:eastAsia="ko-KR"/>
        </w:rPr>
        <w:t>ÀS XXX HORAS</w:t>
      </w:r>
      <w:r w:rsidR="00146C11" w:rsidRPr="00FC5D80">
        <w:rPr>
          <w:rFonts w:ascii="Arial" w:hAnsi="Arial" w:cs="Arial"/>
          <w:szCs w:val="28"/>
          <w:lang w:eastAsia="ko-KR"/>
        </w:rPr>
        <w:t xml:space="preserve"> DO DIA </w:t>
      </w:r>
      <w:r w:rsidR="008F1F02">
        <w:rPr>
          <w:rFonts w:ascii="Arial" w:hAnsi="Arial" w:cs="Arial"/>
          <w:szCs w:val="28"/>
          <w:lang w:eastAsia="ko-KR"/>
        </w:rPr>
        <w:t>4</w:t>
      </w:r>
      <w:r w:rsidR="000952D2">
        <w:rPr>
          <w:rFonts w:ascii="Arial" w:hAnsi="Arial" w:cs="Arial"/>
          <w:szCs w:val="28"/>
          <w:lang w:eastAsia="ko-KR"/>
        </w:rPr>
        <w:t xml:space="preserve"> DE </w:t>
      </w:r>
      <w:r w:rsidR="008F1F02">
        <w:rPr>
          <w:rFonts w:ascii="Arial" w:hAnsi="Arial" w:cs="Arial"/>
          <w:szCs w:val="28"/>
          <w:lang w:eastAsia="ko-KR"/>
        </w:rPr>
        <w:t>FEVEREIRO</w:t>
      </w:r>
      <w:r w:rsidR="00B0049D" w:rsidRPr="00FC5D80">
        <w:rPr>
          <w:rFonts w:ascii="Arial" w:hAnsi="Arial" w:cs="Arial"/>
          <w:szCs w:val="28"/>
          <w:lang w:eastAsia="ko-KR"/>
        </w:rPr>
        <w:t>,</w:t>
      </w:r>
      <w:r w:rsidR="0037099D" w:rsidRPr="00FC5D80">
        <w:rPr>
          <w:rFonts w:ascii="Arial" w:hAnsi="Arial" w:cs="Arial"/>
          <w:szCs w:val="28"/>
          <w:lang w:eastAsia="ko-KR"/>
        </w:rPr>
        <w:t xml:space="preserve"> DECLARO ENCERRADA A </w:t>
      </w:r>
      <w:r w:rsidR="0050047E">
        <w:rPr>
          <w:rFonts w:ascii="Arial" w:hAnsi="Arial" w:cs="Arial"/>
          <w:szCs w:val="28"/>
          <w:lang w:eastAsia="ko-KR"/>
        </w:rPr>
        <w:br/>
      </w:r>
      <w:r w:rsidR="008F1F02">
        <w:rPr>
          <w:rFonts w:ascii="Arial" w:hAnsi="Arial" w:cs="Arial"/>
          <w:szCs w:val="28"/>
          <w:lang w:eastAsia="ko-KR"/>
        </w:rPr>
        <w:t>1</w:t>
      </w:r>
      <w:r w:rsidR="005752D0">
        <w:rPr>
          <w:rFonts w:ascii="Arial" w:hAnsi="Arial" w:cs="Arial"/>
          <w:szCs w:val="28"/>
          <w:lang w:eastAsia="ko-KR"/>
        </w:rPr>
        <w:t>ª</w:t>
      </w:r>
      <w:r w:rsidR="007371AB" w:rsidRPr="00FC5D80">
        <w:rPr>
          <w:rFonts w:ascii="Arial" w:hAnsi="Arial" w:cs="Arial"/>
          <w:szCs w:val="28"/>
          <w:lang w:eastAsia="ko-KR"/>
        </w:rPr>
        <w:t xml:space="preserve"> (</w:t>
      </w:r>
      <w:r w:rsidR="008F1F02">
        <w:rPr>
          <w:rFonts w:ascii="Arial" w:hAnsi="Arial" w:cs="Arial"/>
          <w:szCs w:val="28"/>
          <w:lang w:eastAsia="ko-KR"/>
        </w:rPr>
        <w:t>PRIMEIRA</w:t>
      </w:r>
      <w:r w:rsidR="005C5D58" w:rsidRPr="00FC5D80">
        <w:rPr>
          <w:rFonts w:ascii="Arial" w:hAnsi="Arial" w:cs="Arial"/>
          <w:szCs w:val="28"/>
          <w:lang w:eastAsia="ko-KR"/>
        </w:rPr>
        <w:t>)</w:t>
      </w:r>
      <w:r w:rsidR="00315EFC" w:rsidRPr="00FC5D80">
        <w:rPr>
          <w:rFonts w:ascii="Arial" w:hAnsi="Arial" w:cs="Arial"/>
          <w:szCs w:val="28"/>
          <w:lang w:eastAsia="ko-KR"/>
        </w:rPr>
        <w:t xml:space="preserve"> SESSÃO</w:t>
      </w:r>
      <w:r w:rsidR="0037099D" w:rsidRPr="00FC5D80">
        <w:rPr>
          <w:rFonts w:ascii="Arial" w:hAnsi="Arial" w:cs="Arial"/>
          <w:szCs w:val="28"/>
          <w:lang w:eastAsia="ko-KR"/>
        </w:rPr>
        <w:t xml:space="preserve"> ORDINÁRIA DA CÂMARA MUNICIPAL DE JACAREÍ, DO </w:t>
      </w:r>
      <w:r w:rsidR="00FC215C" w:rsidRPr="00FC5D80">
        <w:rPr>
          <w:rFonts w:ascii="Arial" w:hAnsi="Arial" w:cs="Arial"/>
          <w:szCs w:val="28"/>
          <w:lang w:eastAsia="ko-KR"/>
        </w:rPr>
        <w:t>ANO DE 202</w:t>
      </w:r>
      <w:r w:rsidR="008F1F02">
        <w:rPr>
          <w:rFonts w:ascii="Arial" w:hAnsi="Arial" w:cs="Arial"/>
          <w:szCs w:val="28"/>
          <w:lang w:eastAsia="ko-KR"/>
        </w:rPr>
        <w:t>6</w:t>
      </w:r>
      <w:r w:rsidR="0037099D" w:rsidRPr="00FC5D80">
        <w:rPr>
          <w:rFonts w:ascii="Arial" w:hAnsi="Arial" w:cs="Arial"/>
          <w:szCs w:val="28"/>
          <w:lang w:eastAsia="ko-KR"/>
        </w:rPr>
        <w:t>.</w:t>
      </w:r>
    </w:p>
    <w:p w14:paraId="15EF3F7F" w14:textId="4FCAA63F" w:rsidR="00FC5D80" w:rsidRDefault="0037099D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BOA </w:t>
      </w:r>
      <w:r w:rsidR="00216B67" w:rsidRPr="00FC5D80">
        <w:rPr>
          <w:rFonts w:ascii="Arial" w:hAnsi="Arial" w:cs="Arial"/>
          <w:szCs w:val="28"/>
          <w:lang w:eastAsia="ko-KR"/>
        </w:rPr>
        <w:t xml:space="preserve">TARDE </w:t>
      </w:r>
      <w:r w:rsidRPr="00FC5D80">
        <w:rPr>
          <w:rFonts w:ascii="Arial" w:hAnsi="Arial" w:cs="Arial"/>
          <w:szCs w:val="28"/>
          <w:lang w:eastAsia="ko-KR"/>
        </w:rPr>
        <w:t>A TODOS!</w:t>
      </w:r>
      <w:r w:rsidR="00FC5D80">
        <w:rPr>
          <w:rFonts w:ascii="Arial" w:hAnsi="Arial" w:cs="Arial"/>
          <w:szCs w:val="28"/>
          <w:lang w:eastAsia="ko-KR"/>
        </w:rPr>
        <w:br w:type="page"/>
      </w:r>
    </w:p>
    <w:p w14:paraId="682844BD" w14:textId="77777777" w:rsidR="00FC5D80" w:rsidRPr="00C02EE8" w:rsidRDefault="00FC5D80" w:rsidP="00FC5D80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553253">
        <w:rPr>
          <w:rFonts w:ascii="Arial" w:hAnsi="Arial" w:cs="Arial"/>
          <w:b/>
          <w:color w:val="76923C" w:themeColor="accent3" w:themeShade="BF"/>
          <w:szCs w:val="24"/>
          <w:highlight w:val="yellow"/>
        </w:rPr>
        <w:t>Pausa para intervalo</w:t>
      </w:r>
      <w:r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. O </w:t>
      </w:r>
      <w:r w:rsidRPr="00C02EE8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 diz:</w:t>
      </w:r>
    </w:p>
    <w:p w14:paraId="7C4BA654" w14:textId="77777777" w:rsidR="003F5200" w:rsidRDefault="003F520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SENHORES VEREADORES,</w:t>
      </w:r>
    </w:p>
    <w:p w14:paraId="6BE202AA" w14:textId="7BD4CC6A" w:rsidR="00FC5D80" w:rsidRDefault="003F520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NESTE MOMENTO, INFORMO</w:t>
      </w:r>
      <w:r w:rsidR="00FC5D80">
        <w:rPr>
          <w:rFonts w:ascii="Arial" w:hAnsi="Arial" w:cs="Arial"/>
          <w:szCs w:val="24"/>
          <w:lang w:eastAsia="ko-KR"/>
        </w:rPr>
        <w:t xml:space="preserve"> </w:t>
      </w:r>
      <w:r>
        <w:rPr>
          <w:rFonts w:ascii="Arial" w:hAnsi="Arial" w:cs="Arial"/>
          <w:szCs w:val="24"/>
          <w:lang w:eastAsia="ko-KR"/>
        </w:rPr>
        <w:t>A</w:t>
      </w:r>
      <w:r w:rsidR="00FC5D80">
        <w:rPr>
          <w:rFonts w:ascii="Arial" w:hAnsi="Arial" w:cs="Arial"/>
          <w:szCs w:val="24"/>
          <w:lang w:eastAsia="ko-KR"/>
        </w:rPr>
        <w:t xml:space="preserve">O PLENÁRIO </w:t>
      </w:r>
      <w:r>
        <w:rPr>
          <w:rFonts w:ascii="Arial" w:hAnsi="Arial" w:cs="Arial"/>
          <w:szCs w:val="24"/>
          <w:lang w:eastAsia="ko-KR"/>
        </w:rPr>
        <w:t>QUE IREMOS</w:t>
      </w:r>
      <w:r w:rsidR="00FC5D80">
        <w:rPr>
          <w:rFonts w:ascii="Arial" w:hAnsi="Arial" w:cs="Arial"/>
          <w:szCs w:val="24"/>
          <w:lang w:eastAsia="ko-KR"/>
        </w:rPr>
        <w:t xml:space="preserve"> SUSPENDER A SESSÃO </w:t>
      </w:r>
      <w:r>
        <w:rPr>
          <w:rFonts w:ascii="Arial" w:hAnsi="Arial" w:cs="Arial"/>
          <w:szCs w:val="24"/>
          <w:lang w:eastAsia="ko-KR"/>
        </w:rPr>
        <w:t xml:space="preserve">ORDINÁRIA </w:t>
      </w:r>
      <w:r w:rsidR="00FC5D80">
        <w:rPr>
          <w:rFonts w:ascii="Arial" w:hAnsi="Arial" w:cs="Arial"/>
          <w:szCs w:val="24"/>
          <w:lang w:eastAsia="ko-KR"/>
        </w:rPr>
        <w:t xml:space="preserve">PARA </w:t>
      </w:r>
      <w:r>
        <w:rPr>
          <w:rFonts w:ascii="Arial" w:hAnsi="Arial" w:cs="Arial"/>
          <w:szCs w:val="24"/>
          <w:lang w:eastAsia="ko-KR"/>
        </w:rPr>
        <w:t xml:space="preserve">O </w:t>
      </w:r>
      <w:r w:rsidR="00FC5D80">
        <w:rPr>
          <w:rFonts w:ascii="Arial" w:hAnsi="Arial" w:cs="Arial"/>
          <w:szCs w:val="24"/>
          <w:lang w:eastAsia="ko-KR"/>
        </w:rPr>
        <w:t>HORÁRIO DE ALMOÇO</w:t>
      </w:r>
      <w:r>
        <w:rPr>
          <w:rFonts w:ascii="Arial" w:hAnsi="Arial" w:cs="Arial"/>
          <w:szCs w:val="24"/>
          <w:lang w:eastAsia="ko-KR"/>
        </w:rPr>
        <w:t>.</w:t>
      </w:r>
      <w:r w:rsidR="00FC5D80">
        <w:rPr>
          <w:rFonts w:ascii="Arial" w:hAnsi="Arial" w:cs="Arial"/>
          <w:szCs w:val="24"/>
          <w:lang w:eastAsia="ko-KR"/>
        </w:rPr>
        <w:t xml:space="preserve"> COM </w:t>
      </w:r>
      <w:r>
        <w:rPr>
          <w:rFonts w:ascii="Arial" w:hAnsi="Arial" w:cs="Arial"/>
          <w:szCs w:val="24"/>
          <w:lang w:eastAsia="ko-KR"/>
        </w:rPr>
        <w:t xml:space="preserve">PREVISÃO DE </w:t>
      </w:r>
      <w:r w:rsidR="00FC5D80">
        <w:rPr>
          <w:rFonts w:ascii="Arial" w:hAnsi="Arial" w:cs="Arial"/>
          <w:szCs w:val="24"/>
          <w:lang w:eastAsia="ko-KR"/>
        </w:rPr>
        <w:t>RETORNO DENTRO DE UMA HORA (OU SEJA, ÀS_______HORAS).</w:t>
      </w:r>
    </w:p>
    <w:p w14:paraId="588D2533" w14:textId="77777777" w:rsidR="00FC5D80" w:rsidRDefault="00FC5D8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39D8EFAB" w14:textId="77777777" w:rsidR="00FC5D80" w:rsidRDefault="00FC5D8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NÃO HAVENDO OBJEÇÃO, DECLARO SUSPENSA A SESSÃO POR UMA HORA.</w:t>
      </w:r>
    </w:p>
    <w:p w14:paraId="1E5EAF64" w14:textId="77777777" w:rsidR="00CB63BA" w:rsidRDefault="00CB63BA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613F4CF2" w14:textId="77777777" w:rsidR="007429B9" w:rsidRDefault="007429B9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1455670A" w14:textId="77777777" w:rsidR="00FC5D80" w:rsidRPr="00E1006F" w:rsidRDefault="00FC5D80" w:rsidP="00FC5D80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 w:rsidRPr="00E1006F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 solicita verificação de presença:</w:t>
      </w:r>
    </w:p>
    <w:p w14:paraId="6866BF4E" w14:textId="091FAF94" w:rsidR="008665FB" w:rsidRDefault="00FC5D80" w:rsidP="00935D2B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E1006F">
        <w:rPr>
          <w:rFonts w:ascii="Arial" w:hAnsi="Arial" w:cs="Arial"/>
          <w:szCs w:val="24"/>
        </w:rPr>
        <w:t xml:space="preserve">RETOMANDO A SESSÃO, PEÇO </w:t>
      </w:r>
      <w:r w:rsidR="00DC0FC1">
        <w:rPr>
          <w:rFonts w:ascii="Arial" w:hAnsi="Arial" w:cs="Arial"/>
          <w:szCs w:val="24"/>
        </w:rPr>
        <w:t>À</w:t>
      </w:r>
      <w:r w:rsidR="00E244F6">
        <w:rPr>
          <w:rFonts w:ascii="Arial" w:hAnsi="Arial" w:cs="Arial"/>
          <w:szCs w:val="24"/>
        </w:rPr>
        <w:t xml:space="preserve"> 1ª SECRETÁRIA</w:t>
      </w:r>
      <w:r w:rsidR="00DC0FC1">
        <w:rPr>
          <w:rFonts w:ascii="Arial" w:hAnsi="Arial" w:cs="Arial"/>
          <w:szCs w:val="24"/>
        </w:rPr>
        <w:t xml:space="preserve"> </w:t>
      </w:r>
      <w:r w:rsidRPr="00E1006F">
        <w:rPr>
          <w:rFonts w:ascii="Arial" w:hAnsi="Arial" w:cs="Arial"/>
          <w:szCs w:val="24"/>
        </w:rPr>
        <w:t>QUE PROCEDA À VERIFICAÇÃO DE PRESENÇA.</w:t>
      </w:r>
    </w:p>
    <w:sectPr w:rsidR="008665FB" w:rsidSect="00993CF0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268" w:right="709" w:bottom="1418" w:left="851" w:header="851" w:footer="90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EE074A" w14:textId="77777777" w:rsidR="00E70F1F" w:rsidRDefault="00E70F1F">
      <w:r>
        <w:separator/>
      </w:r>
    </w:p>
  </w:endnote>
  <w:endnote w:type="continuationSeparator" w:id="0">
    <w:p w14:paraId="27645E18" w14:textId="77777777" w:rsidR="00E70F1F" w:rsidRDefault="00E70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095B18" w14:textId="77777777" w:rsidR="00F10A87" w:rsidRPr="00454D4A" w:rsidRDefault="00F10A87" w:rsidP="00B10FD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 xml:space="preserve">Praça dos Três Poderes, 74 - Centro </w:t>
    </w:r>
    <w:r>
      <w:rPr>
        <w:rFonts w:ascii="Arial" w:hAnsi="Arial" w:cs="Arial"/>
        <w:sz w:val="18"/>
        <w:szCs w:val="18"/>
      </w:rPr>
      <w:t>-</w:t>
    </w:r>
    <w:r w:rsidRPr="00454D4A">
      <w:rPr>
        <w:rFonts w:ascii="Arial" w:hAnsi="Arial" w:cs="Arial"/>
        <w:sz w:val="18"/>
        <w:szCs w:val="18"/>
      </w:rPr>
      <w:t xml:space="preserve"> Jacareí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SP - CEP: 12327-901 - Tel.: (12)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3955-2200 - 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F467CB" w14:textId="77777777" w:rsidR="00F10A87" w:rsidRPr="00454D4A" w:rsidRDefault="00F10A87" w:rsidP="00D26FB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 xml:space="preserve">Praça dos Três Poderes, 74 - Centro </w:t>
    </w:r>
    <w:r>
      <w:rPr>
        <w:rFonts w:ascii="Arial" w:hAnsi="Arial" w:cs="Arial"/>
        <w:sz w:val="18"/>
        <w:szCs w:val="18"/>
      </w:rPr>
      <w:t>-</w:t>
    </w:r>
    <w:r w:rsidRPr="00454D4A">
      <w:rPr>
        <w:rFonts w:ascii="Arial" w:hAnsi="Arial" w:cs="Arial"/>
        <w:sz w:val="18"/>
        <w:szCs w:val="18"/>
      </w:rPr>
      <w:t xml:space="preserve"> Jacareí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SP - CEP: 12327-901 - Tel.: (12)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3955-2200 - 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8570E0" w14:textId="77777777" w:rsidR="00E70F1F" w:rsidRDefault="00E70F1F">
      <w:r>
        <w:separator/>
      </w:r>
    </w:p>
  </w:footnote>
  <w:footnote w:type="continuationSeparator" w:id="0">
    <w:p w14:paraId="530C815E" w14:textId="77777777" w:rsidR="00E70F1F" w:rsidRDefault="00E70F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B6B3B3" w14:textId="7A284799" w:rsidR="00F10A87" w:rsidRDefault="00AE2E0C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2C99ACE" wp14:editId="6DCF59F9">
              <wp:simplePos x="0" y="0"/>
              <wp:positionH relativeFrom="column">
                <wp:posOffset>1372464</wp:posOffset>
              </wp:positionH>
              <wp:positionV relativeFrom="paragraph">
                <wp:posOffset>2891</wp:posOffset>
              </wp:positionV>
              <wp:extent cx="5003800" cy="547317"/>
              <wp:effectExtent l="0" t="0" r="6350" b="571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4731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7989C2" w14:textId="77777777" w:rsidR="00F10A87" w:rsidRPr="00F73DA3" w:rsidRDefault="00F10A87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14:paraId="42A6A33B" w14:textId="77777777" w:rsidR="00F10A87" w:rsidRPr="00F73DA3" w:rsidRDefault="00F10A87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2C99AC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108.05pt;margin-top:.25pt;width:394pt;height:43.1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" filled="f" stroked="f">
              <v:textbox inset="0,0,0,0">
                <w:txbxContent>
                  <w:p w14:paraId="257989C2" w14:textId="77777777" w:rsidR="00F10A87" w:rsidRPr="00F73DA3" w:rsidRDefault="00F10A87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14:paraId="42A6A33B" w14:textId="77777777" w:rsidR="00F10A87" w:rsidRPr="00F73DA3" w:rsidRDefault="00F10A87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2"/>
      </w:rPr>
      <w:drawing>
        <wp:anchor distT="0" distB="0" distL="114300" distR="114300" simplePos="0" relativeHeight="251657216" behindDoc="0" locked="0" layoutInCell="1" allowOverlap="1" wp14:anchorId="764FAEE4" wp14:editId="25B36250">
          <wp:simplePos x="0" y="0"/>
          <wp:positionH relativeFrom="column">
            <wp:posOffset>326390</wp:posOffset>
          </wp:positionH>
          <wp:positionV relativeFrom="paragraph">
            <wp:posOffset>-83185</wp:posOffset>
          </wp:positionV>
          <wp:extent cx="907415" cy="704850"/>
          <wp:effectExtent l="0" t="0" r="6985" b="0"/>
          <wp:wrapNone/>
          <wp:docPr id="6" name="Imagem 3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agem 3" descr="LOGO_CA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D18A1F5" w14:textId="79995D77" w:rsidR="00F10A87" w:rsidRDefault="00AE2E0C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BA3931F" wp14:editId="46BB872A">
              <wp:simplePos x="0" y="0"/>
              <wp:positionH relativeFrom="column">
                <wp:posOffset>5900573</wp:posOffset>
              </wp:positionH>
              <wp:positionV relativeFrom="paragraph">
                <wp:posOffset>114812</wp:posOffset>
              </wp:positionV>
              <wp:extent cx="532765" cy="122041"/>
              <wp:effectExtent l="0" t="0" r="635" b="1143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65" cy="12204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57CF07" w14:textId="0CF0F9AD" w:rsidR="00F10A87" w:rsidRPr="0096018D" w:rsidRDefault="00F10A87" w:rsidP="00454D4A">
                          <w:pPr>
                            <w:jc w:val="center"/>
                            <w:rPr>
                              <w:rFonts w:ascii="Arial" w:hAnsi="Arial" w:cs="Arial"/>
                              <w:sz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BA3931F" id="Text Box 2" o:spid="_x0000_s1027" type="#_x0000_t202" style="position:absolute;left:0;text-align:left;margin-left:464.6pt;margin-top:9.05pt;width:41.95pt;height:9.6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" filled="f" stroked="f">
              <v:textbox inset="0,0,0,0">
                <w:txbxContent>
                  <w:p w14:paraId="2057CF07" w14:textId="0CF0F9AD" w:rsidR="00F10A87" w:rsidRPr="0096018D" w:rsidRDefault="00F10A87" w:rsidP="00454D4A">
                    <w:pPr>
                      <w:jc w:val="center"/>
                      <w:rPr>
                        <w:rFonts w:ascii="Arial" w:hAnsi="Arial" w:cs="Arial"/>
                        <w:sz w:val="12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650A1C3A" w14:textId="77777777" w:rsidR="00F10A87" w:rsidRDefault="00F10A87">
    <w:pPr>
      <w:tabs>
        <w:tab w:val="left" w:pos="2835"/>
      </w:tabs>
      <w:jc w:val="center"/>
      <w:rPr>
        <w:sz w:val="22"/>
      </w:rPr>
    </w:pPr>
  </w:p>
  <w:p w14:paraId="4FE9D062" w14:textId="77777777" w:rsidR="00F10A87" w:rsidRDefault="00F10A87">
    <w:pPr>
      <w:tabs>
        <w:tab w:val="left" w:pos="2835"/>
      </w:tabs>
      <w:jc w:val="center"/>
      <w:rPr>
        <w:sz w:val="22"/>
      </w:rPr>
    </w:pPr>
  </w:p>
  <w:p w14:paraId="57EC2E58" w14:textId="3CFBA0CF" w:rsidR="00F10A87" w:rsidRPr="00011642" w:rsidRDefault="00F676DD" w:rsidP="00646227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  <w:r>
      <w:rPr>
        <w:rFonts w:ascii="Arial" w:hAnsi="Arial" w:cs="Arial"/>
        <w:b/>
        <w:sz w:val="20"/>
        <w:u w:val="single"/>
      </w:rPr>
      <w:t xml:space="preserve">Roteiro para a </w:t>
    </w:r>
    <w:r w:rsidR="00A3564A">
      <w:rPr>
        <w:rFonts w:ascii="Arial" w:hAnsi="Arial" w:cs="Arial"/>
        <w:b/>
        <w:sz w:val="20"/>
        <w:u w:val="single"/>
      </w:rPr>
      <w:t>1</w:t>
    </w:r>
    <w:r w:rsidR="00155158">
      <w:rPr>
        <w:rFonts w:ascii="Arial" w:hAnsi="Arial" w:cs="Arial"/>
        <w:b/>
        <w:sz w:val="20"/>
        <w:u w:val="single"/>
      </w:rPr>
      <w:t xml:space="preserve">ª Sessão Ordinária </w:t>
    </w:r>
    <w:r w:rsidR="0098157E">
      <w:rPr>
        <w:rFonts w:ascii="Arial" w:hAnsi="Arial" w:cs="Arial"/>
        <w:b/>
        <w:sz w:val="20"/>
        <w:u w:val="single"/>
      </w:rPr>
      <w:t xml:space="preserve">de </w:t>
    </w:r>
    <w:r w:rsidR="00A3564A">
      <w:rPr>
        <w:rFonts w:ascii="Arial" w:hAnsi="Arial" w:cs="Arial"/>
        <w:b/>
        <w:sz w:val="20"/>
        <w:u w:val="single"/>
      </w:rPr>
      <w:t>04</w:t>
    </w:r>
    <w:r w:rsidR="00D11E22">
      <w:rPr>
        <w:rFonts w:ascii="Arial" w:hAnsi="Arial" w:cs="Arial"/>
        <w:b/>
        <w:sz w:val="20"/>
        <w:u w:val="single"/>
      </w:rPr>
      <w:t>/</w:t>
    </w:r>
    <w:r w:rsidR="00A3564A">
      <w:rPr>
        <w:rFonts w:ascii="Arial" w:hAnsi="Arial" w:cs="Arial"/>
        <w:b/>
        <w:sz w:val="20"/>
        <w:u w:val="single"/>
      </w:rPr>
      <w:t>0</w:t>
    </w:r>
    <w:r w:rsidR="00F5396C">
      <w:rPr>
        <w:rFonts w:ascii="Arial" w:hAnsi="Arial" w:cs="Arial"/>
        <w:b/>
        <w:sz w:val="20"/>
        <w:u w:val="single"/>
      </w:rPr>
      <w:t>2</w:t>
    </w:r>
    <w:r w:rsidR="00FC215C">
      <w:rPr>
        <w:rFonts w:ascii="Arial" w:hAnsi="Arial" w:cs="Arial"/>
        <w:b/>
        <w:sz w:val="20"/>
        <w:u w:val="single"/>
      </w:rPr>
      <w:t>/202</w:t>
    </w:r>
    <w:r w:rsidR="00A3564A">
      <w:rPr>
        <w:rFonts w:ascii="Arial" w:hAnsi="Arial" w:cs="Arial"/>
        <w:b/>
        <w:sz w:val="20"/>
        <w:u w:val="single"/>
      </w:rPr>
      <w:t>6</w:t>
    </w:r>
    <w:r w:rsidR="00F10A87" w:rsidRPr="00011642">
      <w:rPr>
        <w:rFonts w:ascii="Arial" w:hAnsi="Arial" w:cs="Arial"/>
        <w:b/>
        <w:sz w:val="20"/>
        <w:u w:val="single"/>
      </w:rPr>
      <w:t xml:space="preserve"> - Fls. </w:t>
    </w:r>
    <w:r w:rsidR="00F10A87" w:rsidRPr="00011642">
      <w:rPr>
        <w:rFonts w:ascii="Arial" w:hAnsi="Arial" w:cs="Arial"/>
        <w:b/>
        <w:sz w:val="20"/>
        <w:u w:val="single"/>
      </w:rPr>
      <w:fldChar w:fldCharType="begin"/>
    </w:r>
    <w:r w:rsidR="00F10A87" w:rsidRPr="00011642">
      <w:rPr>
        <w:rFonts w:ascii="Arial" w:hAnsi="Arial" w:cs="Arial"/>
        <w:b/>
        <w:sz w:val="20"/>
        <w:u w:val="single"/>
      </w:rPr>
      <w:instrText>PAGE   \* MERGEFORMAT</w:instrText>
    </w:r>
    <w:r w:rsidR="00F10A87" w:rsidRPr="00011642">
      <w:rPr>
        <w:rFonts w:ascii="Arial" w:hAnsi="Arial" w:cs="Arial"/>
        <w:b/>
        <w:sz w:val="20"/>
        <w:u w:val="single"/>
      </w:rPr>
      <w:fldChar w:fldCharType="separate"/>
    </w:r>
    <w:r w:rsidR="008C3F2B">
      <w:rPr>
        <w:rFonts w:ascii="Arial" w:hAnsi="Arial" w:cs="Arial"/>
        <w:b/>
        <w:noProof/>
        <w:sz w:val="20"/>
        <w:u w:val="single"/>
      </w:rPr>
      <w:t>10</w:t>
    </w:r>
    <w:r w:rsidR="00F10A87" w:rsidRPr="00011642">
      <w:rPr>
        <w:rFonts w:ascii="Arial" w:hAnsi="Arial" w:cs="Arial"/>
        <w:b/>
        <w:sz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3C42E7" w14:textId="77777777" w:rsidR="00F10A87" w:rsidRDefault="00F10A87" w:rsidP="00D26FB8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57387A8" wp14:editId="7C27FF49">
              <wp:simplePos x="0" y="0"/>
              <wp:positionH relativeFrom="column">
                <wp:posOffset>277241</wp:posOffset>
              </wp:positionH>
              <wp:positionV relativeFrom="paragraph">
                <wp:posOffset>-79375</wp:posOffset>
              </wp:positionV>
              <wp:extent cx="6106948" cy="718820"/>
              <wp:effectExtent l="0" t="0" r="8255" b="5080"/>
              <wp:wrapNone/>
              <wp:docPr id="15" name="Grupo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06948" cy="718820"/>
                        <a:chOff x="0" y="0"/>
                        <a:chExt cx="6106948" cy="718820"/>
                      </a:xfrm>
                    </wpg:grpSpPr>
                    <wps:wsp>
                      <wps:cNvPr id="4" name="Text Box 1"/>
                      <wps:cNvSpPr txBox="1">
                        <a:spLocks noChangeArrowheads="1"/>
                      </wps:cNvSpPr>
                      <wps:spPr bwMode="auto">
                        <a:xfrm>
                          <a:off x="1046074" y="87782"/>
                          <a:ext cx="5003800" cy="558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447F75" w14:textId="77777777" w:rsidR="00F10A87" w:rsidRPr="00F73DA3" w:rsidRDefault="00F10A87" w:rsidP="00D26FB8">
                            <w:pPr>
                              <w:pStyle w:val="Ttulo1"/>
                              <w:spacing w:before="20"/>
                              <w:rPr>
                                <w:rFonts w:ascii="Arial" w:hAnsi="Arial" w:cs="Arial"/>
                                <w:sz w:val="38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  <w:sz w:val="38"/>
                              </w:rPr>
                              <w:t>CÂMARA MUNICIPAL DE JACAREÍ - SP</w:t>
                            </w:r>
                          </w:p>
                          <w:p w14:paraId="66DA7694" w14:textId="77777777" w:rsidR="00F10A87" w:rsidRPr="00F73DA3" w:rsidRDefault="00F10A87" w:rsidP="00D26FB8">
                            <w:pPr>
                              <w:pStyle w:val="Ttulo4"/>
                              <w:rPr>
                                <w:rFonts w:ascii="Arial" w:hAnsi="Arial" w:cs="Arial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</w:rPr>
                              <w:t>PALÁCIO DA LIBERDADE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5574183" y="365760"/>
                          <a:ext cx="532765" cy="12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51BA82" w14:textId="02111F79" w:rsidR="00F10A87" w:rsidRPr="0096018D" w:rsidRDefault="00F10A87" w:rsidP="00D26FB8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4" name="Imagem 3" descr="LOGO_CA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7415" cy="718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57387A8" id="Grupo 15" o:spid="_x0000_s1028" style="position:absolute;left:0;text-align:left;margin-left:21.85pt;margin-top:-6.25pt;width:480.85pt;height:56.6pt;z-index:251659264" coordsize="61069,718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10460;top:877;width:50038;height:5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14:paraId="28447F75" w14:textId="77777777" w:rsidR="00F10A87" w:rsidRPr="00F73DA3" w:rsidRDefault="00F10A87" w:rsidP="00D26FB8">
                      <w:pPr>
                        <w:pStyle w:val="Ttulo1"/>
                        <w:spacing w:before="20"/>
                        <w:rPr>
                          <w:rFonts w:ascii="Arial" w:hAnsi="Arial" w:cs="Arial"/>
                          <w:sz w:val="38"/>
                        </w:rPr>
                      </w:pPr>
                      <w:r w:rsidRPr="00F73DA3">
                        <w:rPr>
                          <w:rFonts w:ascii="Arial" w:hAnsi="Arial" w:cs="Arial"/>
                          <w:sz w:val="38"/>
                        </w:rPr>
                        <w:t>CÂMARA MUNICIPAL DE JACAREÍ - SP</w:t>
                      </w:r>
                    </w:p>
                    <w:p w14:paraId="66DA7694" w14:textId="77777777" w:rsidR="00F10A87" w:rsidRPr="00F73DA3" w:rsidRDefault="00F10A87" w:rsidP="00D26FB8">
                      <w:pPr>
                        <w:pStyle w:val="Ttulo4"/>
                        <w:rPr>
                          <w:rFonts w:ascii="Arial" w:hAnsi="Arial" w:cs="Arial"/>
                        </w:rPr>
                      </w:pPr>
                      <w:r w:rsidRPr="00F73DA3">
                        <w:rPr>
                          <w:rFonts w:ascii="Arial" w:hAnsi="Arial" w:cs="Arial"/>
                        </w:rPr>
                        <w:t>PALÁCIO DA LIBERDADE</w:t>
                      </w:r>
                    </w:p>
                  </w:txbxContent>
                </v:textbox>
              </v:shape>
              <v:shape id="_x0000_s1030" type="#_x0000_t202" style="position:absolute;left:55741;top:3657;width:5328;height:1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cPL8MA&#10;AADaAAAADwAAAGRycy9kb3ducmV2LnhtbESPQWvCQBSE7wX/w/IEb3VjQ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2cPL8MAAADaAAAADwAAAAAAAAAAAAAAAACYAgAAZHJzL2Rv&#10;d25yZXYueG1sUEsFBgAAAAAEAAQA9QAAAIgDAAAAAA==&#10;" filled="f" stroked="f">
                <v:textbox inset="0,0,0,0">
                  <w:txbxContent>
                    <w:p w14:paraId="4451BA82" w14:textId="02111F79" w:rsidR="00F10A87" w:rsidRPr="0096018D" w:rsidRDefault="00F10A87" w:rsidP="00D26FB8">
                      <w:pPr>
                        <w:jc w:val="center"/>
                        <w:rPr>
                          <w:rFonts w:ascii="Arial" w:hAnsi="Arial" w:cs="Arial"/>
                          <w:sz w:val="12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3" o:spid="_x0000_s1031" type="#_x0000_t75" alt="LOGO_CA3" style="position:absolute;width:9074;height:71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r35OTAAAAA2wAAAA8AAABkcnMvZG93bnJldi54bWxET0trwkAQvgv9D8sUejObShFJXUWESi4N&#10;PtL7kB2TYHY27K4x7a/vCoK3+fies1yPphMDOd9aVvCepCCIK6tbrhWUp6/pAoQPyBo7y6Tglzys&#10;Vy+TJWba3vhAwzHUIoawz1BBE0KfSemrhgz6xPbEkTtbZzBE6GqpHd5iuOnkLE3n0mDLsaHBnrYN&#10;VZfj1Sj4WXzn1eBmtPvb26JI87LVRanU2+u4+QQRaAxP8cOd6zj/A+6/xAPk6h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yvfk5MAAAADbAAAADwAAAAAAAAAAAAAAAACfAgAA&#10;ZHJzL2Rvd25yZXYueG1sUEsFBgAAAAAEAAQA9wAAAIwDAAAAAA==&#10;">
                <v:imagedata r:id="rId2" o:title="LOGO_CA3"/>
                <v:path arrowok="t"/>
              </v:shape>
            </v:group>
          </w:pict>
        </mc:Fallback>
      </mc:AlternateContent>
    </w:r>
  </w:p>
  <w:p w14:paraId="08DF6985" w14:textId="77777777" w:rsidR="00F10A87" w:rsidRDefault="00F10A87" w:rsidP="00D26FB8">
    <w:pPr>
      <w:tabs>
        <w:tab w:val="left" w:pos="2835"/>
      </w:tabs>
      <w:jc w:val="center"/>
      <w:rPr>
        <w:sz w:val="22"/>
      </w:rPr>
    </w:pPr>
  </w:p>
  <w:p w14:paraId="7DDFBF5F" w14:textId="77777777" w:rsidR="00F10A87" w:rsidRDefault="00F10A87" w:rsidP="00D26FB8">
    <w:pPr>
      <w:tabs>
        <w:tab w:val="left" w:pos="2835"/>
      </w:tabs>
      <w:jc w:val="center"/>
      <w:rPr>
        <w:sz w:val="22"/>
      </w:rPr>
    </w:pPr>
  </w:p>
  <w:p w14:paraId="0BBD983A" w14:textId="77777777" w:rsidR="00F10A87" w:rsidRPr="00011642" w:rsidRDefault="00F10A87" w:rsidP="00D26FB8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</w:p>
  <w:p w14:paraId="03858E2A" w14:textId="77777777" w:rsidR="00F10A87" w:rsidRDefault="00F10A8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D1AD7C9D"/>
    <w:multiLevelType w:val="hybridMultilevel"/>
    <w:tmpl w:val="DC85AF8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43A4D3F"/>
    <w:multiLevelType w:val="hybridMultilevel"/>
    <w:tmpl w:val="709EF01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94B3BE4"/>
    <w:multiLevelType w:val="hybridMultilevel"/>
    <w:tmpl w:val="CA048DC6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A8C5463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BCB22B4"/>
    <w:multiLevelType w:val="hybridMultilevel"/>
    <w:tmpl w:val="0E58AF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673CD2"/>
    <w:multiLevelType w:val="multilevel"/>
    <w:tmpl w:val="EE62DDE0"/>
    <w:lvl w:ilvl="0">
      <w:start w:val="1"/>
      <w:numFmt w:val="decimal"/>
      <w:lvlText w:val="%1)"/>
      <w:lvlJc w:val="left"/>
      <w:pPr>
        <w:ind w:left="357" w:hanging="357"/>
      </w:pPr>
      <w:rPr>
        <w:rFonts w:hint="default"/>
        <w:b/>
        <w:i w:val="0"/>
        <w:color w:val="auto"/>
        <w:u w:val="none"/>
      </w:rPr>
    </w:lvl>
    <w:lvl w:ilvl="1">
      <w:start w:val="1"/>
      <w:numFmt w:val="decimal"/>
      <w:lvlText w:val="%1.%2)"/>
      <w:lvlJc w:val="left"/>
      <w:pPr>
        <w:ind w:left="714" w:hanging="357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3A850BE"/>
    <w:multiLevelType w:val="hybridMultilevel"/>
    <w:tmpl w:val="C31A4E3E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48B5197"/>
    <w:multiLevelType w:val="hybridMultilevel"/>
    <w:tmpl w:val="9186484E"/>
    <w:lvl w:ilvl="0" w:tplc="0416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C9F453D"/>
    <w:multiLevelType w:val="hybridMultilevel"/>
    <w:tmpl w:val="0DBEAAB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2678C7"/>
    <w:multiLevelType w:val="hybridMultilevel"/>
    <w:tmpl w:val="5AA85AC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6C32E68"/>
    <w:multiLevelType w:val="hybridMultilevel"/>
    <w:tmpl w:val="0242F7CC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CAB5BC2"/>
    <w:multiLevelType w:val="hybridMultilevel"/>
    <w:tmpl w:val="FC865228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3210467E"/>
    <w:multiLevelType w:val="multilevel"/>
    <w:tmpl w:val="25603858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  <w:b/>
        <w:i w:val="0"/>
        <w:color w:val="auto"/>
        <w:u w:val="none"/>
      </w:rPr>
    </w:lvl>
    <w:lvl w:ilvl="1">
      <w:start w:val="1"/>
      <w:numFmt w:val="decimal"/>
      <w:lvlText w:val="%1.%2)"/>
      <w:lvlJc w:val="left"/>
      <w:pPr>
        <w:ind w:left="714" w:hanging="357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4" w15:restartNumberingAfterBreak="0">
    <w:nsid w:val="36230C2B"/>
    <w:multiLevelType w:val="hybridMultilevel"/>
    <w:tmpl w:val="359AC242"/>
    <w:lvl w:ilvl="0" w:tplc="E26CD4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711A1E"/>
    <w:multiLevelType w:val="hybridMultilevel"/>
    <w:tmpl w:val="F104CA44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1806BF6"/>
    <w:multiLevelType w:val="hybridMultilevel"/>
    <w:tmpl w:val="62DE3BEE"/>
    <w:lvl w:ilvl="0" w:tplc="D7D6D42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1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591F21"/>
    <w:multiLevelType w:val="hybridMultilevel"/>
    <w:tmpl w:val="70585E12"/>
    <w:lvl w:ilvl="0" w:tplc="40043DEA">
      <w:start w:val="1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Batang" w:hAnsi="Symbol" w:cs="Aria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D14A1F"/>
    <w:multiLevelType w:val="hybridMultilevel"/>
    <w:tmpl w:val="9B76A958"/>
    <w:lvl w:ilvl="0" w:tplc="12B4EA0E">
      <w:start w:val="1"/>
      <w:numFmt w:val="decimal"/>
      <w:lvlText w:val="%1."/>
      <w:lvlJc w:val="left"/>
      <w:pPr>
        <w:ind w:left="1211" w:hanging="360"/>
      </w:pPr>
    </w:lvl>
    <w:lvl w:ilvl="1" w:tplc="04160019">
      <w:start w:val="1"/>
      <w:numFmt w:val="lowerLetter"/>
      <w:lvlText w:val="%2."/>
      <w:lvlJc w:val="left"/>
      <w:pPr>
        <w:ind w:left="1931" w:hanging="360"/>
      </w:pPr>
    </w:lvl>
    <w:lvl w:ilvl="2" w:tplc="0416001B">
      <w:start w:val="1"/>
      <w:numFmt w:val="lowerRoman"/>
      <w:lvlText w:val="%3."/>
      <w:lvlJc w:val="right"/>
      <w:pPr>
        <w:ind w:left="2651" w:hanging="180"/>
      </w:pPr>
    </w:lvl>
    <w:lvl w:ilvl="3" w:tplc="0416000F">
      <w:start w:val="1"/>
      <w:numFmt w:val="decimal"/>
      <w:lvlText w:val="%4."/>
      <w:lvlJc w:val="left"/>
      <w:pPr>
        <w:ind w:left="3371" w:hanging="360"/>
      </w:pPr>
    </w:lvl>
    <w:lvl w:ilvl="4" w:tplc="04160019">
      <w:start w:val="1"/>
      <w:numFmt w:val="lowerLetter"/>
      <w:lvlText w:val="%5."/>
      <w:lvlJc w:val="left"/>
      <w:pPr>
        <w:ind w:left="4091" w:hanging="360"/>
      </w:pPr>
    </w:lvl>
    <w:lvl w:ilvl="5" w:tplc="0416001B">
      <w:start w:val="1"/>
      <w:numFmt w:val="lowerRoman"/>
      <w:lvlText w:val="%6."/>
      <w:lvlJc w:val="right"/>
      <w:pPr>
        <w:ind w:left="4811" w:hanging="180"/>
      </w:pPr>
    </w:lvl>
    <w:lvl w:ilvl="6" w:tplc="0416000F">
      <w:start w:val="1"/>
      <w:numFmt w:val="decimal"/>
      <w:lvlText w:val="%7."/>
      <w:lvlJc w:val="left"/>
      <w:pPr>
        <w:ind w:left="5531" w:hanging="360"/>
      </w:pPr>
    </w:lvl>
    <w:lvl w:ilvl="7" w:tplc="04160019">
      <w:start w:val="1"/>
      <w:numFmt w:val="lowerLetter"/>
      <w:lvlText w:val="%8."/>
      <w:lvlJc w:val="left"/>
      <w:pPr>
        <w:ind w:left="6251" w:hanging="360"/>
      </w:pPr>
    </w:lvl>
    <w:lvl w:ilvl="8" w:tplc="0416001B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6E9E6BBF"/>
    <w:multiLevelType w:val="multilevel"/>
    <w:tmpl w:val="B644BF8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FAC72C2"/>
    <w:multiLevelType w:val="hybridMultilevel"/>
    <w:tmpl w:val="BBD8E892"/>
    <w:lvl w:ilvl="0" w:tplc="A670C6E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D66E36">
      <w:start w:val="1"/>
      <w:numFmt w:val="bullet"/>
      <w:lvlText w:val="o"/>
      <w:lvlJc w:val="left"/>
      <w:pPr>
        <w:ind w:left="6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A48B1FA">
      <w:start w:val="1"/>
      <w:numFmt w:val="bullet"/>
      <w:lvlText w:val="▪"/>
      <w:lvlJc w:val="left"/>
      <w:pPr>
        <w:ind w:left="9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B68DBA">
      <w:start w:val="1"/>
      <w:numFmt w:val="bullet"/>
      <w:lvlRestart w:val="0"/>
      <w:lvlText w:val="•"/>
      <w:lvlJc w:val="left"/>
      <w:pPr>
        <w:ind w:left="11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030ADC0">
      <w:start w:val="1"/>
      <w:numFmt w:val="bullet"/>
      <w:lvlText w:val="o"/>
      <w:lvlJc w:val="left"/>
      <w:pPr>
        <w:ind w:left="19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EE831A0">
      <w:start w:val="1"/>
      <w:numFmt w:val="bullet"/>
      <w:lvlText w:val="▪"/>
      <w:lvlJc w:val="left"/>
      <w:pPr>
        <w:ind w:left="26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CB439AA">
      <w:start w:val="1"/>
      <w:numFmt w:val="bullet"/>
      <w:lvlText w:val="•"/>
      <w:lvlJc w:val="left"/>
      <w:pPr>
        <w:ind w:left="33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1E2CD62">
      <w:start w:val="1"/>
      <w:numFmt w:val="bullet"/>
      <w:lvlText w:val="o"/>
      <w:lvlJc w:val="left"/>
      <w:pPr>
        <w:ind w:left="40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C183D40">
      <w:start w:val="1"/>
      <w:numFmt w:val="bullet"/>
      <w:lvlText w:val="▪"/>
      <w:lvlJc w:val="left"/>
      <w:pPr>
        <w:ind w:left="48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02F0F79"/>
    <w:multiLevelType w:val="hybridMultilevel"/>
    <w:tmpl w:val="A2EEFF48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74D272D5"/>
    <w:multiLevelType w:val="hybridMultilevel"/>
    <w:tmpl w:val="272872B0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74A225B"/>
    <w:multiLevelType w:val="hybridMultilevel"/>
    <w:tmpl w:val="2128563A"/>
    <w:lvl w:ilvl="0" w:tplc="75B635E8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02217D"/>
    <w:multiLevelType w:val="hybridMultilevel"/>
    <w:tmpl w:val="FBA0E460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17"/>
  </w:num>
  <w:num w:numId="4">
    <w:abstractNumId w:val="6"/>
  </w:num>
  <w:num w:numId="5">
    <w:abstractNumId w:val="17"/>
  </w:num>
  <w:num w:numId="6">
    <w:abstractNumId w:val="24"/>
  </w:num>
  <w:num w:numId="7">
    <w:abstractNumId w:val="7"/>
  </w:num>
  <w:num w:numId="8">
    <w:abstractNumId w:val="22"/>
  </w:num>
  <w:num w:numId="9">
    <w:abstractNumId w:val="4"/>
  </w:num>
  <w:num w:numId="10">
    <w:abstractNumId w:val="19"/>
  </w:num>
  <w:num w:numId="11">
    <w:abstractNumId w:val="15"/>
  </w:num>
  <w:num w:numId="12">
    <w:abstractNumId w:val="10"/>
  </w:num>
  <w:num w:numId="13">
    <w:abstractNumId w:val="11"/>
  </w:num>
  <w:num w:numId="14">
    <w:abstractNumId w:val="14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3"/>
  </w:num>
  <w:num w:numId="18">
    <w:abstractNumId w:val="12"/>
  </w:num>
  <w:num w:numId="19">
    <w:abstractNumId w:val="0"/>
  </w:num>
  <w:num w:numId="2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9"/>
  </w:num>
  <w:num w:numId="23">
    <w:abstractNumId w:val="23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8"/>
  </w:num>
  <w:num w:numId="27">
    <w:abstractNumId w:val="20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348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CB4"/>
    <w:rsid w:val="00000385"/>
    <w:rsid w:val="00000682"/>
    <w:rsid w:val="00000907"/>
    <w:rsid w:val="00001284"/>
    <w:rsid w:val="000015E2"/>
    <w:rsid w:val="000027DA"/>
    <w:rsid w:val="00002CC8"/>
    <w:rsid w:val="00003341"/>
    <w:rsid w:val="00004595"/>
    <w:rsid w:val="00005218"/>
    <w:rsid w:val="00006E38"/>
    <w:rsid w:val="000077D0"/>
    <w:rsid w:val="00010575"/>
    <w:rsid w:val="000114E0"/>
    <w:rsid w:val="00011642"/>
    <w:rsid w:val="000117AD"/>
    <w:rsid w:val="00011BE4"/>
    <w:rsid w:val="0001261A"/>
    <w:rsid w:val="00012789"/>
    <w:rsid w:val="00014BD1"/>
    <w:rsid w:val="00016232"/>
    <w:rsid w:val="00016DA7"/>
    <w:rsid w:val="00016EB4"/>
    <w:rsid w:val="00017742"/>
    <w:rsid w:val="00017AC6"/>
    <w:rsid w:val="000201E0"/>
    <w:rsid w:val="00020BED"/>
    <w:rsid w:val="0002154E"/>
    <w:rsid w:val="0002203E"/>
    <w:rsid w:val="00022807"/>
    <w:rsid w:val="00023276"/>
    <w:rsid w:val="00024010"/>
    <w:rsid w:val="000241AD"/>
    <w:rsid w:val="0002566F"/>
    <w:rsid w:val="000264BC"/>
    <w:rsid w:val="00027AC8"/>
    <w:rsid w:val="000303BD"/>
    <w:rsid w:val="000309F8"/>
    <w:rsid w:val="000312E2"/>
    <w:rsid w:val="00036429"/>
    <w:rsid w:val="00037486"/>
    <w:rsid w:val="00037D78"/>
    <w:rsid w:val="00042FEF"/>
    <w:rsid w:val="0004348E"/>
    <w:rsid w:val="00043F12"/>
    <w:rsid w:val="00044414"/>
    <w:rsid w:val="00044B25"/>
    <w:rsid w:val="00044FD9"/>
    <w:rsid w:val="0004588E"/>
    <w:rsid w:val="0004657B"/>
    <w:rsid w:val="000477FC"/>
    <w:rsid w:val="000478BE"/>
    <w:rsid w:val="00047A29"/>
    <w:rsid w:val="00047C4E"/>
    <w:rsid w:val="0005004E"/>
    <w:rsid w:val="00050340"/>
    <w:rsid w:val="00054480"/>
    <w:rsid w:val="000544E0"/>
    <w:rsid w:val="00054F47"/>
    <w:rsid w:val="00055460"/>
    <w:rsid w:val="0005584B"/>
    <w:rsid w:val="00056948"/>
    <w:rsid w:val="00056F88"/>
    <w:rsid w:val="000575B9"/>
    <w:rsid w:val="0006229A"/>
    <w:rsid w:val="00062793"/>
    <w:rsid w:val="00063430"/>
    <w:rsid w:val="00063BD9"/>
    <w:rsid w:val="00065DED"/>
    <w:rsid w:val="00065F25"/>
    <w:rsid w:val="00067745"/>
    <w:rsid w:val="00070AD5"/>
    <w:rsid w:val="000726F3"/>
    <w:rsid w:val="00080B06"/>
    <w:rsid w:val="00080FFC"/>
    <w:rsid w:val="0008291A"/>
    <w:rsid w:val="00082DD2"/>
    <w:rsid w:val="00084387"/>
    <w:rsid w:val="000845CE"/>
    <w:rsid w:val="00084614"/>
    <w:rsid w:val="00084675"/>
    <w:rsid w:val="00085010"/>
    <w:rsid w:val="00085CB5"/>
    <w:rsid w:val="0009000D"/>
    <w:rsid w:val="00092232"/>
    <w:rsid w:val="00092897"/>
    <w:rsid w:val="00092FE2"/>
    <w:rsid w:val="00093C52"/>
    <w:rsid w:val="00094490"/>
    <w:rsid w:val="00094C68"/>
    <w:rsid w:val="00094C78"/>
    <w:rsid w:val="000952D2"/>
    <w:rsid w:val="00095555"/>
    <w:rsid w:val="000958D5"/>
    <w:rsid w:val="00095977"/>
    <w:rsid w:val="00096187"/>
    <w:rsid w:val="00096384"/>
    <w:rsid w:val="00096438"/>
    <w:rsid w:val="000978AC"/>
    <w:rsid w:val="00097C74"/>
    <w:rsid w:val="000A01F0"/>
    <w:rsid w:val="000A0864"/>
    <w:rsid w:val="000A0A59"/>
    <w:rsid w:val="000A2863"/>
    <w:rsid w:val="000A2E28"/>
    <w:rsid w:val="000A30D3"/>
    <w:rsid w:val="000A3BB3"/>
    <w:rsid w:val="000A3F2F"/>
    <w:rsid w:val="000A4D58"/>
    <w:rsid w:val="000A6041"/>
    <w:rsid w:val="000B03D0"/>
    <w:rsid w:val="000B0649"/>
    <w:rsid w:val="000B1514"/>
    <w:rsid w:val="000B2649"/>
    <w:rsid w:val="000B266D"/>
    <w:rsid w:val="000B2F13"/>
    <w:rsid w:val="000B321F"/>
    <w:rsid w:val="000B3E68"/>
    <w:rsid w:val="000B47BA"/>
    <w:rsid w:val="000B5A76"/>
    <w:rsid w:val="000B5E80"/>
    <w:rsid w:val="000B66D6"/>
    <w:rsid w:val="000B6A4A"/>
    <w:rsid w:val="000C0B66"/>
    <w:rsid w:val="000C0BEF"/>
    <w:rsid w:val="000C197C"/>
    <w:rsid w:val="000C459D"/>
    <w:rsid w:val="000C6B0C"/>
    <w:rsid w:val="000D0D5A"/>
    <w:rsid w:val="000D2EF3"/>
    <w:rsid w:val="000D2FF4"/>
    <w:rsid w:val="000D31D5"/>
    <w:rsid w:val="000D3310"/>
    <w:rsid w:val="000D3574"/>
    <w:rsid w:val="000D47B0"/>
    <w:rsid w:val="000D57A3"/>
    <w:rsid w:val="000D63B7"/>
    <w:rsid w:val="000D660D"/>
    <w:rsid w:val="000D6ECE"/>
    <w:rsid w:val="000D799E"/>
    <w:rsid w:val="000D7B7C"/>
    <w:rsid w:val="000D7DD3"/>
    <w:rsid w:val="000E0826"/>
    <w:rsid w:val="000E0B8F"/>
    <w:rsid w:val="000E0D23"/>
    <w:rsid w:val="000E283C"/>
    <w:rsid w:val="000E2A45"/>
    <w:rsid w:val="000E4200"/>
    <w:rsid w:val="000E64BF"/>
    <w:rsid w:val="000E6732"/>
    <w:rsid w:val="000F055A"/>
    <w:rsid w:val="000F2536"/>
    <w:rsid w:val="000F27FA"/>
    <w:rsid w:val="000F2B7C"/>
    <w:rsid w:val="000F419A"/>
    <w:rsid w:val="000F4AD7"/>
    <w:rsid w:val="000F4ED9"/>
    <w:rsid w:val="000F4F25"/>
    <w:rsid w:val="000F519C"/>
    <w:rsid w:val="000F63F2"/>
    <w:rsid w:val="000F66BB"/>
    <w:rsid w:val="000F6810"/>
    <w:rsid w:val="000F6D32"/>
    <w:rsid w:val="000F7514"/>
    <w:rsid w:val="000F787C"/>
    <w:rsid w:val="001001A9"/>
    <w:rsid w:val="00100749"/>
    <w:rsid w:val="00100827"/>
    <w:rsid w:val="001051E1"/>
    <w:rsid w:val="00105220"/>
    <w:rsid w:val="00105896"/>
    <w:rsid w:val="00107E4B"/>
    <w:rsid w:val="00111260"/>
    <w:rsid w:val="0011136E"/>
    <w:rsid w:val="001128B6"/>
    <w:rsid w:val="00114C2B"/>
    <w:rsid w:val="00114D4C"/>
    <w:rsid w:val="0011536A"/>
    <w:rsid w:val="00116F4C"/>
    <w:rsid w:val="00117661"/>
    <w:rsid w:val="001176AB"/>
    <w:rsid w:val="00117F3C"/>
    <w:rsid w:val="001208D4"/>
    <w:rsid w:val="00120B5A"/>
    <w:rsid w:val="00121924"/>
    <w:rsid w:val="00121A6C"/>
    <w:rsid w:val="00121DD0"/>
    <w:rsid w:val="0012349C"/>
    <w:rsid w:val="0012492E"/>
    <w:rsid w:val="00125123"/>
    <w:rsid w:val="00126440"/>
    <w:rsid w:val="00126E6F"/>
    <w:rsid w:val="00130432"/>
    <w:rsid w:val="00131F26"/>
    <w:rsid w:val="0013216C"/>
    <w:rsid w:val="001321E4"/>
    <w:rsid w:val="001330F2"/>
    <w:rsid w:val="00135261"/>
    <w:rsid w:val="00135FFD"/>
    <w:rsid w:val="00136272"/>
    <w:rsid w:val="00140BA8"/>
    <w:rsid w:val="001412DB"/>
    <w:rsid w:val="00141428"/>
    <w:rsid w:val="00141C57"/>
    <w:rsid w:val="0014591F"/>
    <w:rsid w:val="001461C6"/>
    <w:rsid w:val="00146C11"/>
    <w:rsid w:val="001506D3"/>
    <w:rsid w:val="001519C6"/>
    <w:rsid w:val="00152A02"/>
    <w:rsid w:val="001534BE"/>
    <w:rsid w:val="00155158"/>
    <w:rsid w:val="00155208"/>
    <w:rsid w:val="001557A3"/>
    <w:rsid w:val="00156F70"/>
    <w:rsid w:val="001571DB"/>
    <w:rsid w:val="00157B17"/>
    <w:rsid w:val="00160664"/>
    <w:rsid w:val="00161589"/>
    <w:rsid w:val="0016325B"/>
    <w:rsid w:val="001644F6"/>
    <w:rsid w:val="00165087"/>
    <w:rsid w:val="0016513F"/>
    <w:rsid w:val="00166DB4"/>
    <w:rsid w:val="001670C3"/>
    <w:rsid w:val="00167BA5"/>
    <w:rsid w:val="0017206A"/>
    <w:rsid w:val="00172C0D"/>
    <w:rsid w:val="00172E4D"/>
    <w:rsid w:val="00172E81"/>
    <w:rsid w:val="00173974"/>
    <w:rsid w:val="00175B96"/>
    <w:rsid w:val="00180135"/>
    <w:rsid w:val="001813C8"/>
    <w:rsid w:val="00181836"/>
    <w:rsid w:val="00181CD2"/>
    <w:rsid w:val="00183588"/>
    <w:rsid w:val="001858E8"/>
    <w:rsid w:val="001864BD"/>
    <w:rsid w:val="00186B5F"/>
    <w:rsid w:val="00190364"/>
    <w:rsid w:val="001906AF"/>
    <w:rsid w:val="00191D80"/>
    <w:rsid w:val="00192214"/>
    <w:rsid w:val="00193B0D"/>
    <w:rsid w:val="00193DA4"/>
    <w:rsid w:val="00195248"/>
    <w:rsid w:val="0019571C"/>
    <w:rsid w:val="00195C4C"/>
    <w:rsid w:val="00195D99"/>
    <w:rsid w:val="00196192"/>
    <w:rsid w:val="00196BAC"/>
    <w:rsid w:val="00197A09"/>
    <w:rsid w:val="00197B42"/>
    <w:rsid w:val="001A1115"/>
    <w:rsid w:val="001A16B4"/>
    <w:rsid w:val="001A32DA"/>
    <w:rsid w:val="001A4310"/>
    <w:rsid w:val="001A4753"/>
    <w:rsid w:val="001A5C3C"/>
    <w:rsid w:val="001A669E"/>
    <w:rsid w:val="001A6A03"/>
    <w:rsid w:val="001A6C40"/>
    <w:rsid w:val="001A6CF4"/>
    <w:rsid w:val="001A7F32"/>
    <w:rsid w:val="001B01D6"/>
    <w:rsid w:val="001B02E1"/>
    <w:rsid w:val="001B150E"/>
    <w:rsid w:val="001B1AF1"/>
    <w:rsid w:val="001B27C9"/>
    <w:rsid w:val="001B4F77"/>
    <w:rsid w:val="001B63C9"/>
    <w:rsid w:val="001B7BD6"/>
    <w:rsid w:val="001B7F87"/>
    <w:rsid w:val="001C0236"/>
    <w:rsid w:val="001C1E94"/>
    <w:rsid w:val="001C37F1"/>
    <w:rsid w:val="001C3D4B"/>
    <w:rsid w:val="001C48AC"/>
    <w:rsid w:val="001C4DDB"/>
    <w:rsid w:val="001C6B1D"/>
    <w:rsid w:val="001D0A2B"/>
    <w:rsid w:val="001D16AC"/>
    <w:rsid w:val="001D32A2"/>
    <w:rsid w:val="001D368A"/>
    <w:rsid w:val="001D3BF6"/>
    <w:rsid w:val="001D3E7C"/>
    <w:rsid w:val="001D47E7"/>
    <w:rsid w:val="001D51A3"/>
    <w:rsid w:val="001D63D6"/>
    <w:rsid w:val="001D773D"/>
    <w:rsid w:val="001E02F7"/>
    <w:rsid w:val="001E0A18"/>
    <w:rsid w:val="001E1747"/>
    <w:rsid w:val="001E21A3"/>
    <w:rsid w:val="001E22F5"/>
    <w:rsid w:val="001E2570"/>
    <w:rsid w:val="001E2876"/>
    <w:rsid w:val="001E2BFA"/>
    <w:rsid w:val="001E59E2"/>
    <w:rsid w:val="001E61AB"/>
    <w:rsid w:val="001E687E"/>
    <w:rsid w:val="001E78E3"/>
    <w:rsid w:val="001F0334"/>
    <w:rsid w:val="001F1031"/>
    <w:rsid w:val="001F13C3"/>
    <w:rsid w:val="001F18B1"/>
    <w:rsid w:val="001F1C67"/>
    <w:rsid w:val="001F253A"/>
    <w:rsid w:val="001F31C8"/>
    <w:rsid w:val="001F43EB"/>
    <w:rsid w:val="001F4BF1"/>
    <w:rsid w:val="001F4C1F"/>
    <w:rsid w:val="001F50DE"/>
    <w:rsid w:val="001F5513"/>
    <w:rsid w:val="001F6ADE"/>
    <w:rsid w:val="001F7C6F"/>
    <w:rsid w:val="00200D8A"/>
    <w:rsid w:val="002024F2"/>
    <w:rsid w:val="002024F8"/>
    <w:rsid w:val="00202724"/>
    <w:rsid w:val="002033DA"/>
    <w:rsid w:val="00204155"/>
    <w:rsid w:val="00204364"/>
    <w:rsid w:val="00204BAB"/>
    <w:rsid w:val="00204ED7"/>
    <w:rsid w:val="0020584A"/>
    <w:rsid w:val="0020586B"/>
    <w:rsid w:val="002079E8"/>
    <w:rsid w:val="0021125F"/>
    <w:rsid w:val="002112AE"/>
    <w:rsid w:val="00211736"/>
    <w:rsid w:val="0021173A"/>
    <w:rsid w:val="00211A24"/>
    <w:rsid w:val="00211A9E"/>
    <w:rsid w:val="002125DC"/>
    <w:rsid w:val="00212887"/>
    <w:rsid w:val="00212E98"/>
    <w:rsid w:val="00213407"/>
    <w:rsid w:val="002164AF"/>
    <w:rsid w:val="00216B67"/>
    <w:rsid w:val="002173B1"/>
    <w:rsid w:val="0021755E"/>
    <w:rsid w:val="00217A03"/>
    <w:rsid w:val="002203E7"/>
    <w:rsid w:val="002214AB"/>
    <w:rsid w:val="00221C38"/>
    <w:rsid w:val="00221FF8"/>
    <w:rsid w:val="00226D3A"/>
    <w:rsid w:val="00230143"/>
    <w:rsid w:val="00232ABB"/>
    <w:rsid w:val="002338B9"/>
    <w:rsid w:val="00233C49"/>
    <w:rsid w:val="002345F0"/>
    <w:rsid w:val="00235FBB"/>
    <w:rsid w:val="002360E6"/>
    <w:rsid w:val="00236477"/>
    <w:rsid w:val="002373F1"/>
    <w:rsid w:val="00237623"/>
    <w:rsid w:val="00245043"/>
    <w:rsid w:val="002471EB"/>
    <w:rsid w:val="002471F1"/>
    <w:rsid w:val="0025115F"/>
    <w:rsid w:val="0025128A"/>
    <w:rsid w:val="002520E6"/>
    <w:rsid w:val="0025311B"/>
    <w:rsid w:val="00253790"/>
    <w:rsid w:val="00253C82"/>
    <w:rsid w:val="00253F32"/>
    <w:rsid w:val="00256C55"/>
    <w:rsid w:val="00257F41"/>
    <w:rsid w:val="00262235"/>
    <w:rsid w:val="002625AE"/>
    <w:rsid w:val="00262F5C"/>
    <w:rsid w:val="002630DD"/>
    <w:rsid w:val="002635E2"/>
    <w:rsid w:val="0026460B"/>
    <w:rsid w:val="00267ACB"/>
    <w:rsid w:val="00267CC3"/>
    <w:rsid w:val="00270CF0"/>
    <w:rsid w:val="00270DBA"/>
    <w:rsid w:val="00270EE6"/>
    <w:rsid w:val="0027129C"/>
    <w:rsid w:val="002724F0"/>
    <w:rsid w:val="00274154"/>
    <w:rsid w:val="00274384"/>
    <w:rsid w:val="002747DA"/>
    <w:rsid w:val="002753BD"/>
    <w:rsid w:val="00275F4A"/>
    <w:rsid w:val="00276BEC"/>
    <w:rsid w:val="00277B13"/>
    <w:rsid w:val="0028005D"/>
    <w:rsid w:val="00280436"/>
    <w:rsid w:val="00280F8B"/>
    <w:rsid w:val="00281CD0"/>
    <w:rsid w:val="0028343C"/>
    <w:rsid w:val="002846A0"/>
    <w:rsid w:val="00286B08"/>
    <w:rsid w:val="00286C80"/>
    <w:rsid w:val="00287284"/>
    <w:rsid w:val="002878A2"/>
    <w:rsid w:val="00290F6F"/>
    <w:rsid w:val="00290FF9"/>
    <w:rsid w:val="00291137"/>
    <w:rsid w:val="00291C78"/>
    <w:rsid w:val="00291FC4"/>
    <w:rsid w:val="0029257A"/>
    <w:rsid w:val="002934AA"/>
    <w:rsid w:val="0029389C"/>
    <w:rsid w:val="00293B98"/>
    <w:rsid w:val="002965FD"/>
    <w:rsid w:val="0029663F"/>
    <w:rsid w:val="00296934"/>
    <w:rsid w:val="00296B6E"/>
    <w:rsid w:val="00296C62"/>
    <w:rsid w:val="002A0E77"/>
    <w:rsid w:val="002A0ED1"/>
    <w:rsid w:val="002A12B6"/>
    <w:rsid w:val="002A15D9"/>
    <w:rsid w:val="002A20AE"/>
    <w:rsid w:val="002A308C"/>
    <w:rsid w:val="002A6BE1"/>
    <w:rsid w:val="002A7434"/>
    <w:rsid w:val="002A76EC"/>
    <w:rsid w:val="002B0E32"/>
    <w:rsid w:val="002B0F5E"/>
    <w:rsid w:val="002B0FB2"/>
    <w:rsid w:val="002B12DA"/>
    <w:rsid w:val="002B1725"/>
    <w:rsid w:val="002B25E1"/>
    <w:rsid w:val="002B2E81"/>
    <w:rsid w:val="002B5365"/>
    <w:rsid w:val="002B5B1D"/>
    <w:rsid w:val="002C1A3A"/>
    <w:rsid w:val="002C29C5"/>
    <w:rsid w:val="002C2A58"/>
    <w:rsid w:val="002C4106"/>
    <w:rsid w:val="002C44B5"/>
    <w:rsid w:val="002C4B2B"/>
    <w:rsid w:val="002C4F8E"/>
    <w:rsid w:val="002C6342"/>
    <w:rsid w:val="002C6497"/>
    <w:rsid w:val="002C6AE3"/>
    <w:rsid w:val="002C6F4A"/>
    <w:rsid w:val="002C70C5"/>
    <w:rsid w:val="002D16FE"/>
    <w:rsid w:val="002D1C5D"/>
    <w:rsid w:val="002D1F1D"/>
    <w:rsid w:val="002D3AF1"/>
    <w:rsid w:val="002D4BDA"/>
    <w:rsid w:val="002D5D46"/>
    <w:rsid w:val="002D76DD"/>
    <w:rsid w:val="002D79A5"/>
    <w:rsid w:val="002D79F7"/>
    <w:rsid w:val="002E1CE0"/>
    <w:rsid w:val="002E208B"/>
    <w:rsid w:val="002E2185"/>
    <w:rsid w:val="002E28A7"/>
    <w:rsid w:val="002E376B"/>
    <w:rsid w:val="002E3834"/>
    <w:rsid w:val="002E3E52"/>
    <w:rsid w:val="002E418F"/>
    <w:rsid w:val="002E4BE8"/>
    <w:rsid w:val="002E4C2E"/>
    <w:rsid w:val="002E5778"/>
    <w:rsid w:val="002E5C81"/>
    <w:rsid w:val="002F02DB"/>
    <w:rsid w:val="002F0529"/>
    <w:rsid w:val="002F0A6F"/>
    <w:rsid w:val="002F0DED"/>
    <w:rsid w:val="002F0E3B"/>
    <w:rsid w:val="002F1D85"/>
    <w:rsid w:val="002F247B"/>
    <w:rsid w:val="002F2B10"/>
    <w:rsid w:val="002F340A"/>
    <w:rsid w:val="002F367F"/>
    <w:rsid w:val="002F3E98"/>
    <w:rsid w:val="002F429C"/>
    <w:rsid w:val="002F4699"/>
    <w:rsid w:val="002F6A4A"/>
    <w:rsid w:val="002F6EA5"/>
    <w:rsid w:val="002F73F4"/>
    <w:rsid w:val="00300D8A"/>
    <w:rsid w:val="0030262B"/>
    <w:rsid w:val="0030297E"/>
    <w:rsid w:val="00303DF4"/>
    <w:rsid w:val="0030410F"/>
    <w:rsid w:val="003043FC"/>
    <w:rsid w:val="00304603"/>
    <w:rsid w:val="00304866"/>
    <w:rsid w:val="003053FF"/>
    <w:rsid w:val="003058CD"/>
    <w:rsid w:val="00305BB6"/>
    <w:rsid w:val="0030678B"/>
    <w:rsid w:val="00307690"/>
    <w:rsid w:val="00311028"/>
    <w:rsid w:val="00311425"/>
    <w:rsid w:val="00311683"/>
    <w:rsid w:val="003124A3"/>
    <w:rsid w:val="00312836"/>
    <w:rsid w:val="00312B74"/>
    <w:rsid w:val="00314F2E"/>
    <w:rsid w:val="00315B5B"/>
    <w:rsid w:val="00315DD0"/>
    <w:rsid w:val="00315EDC"/>
    <w:rsid w:val="00315EFC"/>
    <w:rsid w:val="00315F23"/>
    <w:rsid w:val="0032070C"/>
    <w:rsid w:val="0032101F"/>
    <w:rsid w:val="0032138B"/>
    <w:rsid w:val="003216B2"/>
    <w:rsid w:val="00322265"/>
    <w:rsid w:val="00322C0A"/>
    <w:rsid w:val="00323F0F"/>
    <w:rsid w:val="003257AB"/>
    <w:rsid w:val="00326C23"/>
    <w:rsid w:val="00326D37"/>
    <w:rsid w:val="003272B5"/>
    <w:rsid w:val="00327AB0"/>
    <w:rsid w:val="00327AC9"/>
    <w:rsid w:val="0033006C"/>
    <w:rsid w:val="003305AF"/>
    <w:rsid w:val="00330A3B"/>
    <w:rsid w:val="00330A6C"/>
    <w:rsid w:val="00331A27"/>
    <w:rsid w:val="00332311"/>
    <w:rsid w:val="003325C2"/>
    <w:rsid w:val="00334549"/>
    <w:rsid w:val="00337040"/>
    <w:rsid w:val="00337B4D"/>
    <w:rsid w:val="00340832"/>
    <w:rsid w:val="00341E31"/>
    <w:rsid w:val="003429BA"/>
    <w:rsid w:val="0034330D"/>
    <w:rsid w:val="00344655"/>
    <w:rsid w:val="00344984"/>
    <w:rsid w:val="00344F1F"/>
    <w:rsid w:val="00345B5A"/>
    <w:rsid w:val="003479C3"/>
    <w:rsid w:val="00347E7C"/>
    <w:rsid w:val="00350203"/>
    <w:rsid w:val="00350ACA"/>
    <w:rsid w:val="00350DC8"/>
    <w:rsid w:val="00350FB6"/>
    <w:rsid w:val="00351114"/>
    <w:rsid w:val="0035275B"/>
    <w:rsid w:val="00353538"/>
    <w:rsid w:val="0035368D"/>
    <w:rsid w:val="00353AF9"/>
    <w:rsid w:val="00353BE1"/>
    <w:rsid w:val="00353FB2"/>
    <w:rsid w:val="003548F6"/>
    <w:rsid w:val="00355B9E"/>
    <w:rsid w:val="00356E9D"/>
    <w:rsid w:val="00357361"/>
    <w:rsid w:val="00357E7F"/>
    <w:rsid w:val="0036144E"/>
    <w:rsid w:val="00362E05"/>
    <w:rsid w:val="003667C4"/>
    <w:rsid w:val="0037045B"/>
    <w:rsid w:val="0037099D"/>
    <w:rsid w:val="00371C65"/>
    <w:rsid w:val="003729B1"/>
    <w:rsid w:val="00373139"/>
    <w:rsid w:val="00376BF5"/>
    <w:rsid w:val="00380F20"/>
    <w:rsid w:val="003818EB"/>
    <w:rsid w:val="003818F4"/>
    <w:rsid w:val="003820CE"/>
    <w:rsid w:val="00382862"/>
    <w:rsid w:val="0038461B"/>
    <w:rsid w:val="00384AF4"/>
    <w:rsid w:val="00385753"/>
    <w:rsid w:val="00385CDC"/>
    <w:rsid w:val="0038712B"/>
    <w:rsid w:val="00390AC0"/>
    <w:rsid w:val="00390EF2"/>
    <w:rsid w:val="0039118C"/>
    <w:rsid w:val="003914CF"/>
    <w:rsid w:val="003929AD"/>
    <w:rsid w:val="00392EAF"/>
    <w:rsid w:val="0039709B"/>
    <w:rsid w:val="00397FA8"/>
    <w:rsid w:val="00397FF3"/>
    <w:rsid w:val="003A035A"/>
    <w:rsid w:val="003A077E"/>
    <w:rsid w:val="003A1619"/>
    <w:rsid w:val="003A1828"/>
    <w:rsid w:val="003A2430"/>
    <w:rsid w:val="003A357E"/>
    <w:rsid w:val="003A56B2"/>
    <w:rsid w:val="003A7D96"/>
    <w:rsid w:val="003A7DEE"/>
    <w:rsid w:val="003A7F44"/>
    <w:rsid w:val="003B0701"/>
    <w:rsid w:val="003B0D72"/>
    <w:rsid w:val="003B12DB"/>
    <w:rsid w:val="003B19D2"/>
    <w:rsid w:val="003B1A3E"/>
    <w:rsid w:val="003B24D5"/>
    <w:rsid w:val="003B3420"/>
    <w:rsid w:val="003B35B9"/>
    <w:rsid w:val="003B4B43"/>
    <w:rsid w:val="003B4FCE"/>
    <w:rsid w:val="003B5DB6"/>
    <w:rsid w:val="003B5F4C"/>
    <w:rsid w:val="003C0108"/>
    <w:rsid w:val="003C0EB5"/>
    <w:rsid w:val="003C10CC"/>
    <w:rsid w:val="003C1127"/>
    <w:rsid w:val="003C185D"/>
    <w:rsid w:val="003C1BBB"/>
    <w:rsid w:val="003C2E32"/>
    <w:rsid w:val="003C3306"/>
    <w:rsid w:val="003C3705"/>
    <w:rsid w:val="003C39E5"/>
    <w:rsid w:val="003C3BE2"/>
    <w:rsid w:val="003C5650"/>
    <w:rsid w:val="003C6A12"/>
    <w:rsid w:val="003C6AD0"/>
    <w:rsid w:val="003D00ED"/>
    <w:rsid w:val="003D084F"/>
    <w:rsid w:val="003D11A5"/>
    <w:rsid w:val="003D1655"/>
    <w:rsid w:val="003D2488"/>
    <w:rsid w:val="003D285F"/>
    <w:rsid w:val="003D2D21"/>
    <w:rsid w:val="003D35F6"/>
    <w:rsid w:val="003D3704"/>
    <w:rsid w:val="003D3AEB"/>
    <w:rsid w:val="003D3F61"/>
    <w:rsid w:val="003D6CE2"/>
    <w:rsid w:val="003E0B2A"/>
    <w:rsid w:val="003E2A93"/>
    <w:rsid w:val="003E31FB"/>
    <w:rsid w:val="003E3422"/>
    <w:rsid w:val="003E3776"/>
    <w:rsid w:val="003E3AB2"/>
    <w:rsid w:val="003E574C"/>
    <w:rsid w:val="003E6398"/>
    <w:rsid w:val="003E6EA4"/>
    <w:rsid w:val="003E756F"/>
    <w:rsid w:val="003F0E8D"/>
    <w:rsid w:val="003F39BB"/>
    <w:rsid w:val="003F5200"/>
    <w:rsid w:val="0040078C"/>
    <w:rsid w:val="00400A6B"/>
    <w:rsid w:val="0040200F"/>
    <w:rsid w:val="00402F52"/>
    <w:rsid w:val="004041EA"/>
    <w:rsid w:val="0040486B"/>
    <w:rsid w:val="004054CE"/>
    <w:rsid w:val="00406545"/>
    <w:rsid w:val="004100FF"/>
    <w:rsid w:val="00410810"/>
    <w:rsid w:val="00412795"/>
    <w:rsid w:val="004137B6"/>
    <w:rsid w:val="00422062"/>
    <w:rsid w:val="00422478"/>
    <w:rsid w:val="00422687"/>
    <w:rsid w:val="00422A84"/>
    <w:rsid w:val="004233AF"/>
    <w:rsid w:val="00423E01"/>
    <w:rsid w:val="00430789"/>
    <w:rsid w:val="00430B67"/>
    <w:rsid w:val="00430EA1"/>
    <w:rsid w:val="00432384"/>
    <w:rsid w:val="0043303D"/>
    <w:rsid w:val="004336B0"/>
    <w:rsid w:val="0043571D"/>
    <w:rsid w:val="0043618B"/>
    <w:rsid w:val="0043626A"/>
    <w:rsid w:val="00437799"/>
    <w:rsid w:val="004379E9"/>
    <w:rsid w:val="00437E21"/>
    <w:rsid w:val="00440831"/>
    <w:rsid w:val="00443F37"/>
    <w:rsid w:val="0044461F"/>
    <w:rsid w:val="0044510E"/>
    <w:rsid w:val="00445C55"/>
    <w:rsid w:val="00445DA7"/>
    <w:rsid w:val="00446FA8"/>
    <w:rsid w:val="0045032F"/>
    <w:rsid w:val="00451E48"/>
    <w:rsid w:val="00452E5A"/>
    <w:rsid w:val="0045308F"/>
    <w:rsid w:val="00454CCE"/>
    <w:rsid w:val="00454D4A"/>
    <w:rsid w:val="00454E60"/>
    <w:rsid w:val="0045593F"/>
    <w:rsid w:val="00455D15"/>
    <w:rsid w:val="00456480"/>
    <w:rsid w:val="00456816"/>
    <w:rsid w:val="004574E5"/>
    <w:rsid w:val="004578A5"/>
    <w:rsid w:val="0046020B"/>
    <w:rsid w:val="00460E9E"/>
    <w:rsid w:val="0046121D"/>
    <w:rsid w:val="00461B18"/>
    <w:rsid w:val="0046293E"/>
    <w:rsid w:val="00462C50"/>
    <w:rsid w:val="00463946"/>
    <w:rsid w:val="00463BCC"/>
    <w:rsid w:val="00464459"/>
    <w:rsid w:val="0046559F"/>
    <w:rsid w:val="004669CE"/>
    <w:rsid w:val="0046733D"/>
    <w:rsid w:val="00467371"/>
    <w:rsid w:val="0046753E"/>
    <w:rsid w:val="00470AD8"/>
    <w:rsid w:val="00471A89"/>
    <w:rsid w:val="00472765"/>
    <w:rsid w:val="00472CC9"/>
    <w:rsid w:val="00474E88"/>
    <w:rsid w:val="00474EE3"/>
    <w:rsid w:val="0047586B"/>
    <w:rsid w:val="004767A9"/>
    <w:rsid w:val="00477191"/>
    <w:rsid w:val="004779D0"/>
    <w:rsid w:val="004805FE"/>
    <w:rsid w:val="00481DDE"/>
    <w:rsid w:val="00483D45"/>
    <w:rsid w:val="0048559E"/>
    <w:rsid w:val="004872AC"/>
    <w:rsid w:val="00487D64"/>
    <w:rsid w:val="00491C9A"/>
    <w:rsid w:val="004930D5"/>
    <w:rsid w:val="00493115"/>
    <w:rsid w:val="00493139"/>
    <w:rsid w:val="00493267"/>
    <w:rsid w:val="00496B1A"/>
    <w:rsid w:val="004A08E9"/>
    <w:rsid w:val="004A1EE1"/>
    <w:rsid w:val="004A389D"/>
    <w:rsid w:val="004B02BA"/>
    <w:rsid w:val="004B2B1E"/>
    <w:rsid w:val="004B3A6B"/>
    <w:rsid w:val="004B445F"/>
    <w:rsid w:val="004B455C"/>
    <w:rsid w:val="004B5392"/>
    <w:rsid w:val="004B58A8"/>
    <w:rsid w:val="004C00B4"/>
    <w:rsid w:val="004C0979"/>
    <w:rsid w:val="004C0D88"/>
    <w:rsid w:val="004C10F0"/>
    <w:rsid w:val="004C38CA"/>
    <w:rsid w:val="004C4852"/>
    <w:rsid w:val="004C56E8"/>
    <w:rsid w:val="004C6432"/>
    <w:rsid w:val="004C706E"/>
    <w:rsid w:val="004C7445"/>
    <w:rsid w:val="004C76CD"/>
    <w:rsid w:val="004C78B5"/>
    <w:rsid w:val="004D1034"/>
    <w:rsid w:val="004D344E"/>
    <w:rsid w:val="004D36D0"/>
    <w:rsid w:val="004D3861"/>
    <w:rsid w:val="004D6776"/>
    <w:rsid w:val="004D6B13"/>
    <w:rsid w:val="004D6CFE"/>
    <w:rsid w:val="004E172D"/>
    <w:rsid w:val="004E17D6"/>
    <w:rsid w:val="004E2410"/>
    <w:rsid w:val="004E2D9E"/>
    <w:rsid w:val="004E46DA"/>
    <w:rsid w:val="004E4D6F"/>
    <w:rsid w:val="004E4E99"/>
    <w:rsid w:val="004E6821"/>
    <w:rsid w:val="004E732C"/>
    <w:rsid w:val="004F004D"/>
    <w:rsid w:val="004F1E47"/>
    <w:rsid w:val="004F39E9"/>
    <w:rsid w:val="004F3C35"/>
    <w:rsid w:val="004F44BB"/>
    <w:rsid w:val="004F4A76"/>
    <w:rsid w:val="004F541F"/>
    <w:rsid w:val="004F5833"/>
    <w:rsid w:val="004F5E1C"/>
    <w:rsid w:val="004F5FD1"/>
    <w:rsid w:val="0050047E"/>
    <w:rsid w:val="0050080B"/>
    <w:rsid w:val="0050248D"/>
    <w:rsid w:val="00503B7A"/>
    <w:rsid w:val="00503E8F"/>
    <w:rsid w:val="0050467A"/>
    <w:rsid w:val="0050475B"/>
    <w:rsid w:val="0050506F"/>
    <w:rsid w:val="00505FD8"/>
    <w:rsid w:val="00506067"/>
    <w:rsid w:val="00506261"/>
    <w:rsid w:val="00506539"/>
    <w:rsid w:val="00507804"/>
    <w:rsid w:val="0051065A"/>
    <w:rsid w:val="00510EA0"/>
    <w:rsid w:val="00511798"/>
    <w:rsid w:val="00512340"/>
    <w:rsid w:val="0051315E"/>
    <w:rsid w:val="0051398B"/>
    <w:rsid w:val="00514241"/>
    <w:rsid w:val="00514297"/>
    <w:rsid w:val="00514A5F"/>
    <w:rsid w:val="005157E5"/>
    <w:rsid w:val="00515F73"/>
    <w:rsid w:val="005164D8"/>
    <w:rsid w:val="005206D4"/>
    <w:rsid w:val="00521067"/>
    <w:rsid w:val="005215EF"/>
    <w:rsid w:val="0052325D"/>
    <w:rsid w:val="00524936"/>
    <w:rsid w:val="00524C1F"/>
    <w:rsid w:val="00526454"/>
    <w:rsid w:val="00526FB1"/>
    <w:rsid w:val="005306A5"/>
    <w:rsid w:val="00530880"/>
    <w:rsid w:val="00531BA5"/>
    <w:rsid w:val="00531EDB"/>
    <w:rsid w:val="00532425"/>
    <w:rsid w:val="00532627"/>
    <w:rsid w:val="00534991"/>
    <w:rsid w:val="0053504F"/>
    <w:rsid w:val="00535DDD"/>
    <w:rsid w:val="00537041"/>
    <w:rsid w:val="005403DA"/>
    <w:rsid w:val="005406AD"/>
    <w:rsid w:val="00542E8B"/>
    <w:rsid w:val="005440BA"/>
    <w:rsid w:val="00544BA7"/>
    <w:rsid w:val="00544BFF"/>
    <w:rsid w:val="00547858"/>
    <w:rsid w:val="00547E0C"/>
    <w:rsid w:val="005503EA"/>
    <w:rsid w:val="00550B34"/>
    <w:rsid w:val="005514FC"/>
    <w:rsid w:val="00551621"/>
    <w:rsid w:val="00552B98"/>
    <w:rsid w:val="00552CFF"/>
    <w:rsid w:val="00553253"/>
    <w:rsid w:val="00553A81"/>
    <w:rsid w:val="00553AF7"/>
    <w:rsid w:val="0055444E"/>
    <w:rsid w:val="00554FDA"/>
    <w:rsid w:val="00555224"/>
    <w:rsid w:val="005556A0"/>
    <w:rsid w:val="005556B5"/>
    <w:rsid w:val="005559F5"/>
    <w:rsid w:val="00557232"/>
    <w:rsid w:val="00560394"/>
    <w:rsid w:val="00564319"/>
    <w:rsid w:val="0056433F"/>
    <w:rsid w:val="00564368"/>
    <w:rsid w:val="00564C7C"/>
    <w:rsid w:val="00564FFA"/>
    <w:rsid w:val="0056520A"/>
    <w:rsid w:val="00566258"/>
    <w:rsid w:val="00567574"/>
    <w:rsid w:val="00567879"/>
    <w:rsid w:val="00571ABA"/>
    <w:rsid w:val="005728E3"/>
    <w:rsid w:val="00572B09"/>
    <w:rsid w:val="00574659"/>
    <w:rsid w:val="0057519A"/>
    <w:rsid w:val="005752D0"/>
    <w:rsid w:val="005754CE"/>
    <w:rsid w:val="005811A8"/>
    <w:rsid w:val="00583865"/>
    <w:rsid w:val="005847B1"/>
    <w:rsid w:val="005877C2"/>
    <w:rsid w:val="00587820"/>
    <w:rsid w:val="00587D10"/>
    <w:rsid w:val="00590587"/>
    <w:rsid w:val="005909A1"/>
    <w:rsid w:val="0059116D"/>
    <w:rsid w:val="00591998"/>
    <w:rsid w:val="005938C7"/>
    <w:rsid w:val="00593CF1"/>
    <w:rsid w:val="00593FF2"/>
    <w:rsid w:val="005942F2"/>
    <w:rsid w:val="005956F4"/>
    <w:rsid w:val="00597E13"/>
    <w:rsid w:val="005A010D"/>
    <w:rsid w:val="005A0B37"/>
    <w:rsid w:val="005A11CB"/>
    <w:rsid w:val="005A3123"/>
    <w:rsid w:val="005A3419"/>
    <w:rsid w:val="005A3ADF"/>
    <w:rsid w:val="005B15D0"/>
    <w:rsid w:val="005B1DE3"/>
    <w:rsid w:val="005B3D21"/>
    <w:rsid w:val="005B557E"/>
    <w:rsid w:val="005B5FD8"/>
    <w:rsid w:val="005B7EA9"/>
    <w:rsid w:val="005B7F7C"/>
    <w:rsid w:val="005C010F"/>
    <w:rsid w:val="005C21C9"/>
    <w:rsid w:val="005C26E0"/>
    <w:rsid w:val="005C2914"/>
    <w:rsid w:val="005C3475"/>
    <w:rsid w:val="005C3938"/>
    <w:rsid w:val="005C42D1"/>
    <w:rsid w:val="005C5D58"/>
    <w:rsid w:val="005C6EA6"/>
    <w:rsid w:val="005D1FF6"/>
    <w:rsid w:val="005D24C4"/>
    <w:rsid w:val="005D29D6"/>
    <w:rsid w:val="005D2CA1"/>
    <w:rsid w:val="005D3144"/>
    <w:rsid w:val="005D33DC"/>
    <w:rsid w:val="005D4812"/>
    <w:rsid w:val="005D4B01"/>
    <w:rsid w:val="005D5296"/>
    <w:rsid w:val="005D52F2"/>
    <w:rsid w:val="005D5882"/>
    <w:rsid w:val="005D6A4A"/>
    <w:rsid w:val="005D75A5"/>
    <w:rsid w:val="005E0684"/>
    <w:rsid w:val="005E0867"/>
    <w:rsid w:val="005E0872"/>
    <w:rsid w:val="005E138D"/>
    <w:rsid w:val="005E25FB"/>
    <w:rsid w:val="005E361D"/>
    <w:rsid w:val="005E47A3"/>
    <w:rsid w:val="005E49C1"/>
    <w:rsid w:val="005E645E"/>
    <w:rsid w:val="005E7879"/>
    <w:rsid w:val="005F0830"/>
    <w:rsid w:val="005F0CBC"/>
    <w:rsid w:val="005F1937"/>
    <w:rsid w:val="005F2754"/>
    <w:rsid w:val="005F296B"/>
    <w:rsid w:val="005F368A"/>
    <w:rsid w:val="005F3E12"/>
    <w:rsid w:val="005F46C1"/>
    <w:rsid w:val="005F4AD8"/>
    <w:rsid w:val="005F4BB3"/>
    <w:rsid w:val="00600AB0"/>
    <w:rsid w:val="00602055"/>
    <w:rsid w:val="0060308D"/>
    <w:rsid w:val="00604617"/>
    <w:rsid w:val="0060548C"/>
    <w:rsid w:val="00606A06"/>
    <w:rsid w:val="00607103"/>
    <w:rsid w:val="00607F37"/>
    <w:rsid w:val="0061121B"/>
    <w:rsid w:val="00611A38"/>
    <w:rsid w:val="00611E9F"/>
    <w:rsid w:val="00613968"/>
    <w:rsid w:val="00613AD3"/>
    <w:rsid w:val="00614272"/>
    <w:rsid w:val="006145DD"/>
    <w:rsid w:val="00615271"/>
    <w:rsid w:val="00615CC5"/>
    <w:rsid w:val="0061668D"/>
    <w:rsid w:val="006171FF"/>
    <w:rsid w:val="00617AFC"/>
    <w:rsid w:val="00617F74"/>
    <w:rsid w:val="00617FE1"/>
    <w:rsid w:val="00620453"/>
    <w:rsid w:val="00620ADA"/>
    <w:rsid w:val="00620C41"/>
    <w:rsid w:val="006210B5"/>
    <w:rsid w:val="00621333"/>
    <w:rsid w:val="00622C4B"/>
    <w:rsid w:val="0062324D"/>
    <w:rsid w:val="00624472"/>
    <w:rsid w:val="00624914"/>
    <w:rsid w:val="006268CC"/>
    <w:rsid w:val="00627335"/>
    <w:rsid w:val="006273E7"/>
    <w:rsid w:val="00627F40"/>
    <w:rsid w:val="00630DFA"/>
    <w:rsid w:val="006310F4"/>
    <w:rsid w:val="00631412"/>
    <w:rsid w:val="00631F3C"/>
    <w:rsid w:val="006325AA"/>
    <w:rsid w:val="00633B0A"/>
    <w:rsid w:val="006343BC"/>
    <w:rsid w:val="00634AA9"/>
    <w:rsid w:val="00635719"/>
    <w:rsid w:val="00635754"/>
    <w:rsid w:val="0063728D"/>
    <w:rsid w:val="006419D9"/>
    <w:rsid w:val="00641BFB"/>
    <w:rsid w:val="006426AE"/>
    <w:rsid w:val="00642CB4"/>
    <w:rsid w:val="00645C23"/>
    <w:rsid w:val="00646227"/>
    <w:rsid w:val="006500E1"/>
    <w:rsid w:val="00650A96"/>
    <w:rsid w:val="00651DEE"/>
    <w:rsid w:val="006525D0"/>
    <w:rsid w:val="006549B9"/>
    <w:rsid w:val="00655D82"/>
    <w:rsid w:val="00655FF3"/>
    <w:rsid w:val="00662145"/>
    <w:rsid w:val="00663882"/>
    <w:rsid w:val="00664622"/>
    <w:rsid w:val="00664834"/>
    <w:rsid w:val="00665191"/>
    <w:rsid w:val="006651EE"/>
    <w:rsid w:val="00665D43"/>
    <w:rsid w:val="00665E76"/>
    <w:rsid w:val="006662D0"/>
    <w:rsid w:val="00666343"/>
    <w:rsid w:val="00670193"/>
    <w:rsid w:val="00670ED6"/>
    <w:rsid w:val="00671C99"/>
    <w:rsid w:val="00672BCA"/>
    <w:rsid w:val="0067440D"/>
    <w:rsid w:val="00674FFD"/>
    <w:rsid w:val="00675A55"/>
    <w:rsid w:val="0067725F"/>
    <w:rsid w:val="0067737E"/>
    <w:rsid w:val="0067790E"/>
    <w:rsid w:val="00680677"/>
    <w:rsid w:val="00680E48"/>
    <w:rsid w:val="00681021"/>
    <w:rsid w:val="00681316"/>
    <w:rsid w:val="00681448"/>
    <w:rsid w:val="00681C33"/>
    <w:rsid w:val="00682E6E"/>
    <w:rsid w:val="00682E93"/>
    <w:rsid w:val="00683A23"/>
    <w:rsid w:val="006852DD"/>
    <w:rsid w:val="00686BD3"/>
    <w:rsid w:val="00687694"/>
    <w:rsid w:val="00691470"/>
    <w:rsid w:val="0069312F"/>
    <w:rsid w:val="00695026"/>
    <w:rsid w:val="006951B4"/>
    <w:rsid w:val="00695A34"/>
    <w:rsid w:val="006A2782"/>
    <w:rsid w:val="006A2B9A"/>
    <w:rsid w:val="006B03AF"/>
    <w:rsid w:val="006B0B8E"/>
    <w:rsid w:val="006B0D0B"/>
    <w:rsid w:val="006B11B5"/>
    <w:rsid w:val="006B1231"/>
    <w:rsid w:val="006B1B7B"/>
    <w:rsid w:val="006B1F41"/>
    <w:rsid w:val="006B2F03"/>
    <w:rsid w:val="006B5CA7"/>
    <w:rsid w:val="006B7145"/>
    <w:rsid w:val="006B77B0"/>
    <w:rsid w:val="006C0159"/>
    <w:rsid w:val="006C1266"/>
    <w:rsid w:val="006C19CF"/>
    <w:rsid w:val="006C19F5"/>
    <w:rsid w:val="006C219C"/>
    <w:rsid w:val="006C3DD8"/>
    <w:rsid w:val="006C4ACB"/>
    <w:rsid w:val="006C4E9B"/>
    <w:rsid w:val="006C6C5D"/>
    <w:rsid w:val="006C7BFB"/>
    <w:rsid w:val="006C7D7A"/>
    <w:rsid w:val="006D00CB"/>
    <w:rsid w:val="006D02DF"/>
    <w:rsid w:val="006D1A9D"/>
    <w:rsid w:val="006D1E7B"/>
    <w:rsid w:val="006D248C"/>
    <w:rsid w:val="006D3117"/>
    <w:rsid w:val="006D3209"/>
    <w:rsid w:val="006D4A4F"/>
    <w:rsid w:val="006D5BDA"/>
    <w:rsid w:val="006D5D2F"/>
    <w:rsid w:val="006D5DA5"/>
    <w:rsid w:val="006D62F6"/>
    <w:rsid w:val="006D6615"/>
    <w:rsid w:val="006D6B60"/>
    <w:rsid w:val="006D6DDA"/>
    <w:rsid w:val="006D6F7D"/>
    <w:rsid w:val="006D7A14"/>
    <w:rsid w:val="006E155B"/>
    <w:rsid w:val="006E157A"/>
    <w:rsid w:val="006E179C"/>
    <w:rsid w:val="006E1AF9"/>
    <w:rsid w:val="006E440F"/>
    <w:rsid w:val="006E4E36"/>
    <w:rsid w:val="006E65E5"/>
    <w:rsid w:val="006E75B5"/>
    <w:rsid w:val="006E77C4"/>
    <w:rsid w:val="006E7D88"/>
    <w:rsid w:val="006E7E66"/>
    <w:rsid w:val="006F002B"/>
    <w:rsid w:val="006F10BA"/>
    <w:rsid w:val="006F118E"/>
    <w:rsid w:val="006F1A4E"/>
    <w:rsid w:val="006F250B"/>
    <w:rsid w:val="006F2BA9"/>
    <w:rsid w:val="006F412A"/>
    <w:rsid w:val="006F4A2C"/>
    <w:rsid w:val="006F75B5"/>
    <w:rsid w:val="006F7685"/>
    <w:rsid w:val="00700016"/>
    <w:rsid w:val="00700E67"/>
    <w:rsid w:val="00701565"/>
    <w:rsid w:val="00701B7C"/>
    <w:rsid w:val="00701DFF"/>
    <w:rsid w:val="0070649E"/>
    <w:rsid w:val="007064A7"/>
    <w:rsid w:val="007066B0"/>
    <w:rsid w:val="0070679A"/>
    <w:rsid w:val="00706833"/>
    <w:rsid w:val="00706EA5"/>
    <w:rsid w:val="0070721A"/>
    <w:rsid w:val="00707EC9"/>
    <w:rsid w:val="00711A31"/>
    <w:rsid w:val="00714259"/>
    <w:rsid w:val="00714BFD"/>
    <w:rsid w:val="00715AB1"/>
    <w:rsid w:val="00715F74"/>
    <w:rsid w:val="00717B10"/>
    <w:rsid w:val="007203AF"/>
    <w:rsid w:val="0072106C"/>
    <w:rsid w:val="00721447"/>
    <w:rsid w:val="00721450"/>
    <w:rsid w:val="00721461"/>
    <w:rsid w:val="0072299F"/>
    <w:rsid w:val="007230A3"/>
    <w:rsid w:val="00724243"/>
    <w:rsid w:val="00725B1C"/>
    <w:rsid w:val="00725E66"/>
    <w:rsid w:val="00726054"/>
    <w:rsid w:val="00726084"/>
    <w:rsid w:val="0072675B"/>
    <w:rsid w:val="00730AD0"/>
    <w:rsid w:val="00731DF6"/>
    <w:rsid w:val="0073219E"/>
    <w:rsid w:val="00732C23"/>
    <w:rsid w:val="0073407F"/>
    <w:rsid w:val="00734208"/>
    <w:rsid w:val="00734BBF"/>
    <w:rsid w:val="00734D84"/>
    <w:rsid w:val="00734E92"/>
    <w:rsid w:val="00735155"/>
    <w:rsid w:val="007371AB"/>
    <w:rsid w:val="00740717"/>
    <w:rsid w:val="00740C44"/>
    <w:rsid w:val="0074291E"/>
    <w:rsid w:val="007429B9"/>
    <w:rsid w:val="007436EE"/>
    <w:rsid w:val="00744004"/>
    <w:rsid w:val="00744F59"/>
    <w:rsid w:val="007451D5"/>
    <w:rsid w:val="007461FD"/>
    <w:rsid w:val="00746998"/>
    <w:rsid w:val="0074773B"/>
    <w:rsid w:val="00750181"/>
    <w:rsid w:val="00751C28"/>
    <w:rsid w:val="0075343B"/>
    <w:rsid w:val="00754385"/>
    <w:rsid w:val="007545D4"/>
    <w:rsid w:val="0075528D"/>
    <w:rsid w:val="0075614F"/>
    <w:rsid w:val="007613D4"/>
    <w:rsid w:val="00762979"/>
    <w:rsid w:val="00763C71"/>
    <w:rsid w:val="00763EC6"/>
    <w:rsid w:val="0076419B"/>
    <w:rsid w:val="0076633F"/>
    <w:rsid w:val="0076662A"/>
    <w:rsid w:val="0076765D"/>
    <w:rsid w:val="00771C10"/>
    <w:rsid w:val="00772107"/>
    <w:rsid w:val="007734B5"/>
    <w:rsid w:val="00773E82"/>
    <w:rsid w:val="00774004"/>
    <w:rsid w:val="00774164"/>
    <w:rsid w:val="00774396"/>
    <w:rsid w:val="007743B5"/>
    <w:rsid w:val="00774F69"/>
    <w:rsid w:val="007756B1"/>
    <w:rsid w:val="00775A1B"/>
    <w:rsid w:val="00776CD2"/>
    <w:rsid w:val="0077717D"/>
    <w:rsid w:val="00780BAA"/>
    <w:rsid w:val="00780F33"/>
    <w:rsid w:val="00780FA3"/>
    <w:rsid w:val="007811D2"/>
    <w:rsid w:val="0078169C"/>
    <w:rsid w:val="007818E5"/>
    <w:rsid w:val="007824CA"/>
    <w:rsid w:val="00784EB8"/>
    <w:rsid w:val="0078533A"/>
    <w:rsid w:val="00785E18"/>
    <w:rsid w:val="0078620F"/>
    <w:rsid w:val="00786D28"/>
    <w:rsid w:val="007879B5"/>
    <w:rsid w:val="00787BB5"/>
    <w:rsid w:val="0079138D"/>
    <w:rsid w:val="00791FE0"/>
    <w:rsid w:val="007923AF"/>
    <w:rsid w:val="00792B63"/>
    <w:rsid w:val="00792BDC"/>
    <w:rsid w:val="00792DDE"/>
    <w:rsid w:val="00792FC8"/>
    <w:rsid w:val="00793403"/>
    <w:rsid w:val="00793438"/>
    <w:rsid w:val="007938B9"/>
    <w:rsid w:val="007941D4"/>
    <w:rsid w:val="00795382"/>
    <w:rsid w:val="00795CA1"/>
    <w:rsid w:val="00796697"/>
    <w:rsid w:val="00797D2F"/>
    <w:rsid w:val="007A0C86"/>
    <w:rsid w:val="007A2458"/>
    <w:rsid w:val="007A4046"/>
    <w:rsid w:val="007A4F4F"/>
    <w:rsid w:val="007A5248"/>
    <w:rsid w:val="007A5ACC"/>
    <w:rsid w:val="007A660C"/>
    <w:rsid w:val="007A6CE8"/>
    <w:rsid w:val="007B0917"/>
    <w:rsid w:val="007B14C9"/>
    <w:rsid w:val="007B258B"/>
    <w:rsid w:val="007B3F34"/>
    <w:rsid w:val="007B5B4E"/>
    <w:rsid w:val="007B61BF"/>
    <w:rsid w:val="007B7E5C"/>
    <w:rsid w:val="007C09F7"/>
    <w:rsid w:val="007C0E8C"/>
    <w:rsid w:val="007C27A6"/>
    <w:rsid w:val="007C38E3"/>
    <w:rsid w:val="007C3F68"/>
    <w:rsid w:val="007C44B2"/>
    <w:rsid w:val="007C4B06"/>
    <w:rsid w:val="007C4F83"/>
    <w:rsid w:val="007C5FC0"/>
    <w:rsid w:val="007C61A4"/>
    <w:rsid w:val="007C7C11"/>
    <w:rsid w:val="007D00DD"/>
    <w:rsid w:val="007D0868"/>
    <w:rsid w:val="007D1215"/>
    <w:rsid w:val="007D2AAA"/>
    <w:rsid w:val="007D32EA"/>
    <w:rsid w:val="007D3E31"/>
    <w:rsid w:val="007D4E66"/>
    <w:rsid w:val="007D75AD"/>
    <w:rsid w:val="007D7BD6"/>
    <w:rsid w:val="007E0E30"/>
    <w:rsid w:val="007E28B5"/>
    <w:rsid w:val="007E2E3B"/>
    <w:rsid w:val="007E3822"/>
    <w:rsid w:val="007E4C94"/>
    <w:rsid w:val="007E5032"/>
    <w:rsid w:val="007E6164"/>
    <w:rsid w:val="007E6209"/>
    <w:rsid w:val="007E6642"/>
    <w:rsid w:val="007E7DE0"/>
    <w:rsid w:val="007F1836"/>
    <w:rsid w:val="007F246A"/>
    <w:rsid w:val="007F27EB"/>
    <w:rsid w:val="007F355C"/>
    <w:rsid w:val="007F44BA"/>
    <w:rsid w:val="007F48AE"/>
    <w:rsid w:val="007F53B4"/>
    <w:rsid w:val="007F5D6A"/>
    <w:rsid w:val="007F6C3F"/>
    <w:rsid w:val="007F6E22"/>
    <w:rsid w:val="007F75CA"/>
    <w:rsid w:val="007F7BE1"/>
    <w:rsid w:val="00801469"/>
    <w:rsid w:val="0080197E"/>
    <w:rsid w:val="008032B0"/>
    <w:rsid w:val="00804C57"/>
    <w:rsid w:val="008059C0"/>
    <w:rsid w:val="008059E6"/>
    <w:rsid w:val="00805E6E"/>
    <w:rsid w:val="00806DAE"/>
    <w:rsid w:val="00807EA6"/>
    <w:rsid w:val="008100AC"/>
    <w:rsid w:val="00811477"/>
    <w:rsid w:val="00811A05"/>
    <w:rsid w:val="00811A46"/>
    <w:rsid w:val="008123F3"/>
    <w:rsid w:val="0081356A"/>
    <w:rsid w:val="00813998"/>
    <w:rsid w:val="0081409E"/>
    <w:rsid w:val="0081487A"/>
    <w:rsid w:val="00814A39"/>
    <w:rsid w:val="0081560C"/>
    <w:rsid w:val="00817102"/>
    <w:rsid w:val="00817B15"/>
    <w:rsid w:val="008214CE"/>
    <w:rsid w:val="008233BF"/>
    <w:rsid w:val="0082356F"/>
    <w:rsid w:val="00823D5F"/>
    <w:rsid w:val="00823F91"/>
    <w:rsid w:val="008242A9"/>
    <w:rsid w:val="00824DAA"/>
    <w:rsid w:val="008252ED"/>
    <w:rsid w:val="008256C8"/>
    <w:rsid w:val="0082660F"/>
    <w:rsid w:val="00826666"/>
    <w:rsid w:val="008276EC"/>
    <w:rsid w:val="00827756"/>
    <w:rsid w:val="00830164"/>
    <w:rsid w:val="00830B84"/>
    <w:rsid w:val="00831C51"/>
    <w:rsid w:val="008328DD"/>
    <w:rsid w:val="00834308"/>
    <w:rsid w:val="00834646"/>
    <w:rsid w:val="00835035"/>
    <w:rsid w:val="00835822"/>
    <w:rsid w:val="00836374"/>
    <w:rsid w:val="00836630"/>
    <w:rsid w:val="00836C42"/>
    <w:rsid w:val="00836FB2"/>
    <w:rsid w:val="008372E7"/>
    <w:rsid w:val="00837321"/>
    <w:rsid w:val="00840FF6"/>
    <w:rsid w:val="00841688"/>
    <w:rsid w:val="00841EBA"/>
    <w:rsid w:val="00842127"/>
    <w:rsid w:val="008427C5"/>
    <w:rsid w:val="00842E0C"/>
    <w:rsid w:val="00842FDE"/>
    <w:rsid w:val="00843BC6"/>
    <w:rsid w:val="00845929"/>
    <w:rsid w:val="00845FDF"/>
    <w:rsid w:val="00850C2F"/>
    <w:rsid w:val="00852719"/>
    <w:rsid w:val="008554FC"/>
    <w:rsid w:val="0085599A"/>
    <w:rsid w:val="00856108"/>
    <w:rsid w:val="00856E0A"/>
    <w:rsid w:val="00856FBA"/>
    <w:rsid w:val="00857C22"/>
    <w:rsid w:val="008603E4"/>
    <w:rsid w:val="00860631"/>
    <w:rsid w:val="00864B16"/>
    <w:rsid w:val="0086590C"/>
    <w:rsid w:val="008665FB"/>
    <w:rsid w:val="00866C1E"/>
    <w:rsid w:val="0087049C"/>
    <w:rsid w:val="008726DC"/>
    <w:rsid w:val="0087290C"/>
    <w:rsid w:val="00872CAD"/>
    <w:rsid w:val="008734BF"/>
    <w:rsid w:val="00875C8E"/>
    <w:rsid w:val="00876333"/>
    <w:rsid w:val="00876587"/>
    <w:rsid w:val="00876975"/>
    <w:rsid w:val="00877E50"/>
    <w:rsid w:val="00880D15"/>
    <w:rsid w:val="00880F1C"/>
    <w:rsid w:val="00882C30"/>
    <w:rsid w:val="00882C34"/>
    <w:rsid w:val="00883162"/>
    <w:rsid w:val="00885D4D"/>
    <w:rsid w:val="00886C56"/>
    <w:rsid w:val="008909A4"/>
    <w:rsid w:val="0089234E"/>
    <w:rsid w:val="00892481"/>
    <w:rsid w:val="00892C08"/>
    <w:rsid w:val="00893230"/>
    <w:rsid w:val="0089382E"/>
    <w:rsid w:val="00893CF0"/>
    <w:rsid w:val="00894ED0"/>
    <w:rsid w:val="008968F5"/>
    <w:rsid w:val="0089785C"/>
    <w:rsid w:val="008A0BF8"/>
    <w:rsid w:val="008A0EB2"/>
    <w:rsid w:val="008A10A8"/>
    <w:rsid w:val="008A21CD"/>
    <w:rsid w:val="008A220E"/>
    <w:rsid w:val="008A4E5B"/>
    <w:rsid w:val="008A543E"/>
    <w:rsid w:val="008A7E29"/>
    <w:rsid w:val="008B012B"/>
    <w:rsid w:val="008B13D6"/>
    <w:rsid w:val="008B1DB2"/>
    <w:rsid w:val="008B2C8D"/>
    <w:rsid w:val="008B3B50"/>
    <w:rsid w:val="008B559D"/>
    <w:rsid w:val="008B59E4"/>
    <w:rsid w:val="008B5CFA"/>
    <w:rsid w:val="008B5E79"/>
    <w:rsid w:val="008B7157"/>
    <w:rsid w:val="008B75EE"/>
    <w:rsid w:val="008B7880"/>
    <w:rsid w:val="008B7BDD"/>
    <w:rsid w:val="008C39D0"/>
    <w:rsid w:val="008C3F2B"/>
    <w:rsid w:val="008C4913"/>
    <w:rsid w:val="008C5F11"/>
    <w:rsid w:val="008C618F"/>
    <w:rsid w:val="008C643B"/>
    <w:rsid w:val="008C6D45"/>
    <w:rsid w:val="008D0AF3"/>
    <w:rsid w:val="008D173B"/>
    <w:rsid w:val="008D1BCA"/>
    <w:rsid w:val="008D23FC"/>
    <w:rsid w:val="008D27FF"/>
    <w:rsid w:val="008D400B"/>
    <w:rsid w:val="008D606C"/>
    <w:rsid w:val="008D61D0"/>
    <w:rsid w:val="008D65AB"/>
    <w:rsid w:val="008D7520"/>
    <w:rsid w:val="008E0610"/>
    <w:rsid w:val="008E26A9"/>
    <w:rsid w:val="008E41BE"/>
    <w:rsid w:val="008E52FE"/>
    <w:rsid w:val="008E67C5"/>
    <w:rsid w:val="008E6923"/>
    <w:rsid w:val="008E70CB"/>
    <w:rsid w:val="008E787E"/>
    <w:rsid w:val="008F000B"/>
    <w:rsid w:val="008F0059"/>
    <w:rsid w:val="008F011B"/>
    <w:rsid w:val="008F05B6"/>
    <w:rsid w:val="008F0760"/>
    <w:rsid w:val="008F0DFC"/>
    <w:rsid w:val="008F0E78"/>
    <w:rsid w:val="008F1C07"/>
    <w:rsid w:val="008F1F02"/>
    <w:rsid w:val="008F25E9"/>
    <w:rsid w:val="008F3084"/>
    <w:rsid w:val="008F3347"/>
    <w:rsid w:val="008F36E0"/>
    <w:rsid w:val="008F5259"/>
    <w:rsid w:val="008F6668"/>
    <w:rsid w:val="008F76F8"/>
    <w:rsid w:val="008F786B"/>
    <w:rsid w:val="00900037"/>
    <w:rsid w:val="0090156C"/>
    <w:rsid w:val="0090183F"/>
    <w:rsid w:val="009018B6"/>
    <w:rsid w:val="009020B5"/>
    <w:rsid w:val="00903531"/>
    <w:rsid w:val="00903A4C"/>
    <w:rsid w:val="00903AEB"/>
    <w:rsid w:val="0090437C"/>
    <w:rsid w:val="00906CEA"/>
    <w:rsid w:val="00906EED"/>
    <w:rsid w:val="00907BC6"/>
    <w:rsid w:val="00907C98"/>
    <w:rsid w:val="00910CC6"/>
    <w:rsid w:val="00911955"/>
    <w:rsid w:val="00913797"/>
    <w:rsid w:val="00913921"/>
    <w:rsid w:val="0091411B"/>
    <w:rsid w:val="00915FCE"/>
    <w:rsid w:val="0091684A"/>
    <w:rsid w:val="00920AE8"/>
    <w:rsid w:val="00921D43"/>
    <w:rsid w:val="009221BE"/>
    <w:rsid w:val="00923E81"/>
    <w:rsid w:val="00924048"/>
    <w:rsid w:val="009242B1"/>
    <w:rsid w:val="009246E0"/>
    <w:rsid w:val="00924F2B"/>
    <w:rsid w:val="009262BA"/>
    <w:rsid w:val="00927FB9"/>
    <w:rsid w:val="00930AC1"/>
    <w:rsid w:val="00930F08"/>
    <w:rsid w:val="00931428"/>
    <w:rsid w:val="009324AC"/>
    <w:rsid w:val="00932660"/>
    <w:rsid w:val="00934B61"/>
    <w:rsid w:val="00935376"/>
    <w:rsid w:val="00935B74"/>
    <w:rsid w:val="00935D2B"/>
    <w:rsid w:val="00935D70"/>
    <w:rsid w:val="00936918"/>
    <w:rsid w:val="00940241"/>
    <w:rsid w:val="0094029A"/>
    <w:rsid w:val="00942101"/>
    <w:rsid w:val="00943509"/>
    <w:rsid w:val="00943ADB"/>
    <w:rsid w:val="0094595E"/>
    <w:rsid w:val="00945B9B"/>
    <w:rsid w:val="009474DD"/>
    <w:rsid w:val="0094755D"/>
    <w:rsid w:val="009477A0"/>
    <w:rsid w:val="00951E0D"/>
    <w:rsid w:val="00952270"/>
    <w:rsid w:val="00952726"/>
    <w:rsid w:val="00952FCE"/>
    <w:rsid w:val="009544F6"/>
    <w:rsid w:val="0095500B"/>
    <w:rsid w:val="00955E89"/>
    <w:rsid w:val="00957D48"/>
    <w:rsid w:val="0096018D"/>
    <w:rsid w:val="00961248"/>
    <w:rsid w:val="009620E5"/>
    <w:rsid w:val="009630F7"/>
    <w:rsid w:val="0096572A"/>
    <w:rsid w:val="00966A60"/>
    <w:rsid w:val="00966D4B"/>
    <w:rsid w:val="00967B79"/>
    <w:rsid w:val="009716F2"/>
    <w:rsid w:val="00972366"/>
    <w:rsid w:val="009768E6"/>
    <w:rsid w:val="0098157E"/>
    <w:rsid w:val="0098181C"/>
    <w:rsid w:val="00981C18"/>
    <w:rsid w:val="0098281E"/>
    <w:rsid w:val="00982DB3"/>
    <w:rsid w:val="009830FB"/>
    <w:rsid w:val="00984452"/>
    <w:rsid w:val="009847DC"/>
    <w:rsid w:val="00984E44"/>
    <w:rsid w:val="009857BF"/>
    <w:rsid w:val="00985C32"/>
    <w:rsid w:val="00986306"/>
    <w:rsid w:val="00986AF6"/>
    <w:rsid w:val="00987FF5"/>
    <w:rsid w:val="00990074"/>
    <w:rsid w:val="0099015A"/>
    <w:rsid w:val="009902B2"/>
    <w:rsid w:val="00990E43"/>
    <w:rsid w:val="00990F93"/>
    <w:rsid w:val="009925EB"/>
    <w:rsid w:val="0099264F"/>
    <w:rsid w:val="00993594"/>
    <w:rsid w:val="00993CF0"/>
    <w:rsid w:val="0099749F"/>
    <w:rsid w:val="00997568"/>
    <w:rsid w:val="009A0952"/>
    <w:rsid w:val="009A2ABD"/>
    <w:rsid w:val="009A34B7"/>
    <w:rsid w:val="009A3E42"/>
    <w:rsid w:val="009A6585"/>
    <w:rsid w:val="009B1F73"/>
    <w:rsid w:val="009B207E"/>
    <w:rsid w:val="009B2915"/>
    <w:rsid w:val="009B2D45"/>
    <w:rsid w:val="009B3157"/>
    <w:rsid w:val="009B32F8"/>
    <w:rsid w:val="009B5152"/>
    <w:rsid w:val="009B5A95"/>
    <w:rsid w:val="009B5FB9"/>
    <w:rsid w:val="009B62AF"/>
    <w:rsid w:val="009B72EF"/>
    <w:rsid w:val="009B781B"/>
    <w:rsid w:val="009B7BBC"/>
    <w:rsid w:val="009C2379"/>
    <w:rsid w:val="009C3A41"/>
    <w:rsid w:val="009C5CC7"/>
    <w:rsid w:val="009C5D63"/>
    <w:rsid w:val="009C68A3"/>
    <w:rsid w:val="009D003A"/>
    <w:rsid w:val="009D2C8C"/>
    <w:rsid w:val="009D2F98"/>
    <w:rsid w:val="009D37AC"/>
    <w:rsid w:val="009D3C33"/>
    <w:rsid w:val="009D48BB"/>
    <w:rsid w:val="009D4B96"/>
    <w:rsid w:val="009D4EBC"/>
    <w:rsid w:val="009D50D4"/>
    <w:rsid w:val="009D51F2"/>
    <w:rsid w:val="009D5C4D"/>
    <w:rsid w:val="009D7212"/>
    <w:rsid w:val="009D7263"/>
    <w:rsid w:val="009D7444"/>
    <w:rsid w:val="009E004B"/>
    <w:rsid w:val="009E00E9"/>
    <w:rsid w:val="009E1F05"/>
    <w:rsid w:val="009E2484"/>
    <w:rsid w:val="009E2E8E"/>
    <w:rsid w:val="009E3732"/>
    <w:rsid w:val="009E4978"/>
    <w:rsid w:val="009F1A26"/>
    <w:rsid w:val="009F220B"/>
    <w:rsid w:val="009F432F"/>
    <w:rsid w:val="009F4533"/>
    <w:rsid w:val="009F49FC"/>
    <w:rsid w:val="009F5373"/>
    <w:rsid w:val="009F5A72"/>
    <w:rsid w:val="00A03804"/>
    <w:rsid w:val="00A04639"/>
    <w:rsid w:val="00A04AD7"/>
    <w:rsid w:val="00A04B1F"/>
    <w:rsid w:val="00A0590D"/>
    <w:rsid w:val="00A07481"/>
    <w:rsid w:val="00A0789A"/>
    <w:rsid w:val="00A10471"/>
    <w:rsid w:val="00A127A7"/>
    <w:rsid w:val="00A14AB5"/>
    <w:rsid w:val="00A1684A"/>
    <w:rsid w:val="00A17C60"/>
    <w:rsid w:val="00A17CA7"/>
    <w:rsid w:val="00A17D7D"/>
    <w:rsid w:val="00A207B1"/>
    <w:rsid w:val="00A21CEA"/>
    <w:rsid w:val="00A231B6"/>
    <w:rsid w:val="00A23757"/>
    <w:rsid w:val="00A23F3D"/>
    <w:rsid w:val="00A2439D"/>
    <w:rsid w:val="00A24F92"/>
    <w:rsid w:val="00A2546E"/>
    <w:rsid w:val="00A27C04"/>
    <w:rsid w:val="00A27F88"/>
    <w:rsid w:val="00A30354"/>
    <w:rsid w:val="00A32CF7"/>
    <w:rsid w:val="00A336FF"/>
    <w:rsid w:val="00A344AC"/>
    <w:rsid w:val="00A34879"/>
    <w:rsid w:val="00A34B32"/>
    <w:rsid w:val="00A34CC5"/>
    <w:rsid w:val="00A3564A"/>
    <w:rsid w:val="00A36620"/>
    <w:rsid w:val="00A37842"/>
    <w:rsid w:val="00A40D80"/>
    <w:rsid w:val="00A413EE"/>
    <w:rsid w:val="00A41457"/>
    <w:rsid w:val="00A4159F"/>
    <w:rsid w:val="00A42A56"/>
    <w:rsid w:val="00A42E63"/>
    <w:rsid w:val="00A46085"/>
    <w:rsid w:val="00A46B01"/>
    <w:rsid w:val="00A47058"/>
    <w:rsid w:val="00A4757B"/>
    <w:rsid w:val="00A510B9"/>
    <w:rsid w:val="00A517E5"/>
    <w:rsid w:val="00A51F60"/>
    <w:rsid w:val="00A520E2"/>
    <w:rsid w:val="00A523ED"/>
    <w:rsid w:val="00A52F20"/>
    <w:rsid w:val="00A56B31"/>
    <w:rsid w:val="00A56D55"/>
    <w:rsid w:val="00A572DB"/>
    <w:rsid w:val="00A600CF"/>
    <w:rsid w:val="00A60EA5"/>
    <w:rsid w:val="00A613A2"/>
    <w:rsid w:val="00A618C9"/>
    <w:rsid w:val="00A61B9E"/>
    <w:rsid w:val="00A62584"/>
    <w:rsid w:val="00A626E5"/>
    <w:rsid w:val="00A62F0D"/>
    <w:rsid w:val="00A639DB"/>
    <w:rsid w:val="00A641DD"/>
    <w:rsid w:val="00A64499"/>
    <w:rsid w:val="00A65023"/>
    <w:rsid w:val="00A65F40"/>
    <w:rsid w:val="00A70670"/>
    <w:rsid w:val="00A70B49"/>
    <w:rsid w:val="00A71272"/>
    <w:rsid w:val="00A71736"/>
    <w:rsid w:val="00A71998"/>
    <w:rsid w:val="00A71AA2"/>
    <w:rsid w:val="00A73CE4"/>
    <w:rsid w:val="00A74C88"/>
    <w:rsid w:val="00A75069"/>
    <w:rsid w:val="00A75743"/>
    <w:rsid w:val="00A75F2E"/>
    <w:rsid w:val="00A762D5"/>
    <w:rsid w:val="00A77ACF"/>
    <w:rsid w:val="00A77C24"/>
    <w:rsid w:val="00A77D44"/>
    <w:rsid w:val="00A8179E"/>
    <w:rsid w:val="00A823AC"/>
    <w:rsid w:val="00A82546"/>
    <w:rsid w:val="00A839A6"/>
    <w:rsid w:val="00A83EB7"/>
    <w:rsid w:val="00A84A23"/>
    <w:rsid w:val="00A85975"/>
    <w:rsid w:val="00A85C65"/>
    <w:rsid w:val="00A85F52"/>
    <w:rsid w:val="00A86FE2"/>
    <w:rsid w:val="00A90605"/>
    <w:rsid w:val="00A9063E"/>
    <w:rsid w:val="00A9234D"/>
    <w:rsid w:val="00A928F9"/>
    <w:rsid w:val="00A92AD3"/>
    <w:rsid w:val="00A92CB9"/>
    <w:rsid w:val="00A9383B"/>
    <w:rsid w:val="00A95134"/>
    <w:rsid w:val="00A97A4C"/>
    <w:rsid w:val="00AA0020"/>
    <w:rsid w:val="00AA12BA"/>
    <w:rsid w:val="00AA1713"/>
    <w:rsid w:val="00AA206B"/>
    <w:rsid w:val="00AA20E8"/>
    <w:rsid w:val="00AA3F5C"/>
    <w:rsid w:val="00AA5745"/>
    <w:rsid w:val="00AA5DCF"/>
    <w:rsid w:val="00AA6275"/>
    <w:rsid w:val="00AA706A"/>
    <w:rsid w:val="00AA7347"/>
    <w:rsid w:val="00AA7460"/>
    <w:rsid w:val="00AB1B97"/>
    <w:rsid w:val="00AB295D"/>
    <w:rsid w:val="00AB2AA0"/>
    <w:rsid w:val="00AB3250"/>
    <w:rsid w:val="00AB4C24"/>
    <w:rsid w:val="00AB4FA4"/>
    <w:rsid w:val="00AB4FF6"/>
    <w:rsid w:val="00AC0140"/>
    <w:rsid w:val="00AC0A48"/>
    <w:rsid w:val="00AC0A4F"/>
    <w:rsid w:val="00AC225C"/>
    <w:rsid w:val="00AC23F0"/>
    <w:rsid w:val="00AC2A2D"/>
    <w:rsid w:val="00AC2DE6"/>
    <w:rsid w:val="00AC4262"/>
    <w:rsid w:val="00AC5985"/>
    <w:rsid w:val="00AC5BD4"/>
    <w:rsid w:val="00AC6DFD"/>
    <w:rsid w:val="00AC703C"/>
    <w:rsid w:val="00AC712C"/>
    <w:rsid w:val="00AC7401"/>
    <w:rsid w:val="00AC75FE"/>
    <w:rsid w:val="00AC7E65"/>
    <w:rsid w:val="00AD0F88"/>
    <w:rsid w:val="00AD235D"/>
    <w:rsid w:val="00AD3968"/>
    <w:rsid w:val="00AD43C2"/>
    <w:rsid w:val="00AD6C34"/>
    <w:rsid w:val="00AD7E4F"/>
    <w:rsid w:val="00AE1527"/>
    <w:rsid w:val="00AE174A"/>
    <w:rsid w:val="00AE18E7"/>
    <w:rsid w:val="00AE1EFE"/>
    <w:rsid w:val="00AE23F2"/>
    <w:rsid w:val="00AE2478"/>
    <w:rsid w:val="00AE2C18"/>
    <w:rsid w:val="00AE2E0C"/>
    <w:rsid w:val="00AE43E3"/>
    <w:rsid w:val="00AE4DFD"/>
    <w:rsid w:val="00AE6188"/>
    <w:rsid w:val="00AE64D8"/>
    <w:rsid w:val="00AF020A"/>
    <w:rsid w:val="00AF1668"/>
    <w:rsid w:val="00AF1C00"/>
    <w:rsid w:val="00AF22DD"/>
    <w:rsid w:val="00AF236D"/>
    <w:rsid w:val="00AF2639"/>
    <w:rsid w:val="00AF5326"/>
    <w:rsid w:val="00AF5499"/>
    <w:rsid w:val="00AF5FD8"/>
    <w:rsid w:val="00AF69E4"/>
    <w:rsid w:val="00B0049D"/>
    <w:rsid w:val="00B00633"/>
    <w:rsid w:val="00B01D55"/>
    <w:rsid w:val="00B02F47"/>
    <w:rsid w:val="00B040CF"/>
    <w:rsid w:val="00B04206"/>
    <w:rsid w:val="00B0438C"/>
    <w:rsid w:val="00B04BF1"/>
    <w:rsid w:val="00B0555C"/>
    <w:rsid w:val="00B06869"/>
    <w:rsid w:val="00B07B08"/>
    <w:rsid w:val="00B07CA7"/>
    <w:rsid w:val="00B10FD8"/>
    <w:rsid w:val="00B11A48"/>
    <w:rsid w:val="00B11B06"/>
    <w:rsid w:val="00B12425"/>
    <w:rsid w:val="00B12C1E"/>
    <w:rsid w:val="00B1350C"/>
    <w:rsid w:val="00B1492D"/>
    <w:rsid w:val="00B153E3"/>
    <w:rsid w:val="00B17E12"/>
    <w:rsid w:val="00B20CBF"/>
    <w:rsid w:val="00B20D4F"/>
    <w:rsid w:val="00B21159"/>
    <w:rsid w:val="00B211E6"/>
    <w:rsid w:val="00B22284"/>
    <w:rsid w:val="00B22EFE"/>
    <w:rsid w:val="00B243F9"/>
    <w:rsid w:val="00B24A7C"/>
    <w:rsid w:val="00B25494"/>
    <w:rsid w:val="00B25AF6"/>
    <w:rsid w:val="00B26A49"/>
    <w:rsid w:val="00B3124F"/>
    <w:rsid w:val="00B32141"/>
    <w:rsid w:val="00B325A6"/>
    <w:rsid w:val="00B32748"/>
    <w:rsid w:val="00B32905"/>
    <w:rsid w:val="00B33AA3"/>
    <w:rsid w:val="00B33BE5"/>
    <w:rsid w:val="00B33CC3"/>
    <w:rsid w:val="00B34B5A"/>
    <w:rsid w:val="00B3597A"/>
    <w:rsid w:val="00B35B35"/>
    <w:rsid w:val="00B363A5"/>
    <w:rsid w:val="00B36B39"/>
    <w:rsid w:val="00B3700E"/>
    <w:rsid w:val="00B41313"/>
    <w:rsid w:val="00B41CF4"/>
    <w:rsid w:val="00B42327"/>
    <w:rsid w:val="00B43D7F"/>
    <w:rsid w:val="00B45340"/>
    <w:rsid w:val="00B45BEE"/>
    <w:rsid w:val="00B463CE"/>
    <w:rsid w:val="00B472BD"/>
    <w:rsid w:val="00B47947"/>
    <w:rsid w:val="00B50951"/>
    <w:rsid w:val="00B50D87"/>
    <w:rsid w:val="00B51601"/>
    <w:rsid w:val="00B517EA"/>
    <w:rsid w:val="00B5301F"/>
    <w:rsid w:val="00B53850"/>
    <w:rsid w:val="00B53CEB"/>
    <w:rsid w:val="00B55438"/>
    <w:rsid w:val="00B556BF"/>
    <w:rsid w:val="00B579C8"/>
    <w:rsid w:val="00B57C81"/>
    <w:rsid w:val="00B60937"/>
    <w:rsid w:val="00B62022"/>
    <w:rsid w:val="00B626FD"/>
    <w:rsid w:val="00B63040"/>
    <w:rsid w:val="00B6382B"/>
    <w:rsid w:val="00B63C97"/>
    <w:rsid w:val="00B642BD"/>
    <w:rsid w:val="00B645DA"/>
    <w:rsid w:val="00B64B7C"/>
    <w:rsid w:val="00B65970"/>
    <w:rsid w:val="00B6623B"/>
    <w:rsid w:val="00B666FA"/>
    <w:rsid w:val="00B66CBE"/>
    <w:rsid w:val="00B66FD8"/>
    <w:rsid w:val="00B67148"/>
    <w:rsid w:val="00B67F4D"/>
    <w:rsid w:val="00B71C88"/>
    <w:rsid w:val="00B71D21"/>
    <w:rsid w:val="00B72F2B"/>
    <w:rsid w:val="00B73532"/>
    <w:rsid w:val="00B76076"/>
    <w:rsid w:val="00B7777B"/>
    <w:rsid w:val="00B777BE"/>
    <w:rsid w:val="00B84472"/>
    <w:rsid w:val="00B8501C"/>
    <w:rsid w:val="00B85388"/>
    <w:rsid w:val="00B85C85"/>
    <w:rsid w:val="00B86062"/>
    <w:rsid w:val="00B87BAE"/>
    <w:rsid w:val="00B87D7C"/>
    <w:rsid w:val="00B87F11"/>
    <w:rsid w:val="00B908BA"/>
    <w:rsid w:val="00B92CBF"/>
    <w:rsid w:val="00B92E47"/>
    <w:rsid w:val="00B93008"/>
    <w:rsid w:val="00B93030"/>
    <w:rsid w:val="00B9310C"/>
    <w:rsid w:val="00B93D15"/>
    <w:rsid w:val="00B93D63"/>
    <w:rsid w:val="00B954DE"/>
    <w:rsid w:val="00B963AC"/>
    <w:rsid w:val="00B967E7"/>
    <w:rsid w:val="00B9704B"/>
    <w:rsid w:val="00BA0BA5"/>
    <w:rsid w:val="00BA108C"/>
    <w:rsid w:val="00BA1565"/>
    <w:rsid w:val="00BA2A5F"/>
    <w:rsid w:val="00BA300F"/>
    <w:rsid w:val="00BA3D14"/>
    <w:rsid w:val="00BA47D4"/>
    <w:rsid w:val="00BA510C"/>
    <w:rsid w:val="00BA5940"/>
    <w:rsid w:val="00BA7113"/>
    <w:rsid w:val="00BA7EFB"/>
    <w:rsid w:val="00BB05A2"/>
    <w:rsid w:val="00BB0DEF"/>
    <w:rsid w:val="00BB2AE1"/>
    <w:rsid w:val="00BB3521"/>
    <w:rsid w:val="00BB3A25"/>
    <w:rsid w:val="00BB4A6A"/>
    <w:rsid w:val="00BB4FAA"/>
    <w:rsid w:val="00BB545C"/>
    <w:rsid w:val="00BB5E2E"/>
    <w:rsid w:val="00BB60B3"/>
    <w:rsid w:val="00BB74D6"/>
    <w:rsid w:val="00BC019F"/>
    <w:rsid w:val="00BC0601"/>
    <w:rsid w:val="00BC0A5A"/>
    <w:rsid w:val="00BC2F2D"/>
    <w:rsid w:val="00BC3091"/>
    <w:rsid w:val="00BC5217"/>
    <w:rsid w:val="00BC5DB8"/>
    <w:rsid w:val="00BC7B49"/>
    <w:rsid w:val="00BC7C2D"/>
    <w:rsid w:val="00BD070C"/>
    <w:rsid w:val="00BD0839"/>
    <w:rsid w:val="00BD0DC2"/>
    <w:rsid w:val="00BD0F92"/>
    <w:rsid w:val="00BD18C8"/>
    <w:rsid w:val="00BD1BAA"/>
    <w:rsid w:val="00BD1C41"/>
    <w:rsid w:val="00BD23BD"/>
    <w:rsid w:val="00BD34B4"/>
    <w:rsid w:val="00BD3C47"/>
    <w:rsid w:val="00BD3F72"/>
    <w:rsid w:val="00BD443B"/>
    <w:rsid w:val="00BD5416"/>
    <w:rsid w:val="00BD5E20"/>
    <w:rsid w:val="00BD701E"/>
    <w:rsid w:val="00BD7968"/>
    <w:rsid w:val="00BE12AF"/>
    <w:rsid w:val="00BE138C"/>
    <w:rsid w:val="00BE3CEF"/>
    <w:rsid w:val="00BE45E4"/>
    <w:rsid w:val="00BE48D1"/>
    <w:rsid w:val="00BE4DA5"/>
    <w:rsid w:val="00BE5A42"/>
    <w:rsid w:val="00BE7B04"/>
    <w:rsid w:val="00BF05EC"/>
    <w:rsid w:val="00BF0F71"/>
    <w:rsid w:val="00BF1668"/>
    <w:rsid w:val="00BF1821"/>
    <w:rsid w:val="00BF2F8D"/>
    <w:rsid w:val="00BF3175"/>
    <w:rsid w:val="00BF6A1B"/>
    <w:rsid w:val="00BF6A47"/>
    <w:rsid w:val="00BF73EE"/>
    <w:rsid w:val="00C008B9"/>
    <w:rsid w:val="00C00B43"/>
    <w:rsid w:val="00C013C3"/>
    <w:rsid w:val="00C01505"/>
    <w:rsid w:val="00C02EE8"/>
    <w:rsid w:val="00C036B3"/>
    <w:rsid w:val="00C04999"/>
    <w:rsid w:val="00C04A5E"/>
    <w:rsid w:val="00C05074"/>
    <w:rsid w:val="00C05ED8"/>
    <w:rsid w:val="00C060DF"/>
    <w:rsid w:val="00C064EE"/>
    <w:rsid w:val="00C06BEA"/>
    <w:rsid w:val="00C06FFB"/>
    <w:rsid w:val="00C07FF0"/>
    <w:rsid w:val="00C10926"/>
    <w:rsid w:val="00C109F3"/>
    <w:rsid w:val="00C10BBF"/>
    <w:rsid w:val="00C12E6C"/>
    <w:rsid w:val="00C17092"/>
    <w:rsid w:val="00C1762B"/>
    <w:rsid w:val="00C20D68"/>
    <w:rsid w:val="00C21E1E"/>
    <w:rsid w:val="00C22393"/>
    <w:rsid w:val="00C22EAF"/>
    <w:rsid w:val="00C231D0"/>
    <w:rsid w:val="00C23633"/>
    <w:rsid w:val="00C24140"/>
    <w:rsid w:val="00C248A1"/>
    <w:rsid w:val="00C259B2"/>
    <w:rsid w:val="00C279C5"/>
    <w:rsid w:val="00C3265B"/>
    <w:rsid w:val="00C33E63"/>
    <w:rsid w:val="00C34145"/>
    <w:rsid w:val="00C341CD"/>
    <w:rsid w:val="00C3454D"/>
    <w:rsid w:val="00C34FA0"/>
    <w:rsid w:val="00C35ACC"/>
    <w:rsid w:val="00C35E91"/>
    <w:rsid w:val="00C36C54"/>
    <w:rsid w:val="00C36E68"/>
    <w:rsid w:val="00C41984"/>
    <w:rsid w:val="00C41B64"/>
    <w:rsid w:val="00C42F1E"/>
    <w:rsid w:val="00C4353A"/>
    <w:rsid w:val="00C438D6"/>
    <w:rsid w:val="00C44435"/>
    <w:rsid w:val="00C44861"/>
    <w:rsid w:val="00C44D39"/>
    <w:rsid w:val="00C45C91"/>
    <w:rsid w:val="00C46EB1"/>
    <w:rsid w:val="00C46FEB"/>
    <w:rsid w:val="00C504B3"/>
    <w:rsid w:val="00C50946"/>
    <w:rsid w:val="00C51753"/>
    <w:rsid w:val="00C51C40"/>
    <w:rsid w:val="00C523F8"/>
    <w:rsid w:val="00C526AB"/>
    <w:rsid w:val="00C53367"/>
    <w:rsid w:val="00C5459E"/>
    <w:rsid w:val="00C56C13"/>
    <w:rsid w:val="00C602BC"/>
    <w:rsid w:val="00C60FC4"/>
    <w:rsid w:val="00C615DB"/>
    <w:rsid w:val="00C623F9"/>
    <w:rsid w:val="00C63D05"/>
    <w:rsid w:val="00C6580C"/>
    <w:rsid w:val="00C66D96"/>
    <w:rsid w:val="00C706CC"/>
    <w:rsid w:val="00C717D1"/>
    <w:rsid w:val="00C72C2C"/>
    <w:rsid w:val="00C72D7A"/>
    <w:rsid w:val="00C73B28"/>
    <w:rsid w:val="00C75E44"/>
    <w:rsid w:val="00C77B38"/>
    <w:rsid w:val="00C81A4A"/>
    <w:rsid w:val="00C81C1D"/>
    <w:rsid w:val="00C8257E"/>
    <w:rsid w:val="00C828A1"/>
    <w:rsid w:val="00C82C1B"/>
    <w:rsid w:val="00C8435A"/>
    <w:rsid w:val="00C84843"/>
    <w:rsid w:val="00C8503C"/>
    <w:rsid w:val="00C85746"/>
    <w:rsid w:val="00C85B82"/>
    <w:rsid w:val="00C869DB"/>
    <w:rsid w:val="00C87070"/>
    <w:rsid w:val="00C87AA8"/>
    <w:rsid w:val="00C9225D"/>
    <w:rsid w:val="00C94099"/>
    <w:rsid w:val="00C9513D"/>
    <w:rsid w:val="00C97BF3"/>
    <w:rsid w:val="00CA049F"/>
    <w:rsid w:val="00CA079E"/>
    <w:rsid w:val="00CA129F"/>
    <w:rsid w:val="00CA1AFB"/>
    <w:rsid w:val="00CA26E3"/>
    <w:rsid w:val="00CA4ACC"/>
    <w:rsid w:val="00CA4CFF"/>
    <w:rsid w:val="00CA55D0"/>
    <w:rsid w:val="00CA655F"/>
    <w:rsid w:val="00CA69F0"/>
    <w:rsid w:val="00CA6A0C"/>
    <w:rsid w:val="00CA759E"/>
    <w:rsid w:val="00CB02FD"/>
    <w:rsid w:val="00CB0FB2"/>
    <w:rsid w:val="00CB1611"/>
    <w:rsid w:val="00CB1A3D"/>
    <w:rsid w:val="00CB1BCA"/>
    <w:rsid w:val="00CB1D19"/>
    <w:rsid w:val="00CB27D6"/>
    <w:rsid w:val="00CB2BAB"/>
    <w:rsid w:val="00CB3B2D"/>
    <w:rsid w:val="00CB5805"/>
    <w:rsid w:val="00CB61F1"/>
    <w:rsid w:val="00CB63BA"/>
    <w:rsid w:val="00CB6D58"/>
    <w:rsid w:val="00CB7B39"/>
    <w:rsid w:val="00CC00D2"/>
    <w:rsid w:val="00CC0E67"/>
    <w:rsid w:val="00CC1644"/>
    <w:rsid w:val="00CC29EC"/>
    <w:rsid w:val="00CC2A7A"/>
    <w:rsid w:val="00CC374C"/>
    <w:rsid w:val="00CC474F"/>
    <w:rsid w:val="00CC4762"/>
    <w:rsid w:val="00CC69FD"/>
    <w:rsid w:val="00CD22DF"/>
    <w:rsid w:val="00CD50DA"/>
    <w:rsid w:val="00CD626F"/>
    <w:rsid w:val="00CD6770"/>
    <w:rsid w:val="00CD7A85"/>
    <w:rsid w:val="00CE1745"/>
    <w:rsid w:val="00CE336F"/>
    <w:rsid w:val="00CE5470"/>
    <w:rsid w:val="00CE57D5"/>
    <w:rsid w:val="00CE63B7"/>
    <w:rsid w:val="00CE6C30"/>
    <w:rsid w:val="00CE7027"/>
    <w:rsid w:val="00CE7105"/>
    <w:rsid w:val="00CE786F"/>
    <w:rsid w:val="00CF04EB"/>
    <w:rsid w:val="00CF192C"/>
    <w:rsid w:val="00CF196D"/>
    <w:rsid w:val="00CF23D0"/>
    <w:rsid w:val="00CF2D90"/>
    <w:rsid w:val="00CF2E06"/>
    <w:rsid w:val="00CF304E"/>
    <w:rsid w:val="00CF3A8F"/>
    <w:rsid w:val="00CF43B3"/>
    <w:rsid w:val="00CF560F"/>
    <w:rsid w:val="00CF6F95"/>
    <w:rsid w:val="00CF6FEC"/>
    <w:rsid w:val="00CF7B8B"/>
    <w:rsid w:val="00D000F6"/>
    <w:rsid w:val="00D00DFD"/>
    <w:rsid w:val="00D01FDB"/>
    <w:rsid w:val="00D03542"/>
    <w:rsid w:val="00D0387A"/>
    <w:rsid w:val="00D03D60"/>
    <w:rsid w:val="00D043DA"/>
    <w:rsid w:val="00D0535F"/>
    <w:rsid w:val="00D06271"/>
    <w:rsid w:val="00D064F7"/>
    <w:rsid w:val="00D065B8"/>
    <w:rsid w:val="00D072FE"/>
    <w:rsid w:val="00D07753"/>
    <w:rsid w:val="00D1067B"/>
    <w:rsid w:val="00D1131A"/>
    <w:rsid w:val="00D11E22"/>
    <w:rsid w:val="00D11F8E"/>
    <w:rsid w:val="00D14EB1"/>
    <w:rsid w:val="00D14F3A"/>
    <w:rsid w:val="00D156C0"/>
    <w:rsid w:val="00D15B00"/>
    <w:rsid w:val="00D16C93"/>
    <w:rsid w:val="00D16E3B"/>
    <w:rsid w:val="00D2071C"/>
    <w:rsid w:val="00D2072E"/>
    <w:rsid w:val="00D209AE"/>
    <w:rsid w:val="00D20BE6"/>
    <w:rsid w:val="00D230EF"/>
    <w:rsid w:val="00D2477C"/>
    <w:rsid w:val="00D2487D"/>
    <w:rsid w:val="00D24F03"/>
    <w:rsid w:val="00D25C9F"/>
    <w:rsid w:val="00D26FB8"/>
    <w:rsid w:val="00D277EF"/>
    <w:rsid w:val="00D301D7"/>
    <w:rsid w:val="00D315FE"/>
    <w:rsid w:val="00D316BE"/>
    <w:rsid w:val="00D32A3C"/>
    <w:rsid w:val="00D33960"/>
    <w:rsid w:val="00D33BF5"/>
    <w:rsid w:val="00D33C0F"/>
    <w:rsid w:val="00D34991"/>
    <w:rsid w:val="00D354E2"/>
    <w:rsid w:val="00D3618E"/>
    <w:rsid w:val="00D368A6"/>
    <w:rsid w:val="00D3691D"/>
    <w:rsid w:val="00D37021"/>
    <w:rsid w:val="00D37566"/>
    <w:rsid w:val="00D40147"/>
    <w:rsid w:val="00D404C7"/>
    <w:rsid w:val="00D40743"/>
    <w:rsid w:val="00D40A68"/>
    <w:rsid w:val="00D4306A"/>
    <w:rsid w:val="00D4346F"/>
    <w:rsid w:val="00D44E4A"/>
    <w:rsid w:val="00D451C6"/>
    <w:rsid w:val="00D45996"/>
    <w:rsid w:val="00D45D71"/>
    <w:rsid w:val="00D46102"/>
    <w:rsid w:val="00D46206"/>
    <w:rsid w:val="00D46512"/>
    <w:rsid w:val="00D46F0D"/>
    <w:rsid w:val="00D47B49"/>
    <w:rsid w:val="00D47D89"/>
    <w:rsid w:val="00D50EAC"/>
    <w:rsid w:val="00D52488"/>
    <w:rsid w:val="00D52962"/>
    <w:rsid w:val="00D53EF2"/>
    <w:rsid w:val="00D54836"/>
    <w:rsid w:val="00D54A06"/>
    <w:rsid w:val="00D54BBC"/>
    <w:rsid w:val="00D5521D"/>
    <w:rsid w:val="00D55346"/>
    <w:rsid w:val="00D56FCF"/>
    <w:rsid w:val="00D6040B"/>
    <w:rsid w:val="00D62C91"/>
    <w:rsid w:val="00D65FFF"/>
    <w:rsid w:val="00D66563"/>
    <w:rsid w:val="00D66A08"/>
    <w:rsid w:val="00D67547"/>
    <w:rsid w:val="00D7009C"/>
    <w:rsid w:val="00D703C3"/>
    <w:rsid w:val="00D7133C"/>
    <w:rsid w:val="00D7169B"/>
    <w:rsid w:val="00D73307"/>
    <w:rsid w:val="00D733FC"/>
    <w:rsid w:val="00D73C66"/>
    <w:rsid w:val="00D77AD3"/>
    <w:rsid w:val="00D811CB"/>
    <w:rsid w:val="00D82AFB"/>
    <w:rsid w:val="00D83430"/>
    <w:rsid w:val="00D8372D"/>
    <w:rsid w:val="00D841C0"/>
    <w:rsid w:val="00D865B2"/>
    <w:rsid w:val="00D902DC"/>
    <w:rsid w:val="00D90929"/>
    <w:rsid w:val="00D917E3"/>
    <w:rsid w:val="00D91A6A"/>
    <w:rsid w:val="00D91EE7"/>
    <w:rsid w:val="00D9240D"/>
    <w:rsid w:val="00D948CF"/>
    <w:rsid w:val="00D94CA8"/>
    <w:rsid w:val="00D95FB3"/>
    <w:rsid w:val="00D97710"/>
    <w:rsid w:val="00D97B97"/>
    <w:rsid w:val="00DA00E0"/>
    <w:rsid w:val="00DA170F"/>
    <w:rsid w:val="00DA2252"/>
    <w:rsid w:val="00DA33B9"/>
    <w:rsid w:val="00DA3993"/>
    <w:rsid w:val="00DA3C74"/>
    <w:rsid w:val="00DA67AF"/>
    <w:rsid w:val="00DA6B11"/>
    <w:rsid w:val="00DA6E02"/>
    <w:rsid w:val="00DA7687"/>
    <w:rsid w:val="00DA7AF9"/>
    <w:rsid w:val="00DB049B"/>
    <w:rsid w:val="00DB1F13"/>
    <w:rsid w:val="00DB4255"/>
    <w:rsid w:val="00DB4805"/>
    <w:rsid w:val="00DB48F6"/>
    <w:rsid w:val="00DB4CB3"/>
    <w:rsid w:val="00DB4E6E"/>
    <w:rsid w:val="00DB5F7F"/>
    <w:rsid w:val="00DB7B95"/>
    <w:rsid w:val="00DB7FA8"/>
    <w:rsid w:val="00DC0895"/>
    <w:rsid w:val="00DC0FC1"/>
    <w:rsid w:val="00DC16EC"/>
    <w:rsid w:val="00DC2592"/>
    <w:rsid w:val="00DC2C50"/>
    <w:rsid w:val="00DC3BE6"/>
    <w:rsid w:val="00DC52BE"/>
    <w:rsid w:val="00DC5B2B"/>
    <w:rsid w:val="00DC5B69"/>
    <w:rsid w:val="00DC5C57"/>
    <w:rsid w:val="00DC5D88"/>
    <w:rsid w:val="00DC5FF1"/>
    <w:rsid w:val="00DC7134"/>
    <w:rsid w:val="00DD09E0"/>
    <w:rsid w:val="00DD09F9"/>
    <w:rsid w:val="00DD10F1"/>
    <w:rsid w:val="00DD1596"/>
    <w:rsid w:val="00DD200D"/>
    <w:rsid w:val="00DD2442"/>
    <w:rsid w:val="00DD2FB5"/>
    <w:rsid w:val="00DD4549"/>
    <w:rsid w:val="00DD69E3"/>
    <w:rsid w:val="00DE0715"/>
    <w:rsid w:val="00DE07D8"/>
    <w:rsid w:val="00DE1836"/>
    <w:rsid w:val="00DE19E4"/>
    <w:rsid w:val="00DE30E0"/>
    <w:rsid w:val="00DE3298"/>
    <w:rsid w:val="00DE42BF"/>
    <w:rsid w:val="00DE4A23"/>
    <w:rsid w:val="00DE4AED"/>
    <w:rsid w:val="00DE5122"/>
    <w:rsid w:val="00DE6B1C"/>
    <w:rsid w:val="00DE6F95"/>
    <w:rsid w:val="00DE7780"/>
    <w:rsid w:val="00DE7A5E"/>
    <w:rsid w:val="00DE7C73"/>
    <w:rsid w:val="00DF08ED"/>
    <w:rsid w:val="00DF1271"/>
    <w:rsid w:val="00DF1A31"/>
    <w:rsid w:val="00DF1F0A"/>
    <w:rsid w:val="00DF1FF0"/>
    <w:rsid w:val="00DF3673"/>
    <w:rsid w:val="00DF3FF7"/>
    <w:rsid w:val="00DF47AC"/>
    <w:rsid w:val="00DF54FF"/>
    <w:rsid w:val="00DF5AC5"/>
    <w:rsid w:val="00DF69B9"/>
    <w:rsid w:val="00DF6DE8"/>
    <w:rsid w:val="00DF7AE3"/>
    <w:rsid w:val="00DF7BE4"/>
    <w:rsid w:val="00DF7D77"/>
    <w:rsid w:val="00E000AA"/>
    <w:rsid w:val="00E01941"/>
    <w:rsid w:val="00E02021"/>
    <w:rsid w:val="00E02863"/>
    <w:rsid w:val="00E0353B"/>
    <w:rsid w:val="00E03A03"/>
    <w:rsid w:val="00E03F29"/>
    <w:rsid w:val="00E05CAA"/>
    <w:rsid w:val="00E074CE"/>
    <w:rsid w:val="00E07E21"/>
    <w:rsid w:val="00E1006C"/>
    <w:rsid w:val="00E1006F"/>
    <w:rsid w:val="00E10341"/>
    <w:rsid w:val="00E11F92"/>
    <w:rsid w:val="00E12189"/>
    <w:rsid w:val="00E14F37"/>
    <w:rsid w:val="00E155CC"/>
    <w:rsid w:val="00E156A0"/>
    <w:rsid w:val="00E17C49"/>
    <w:rsid w:val="00E208FC"/>
    <w:rsid w:val="00E244F6"/>
    <w:rsid w:val="00E24B1B"/>
    <w:rsid w:val="00E25123"/>
    <w:rsid w:val="00E253B8"/>
    <w:rsid w:val="00E2570D"/>
    <w:rsid w:val="00E26058"/>
    <w:rsid w:val="00E26111"/>
    <w:rsid w:val="00E27744"/>
    <w:rsid w:val="00E3022D"/>
    <w:rsid w:val="00E30A3C"/>
    <w:rsid w:val="00E30D36"/>
    <w:rsid w:val="00E320DF"/>
    <w:rsid w:val="00E32572"/>
    <w:rsid w:val="00E33390"/>
    <w:rsid w:val="00E34629"/>
    <w:rsid w:val="00E35931"/>
    <w:rsid w:val="00E36457"/>
    <w:rsid w:val="00E3742C"/>
    <w:rsid w:val="00E40A35"/>
    <w:rsid w:val="00E41261"/>
    <w:rsid w:val="00E42D50"/>
    <w:rsid w:val="00E43A89"/>
    <w:rsid w:val="00E4574D"/>
    <w:rsid w:val="00E45E83"/>
    <w:rsid w:val="00E46903"/>
    <w:rsid w:val="00E46C5B"/>
    <w:rsid w:val="00E470A8"/>
    <w:rsid w:val="00E5025F"/>
    <w:rsid w:val="00E50A47"/>
    <w:rsid w:val="00E51B28"/>
    <w:rsid w:val="00E53063"/>
    <w:rsid w:val="00E538B8"/>
    <w:rsid w:val="00E53ED1"/>
    <w:rsid w:val="00E54DD9"/>
    <w:rsid w:val="00E5595D"/>
    <w:rsid w:val="00E56115"/>
    <w:rsid w:val="00E5674F"/>
    <w:rsid w:val="00E57A5C"/>
    <w:rsid w:val="00E57B6A"/>
    <w:rsid w:val="00E603C2"/>
    <w:rsid w:val="00E606F5"/>
    <w:rsid w:val="00E61158"/>
    <w:rsid w:val="00E62DB4"/>
    <w:rsid w:val="00E632AD"/>
    <w:rsid w:val="00E63735"/>
    <w:rsid w:val="00E63DFA"/>
    <w:rsid w:val="00E65220"/>
    <w:rsid w:val="00E65B84"/>
    <w:rsid w:val="00E66072"/>
    <w:rsid w:val="00E66810"/>
    <w:rsid w:val="00E66884"/>
    <w:rsid w:val="00E66930"/>
    <w:rsid w:val="00E66F1E"/>
    <w:rsid w:val="00E70F1F"/>
    <w:rsid w:val="00E7175A"/>
    <w:rsid w:val="00E71E81"/>
    <w:rsid w:val="00E72508"/>
    <w:rsid w:val="00E750C0"/>
    <w:rsid w:val="00E75B70"/>
    <w:rsid w:val="00E76420"/>
    <w:rsid w:val="00E76738"/>
    <w:rsid w:val="00E76A02"/>
    <w:rsid w:val="00E773B9"/>
    <w:rsid w:val="00E80DC4"/>
    <w:rsid w:val="00E82D66"/>
    <w:rsid w:val="00E8435A"/>
    <w:rsid w:val="00E848FE"/>
    <w:rsid w:val="00E85A10"/>
    <w:rsid w:val="00E86C30"/>
    <w:rsid w:val="00E90C30"/>
    <w:rsid w:val="00E90F47"/>
    <w:rsid w:val="00E91C42"/>
    <w:rsid w:val="00E91F3B"/>
    <w:rsid w:val="00E926DD"/>
    <w:rsid w:val="00E944F8"/>
    <w:rsid w:val="00E94549"/>
    <w:rsid w:val="00E94C86"/>
    <w:rsid w:val="00E9724B"/>
    <w:rsid w:val="00E9735C"/>
    <w:rsid w:val="00E97887"/>
    <w:rsid w:val="00EA023C"/>
    <w:rsid w:val="00EA0E5F"/>
    <w:rsid w:val="00EA159D"/>
    <w:rsid w:val="00EA1774"/>
    <w:rsid w:val="00EA2F71"/>
    <w:rsid w:val="00EA357A"/>
    <w:rsid w:val="00EA4355"/>
    <w:rsid w:val="00EA50E4"/>
    <w:rsid w:val="00EA59B3"/>
    <w:rsid w:val="00EA5B28"/>
    <w:rsid w:val="00EA6952"/>
    <w:rsid w:val="00EA71AA"/>
    <w:rsid w:val="00EA726F"/>
    <w:rsid w:val="00EA7A6F"/>
    <w:rsid w:val="00EA7E2A"/>
    <w:rsid w:val="00EB1188"/>
    <w:rsid w:val="00EB1A8A"/>
    <w:rsid w:val="00EB3C24"/>
    <w:rsid w:val="00EB3F29"/>
    <w:rsid w:val="00EB5391"/>
    <w:rsid w:val="00EB565D"/>
    <w:rsid w:val="00EB57D4"/>
    <w:rsid w:val="00EB6516"/>
    <w:rsid w:val="00EC0F0D"/>
    <w:rsid w:val="00EC0F5B"/>
    <w:rsid w:val="00EC1B84"/>
    <w:rsid w:val="00EC5778"/>
    <w:rsid w:val="00EC5CF3"/>
    <w:rsid w:val="00EC61B1"/>
    <w:rsid w:val="00EC6379"/>
    <w:rsid w:val="00EC6C18"/>
    <w:rsid w:val="00EC6FAA"/>
    <w:rsid w:val="00ED0273"/>
    <w:rsid w:val="00ED03D3"/>
    <w:rsid w:val="00ED067F"/>
    <w:rsid w:val="00ED0DB4"/>
    <w:rsid w:val="00ED1D89"/>
    <w:rsid w:val="00ED2065"/>
    <w:rsid w:val="00ED21EB"/>
    <w:rsid w:val="00ED35D8"/>
    <w:rsid w:val="00ED5341"/>
    <w:rsid w:val="00ED7922"/>
    <w:rsid w:val="00EE1E28"/>
    <w:rsid w:val="00EE20CA"/>
    <w:rsid w:val="00EE228A"/>
    <w:rsid w:val="00EE71AD"/>
    <w:rsid w:val="00EE7D9F"/>
    <w:rsid w:val="00EF00FD"/>
    <w:rsid w:val="00EF1C45"/>
    <w:rsid w:val="00EF2E7A"/>
    <w:rsid w:val="00EF42FA"/>
    <w:rsid w:val="00EF575C"/>
    <w:rsid w:val="00EF5EB1"/>
    <w:rsid w:val="00EF5F05"/>
    <w:rsid w:val="00EF6429"/>
    <w:rsid w:val="00EF6553"/>
    <w:rsid w:val="00EF6C3C"/>
    <w:rsid w:val="00F004B0"/>
    <w:rsid w:val="00F00B7C"/>
    <w:rsid w:val="00F029D4"/>
    <w:rsid w:val="00F031AB"/>
    <w:rsid w:val="00F03A1D"/>
    <w:rsid w:val="00F05336"/>
    <w:rsid w:val="00F06E86"/>
    <w:rsid w:val="00F10A87"/>
    <w:rsid w:val="00F10B77"/>
    <w:rsid w:val="00F113AE"/>
    <w:rsid w:val="00F11A9F"/>
    <w:rsid w:val="00F12946"/>
    <w:rsid w:val="00F137E7"/>
    <w:rsid w:val="00F1386A"/>
    <w:rsid w:val="00F13927"/>
    <w:rsid w:val="00F13E44"/>
    <w:rsid w:val="00F178DF"/>
    <w:rsid w:val="00F20391"/>
    <w:rsid w:val="00F213EB"/>
    <w:rsid w:val="00F219AA"/>
    <w:rsid w:val="00F21B15"/>
    <w:rsid w:val="00F220D5"/>
    <w:rsid w:val="00F22668"/>
    <w:rsid w:val="00F227EF"/>
    <w:rsid w:val="00F23107"/>
    <w:rsid w:val="00F239EF"/>
    <w:rsid w:val="00F23C1A"/>
    <w:rsid w:val="00F23ED1"/>
    <w:rsid w:val="00F24475"/>
    <w:rsid w:val="00F24C4F"/>
    <w:rsid w:val="00F2590D"/>
    <w:rsid w:val="00F275FC"/>
    <w:rsid w:val="00F27895"/>
    <w:rsid w:val="00F30823"/>
    <w:rsid w:val="00F30A04"/>
    <w:rsid w:val="00F316FA"/>
    <w:rsid w:val="00F31B2F"/>
    <w:rsid w:val="00F31BDA"/>
    <w:rsid w:val="00F31DF1"/>
    <w:rsid w:val="00F33404"/>
    <w:rsid w:val="00F36A30"/>
    <w:rsid w:val="00F36C37"/>
    <w:rsid w:val="00F40EEB"/>
    <w:rsid w:val="00F41CD1"/>
    <w:rsid w:val="00F420E5"/>
    <w:rsid w:val="00F433A4"/>
    <w:rsid w:val="00F4358D"/>
    <w:rsid w:val="00F4667A"/>
    <w:rsid w:val="00F46FB5"/>
    <w:rsid w:val="00F470BD"/>
    <w:rsid w:val="00F47623"/>
    <w:rsid w:val="00F47BF1"/>
    <w:rsid w:val="00F50903"/>
    <w:rsid w:val="00F522BE"/>
    <w:rsid w:val="00F5297B"/>
    <w:rsid w:val="00F53053"/>
    <w:rsid w:val="00F535A0"/>
    <w:rsid w:val="00F5396C"/>
    <w:rsid w:val="00F54EC5"/>
    <w:rsid w:val="00F54FE0"/>
    <w:rsid w:val="00F553B7"/>
    <w:rsid w:val="00F5566B"/>
    <w:rsid w:val="00F57031"/>
    <w:rsid w:val="00F5757D"/>
    <w:rsid w:val="00F60AA6"/>
    <w:rsid w:val="00F61243"/>
    <w:rsid w:val="00F619F1"/>
    <w:rsid w:val="00F624C0"/>
    <w:rsid w:val="00F62B2B"/>
    <w:rsid w:val="00F63870"/>
    <w:rsid w:val="00F645D9"/>
    <w:rsid w:val="00F64A5C"/>
    <w:rsid w:val="00F64DD4"/>
    <w:rsid w:val="00F668D4"/>
    <w:rsid w:val="00F6718F"/>
    <w:rsid w:val="00F672C0"/>
    <w:rsid w:val="00F676DD"/>
    <w:rsid w:val="00F705D6"/>
    <w:rsid w:val="00F70E62"/>
    <w:rsid w:val="00F726CE"/>
    <w:rsid w:val="00F72EC7"/>
    <w:rsid w:val="00F739F6"/>
    <w:rsid w:val="00F73DA3"/>
    <w:rsid w:val="00F74CE7"/>
    <w:rsid w:val="00F74F67"/>
    <w:rsid w:val="00F76860"/>
    <w:rsid w:val="00F800C2"/>
    <w:rsid w:val="00F8080C"/>
    <w:rsid w:val="00F80906"/>
    <w:rsid w:val="00F8142B"/>
    <w:rsid w:val="00F815F7"/>
    <w:rsid w:val="00F81873"/>
    <w:rsid w:val="00F83D96"/>
    <w:rsid w:val="00F83EC8"/>
    <w:rsid w:val="00F84046"/>
    <w:rsid w:val="00F866F1"/>
    <w:rsid w:val="00F86E17"/>
    <w:rsid w:val="00F90A5C"/>
    <w:rsid w:val="00F925DB"/>
    <w:rsid w:val="00F92971"/>
    <w:rsid w:val="00F9392A"/>
    <w:rsid w:val="00F95473"/>
    <w:rsid w:val="00F95C00"/>
    <w:rsid w:val="00F95F08"/>
    <w:rsid w:val="00F9677A"/>
    <w:rsid w:val="00F9699F"/>
    <w:rsid w:val="00F97CF8"/>
    <w:rsid w:val="00FA0E8F"/>
    <w:rsid w:val="00FA139F"/>
    <w:rsid w:val="00FA2F33"/>
    <w:rsid w:val="00FA3B7F"/>
    <w:rsid w:val="00FA3CFC"/>
    <w:rsid w:val="00FA5425"/>
    <w:rsid w:val="00FA68BE"/>
    <w:rsid w:val="00FA7033"/>
    <w:rsid w:val="00FA7762"/>
    <w:rsid w:val="00FB0CE4"/>
    <w:rsid w:val="00FB165F"/>
    <w:rsid w:val="00FB31EC"/>
    <w:rsid w:val="00FB3FC4"/>
    <w:rsid w:val="00FB4711"/>
    <w:rsid w:val="00FB4878"/>
    <w:rsid w:val="00FB4AA5"/>
    <w:rsid w:val="00FC215C"/>
    <w:rsid w:val="00FC3033"/>
    <w:rsid w:val="00FC3291"/>
    <w:rsid w:val="00FC34FB"/>
    <w:rsid w:val="00FC5D80"/>
    <w:rsid w:val="00FC673E"/>
    <w:rsid w:val="00FC6D88"/>
    <w:rsid w:val="00FD05DE"/>
    <w:rsid w:val="00FD122A"/>
    <w:rsid w:val="00FD1652"/>
    <w:rsid w:val="00FD2C0F"/>
    <w:rsid w:val="00FD4B3A"/>
    <w:rsid w:val="00FD548E"/>
    <w:rsid w:val="00FD5691"/>
    <w:rsid w:val="00FD683A"/>
    <w:rsid w:val="00FD7709"/>
    <w:rsid w:val="00FE1BCE"/>
    <w:rsid w:val="00FE40F5"/>
    <w:rsid w:val="00FE603E"/>
    <w:rsid w:val="00FE607F"/>
    <w:rsid w:val="00FE7B7C"/>
    <w:rsid w:val="00FF045F"/>
    <w:rsid w:val="00FF19E4"/>
    <w:rsid w:val="00FF330C"/>
    <w:rsid w:val="00FF4888"/>
    <w:rsid w:val="00FF557C"/>
    <w:rsid w:val="00FF56CC"/>
    <w:rsid w:val="00FF597D"/>
    <w:rsid w:val="00FF6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61"/>
    <o:shapelayout v:ext="edit">
      <o:idmap v:ext="edit" data="1"/>
    </o:shapelayout>
  </w:shapeDefaults>
  <w:decimalSymbol w:val=","/>
  <w:listSeparator w:val=";"/>
  <w14:docId w14:val="7341AF69"/>
  <w15:docId w15:val="{62F0CCE8-1B69-468B-AFCB-BE34D6361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5DE"/>
    <w:rPr>
      <w:rFonts w:eastAsia="Batang"/>
      <w:sz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642CB4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C8574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85746"/>
    <w:rPr>
      <w:rFonts w:ascii="Tahoma" w:eastAsia="Batang" w:hAnsi="Tahoma" w:cs="Tahoma"/>
      <w:sz w:val="16"/>
      <w:szCs w:val="16"/>
    </w:rPr>
  </w:style>
  <w:style w:type="paragraph" w:styleId="Textoembloco">
    <w:name w:val="Block Text"/>
    <w:basedOn w:val="Normal"/>
    <w:rsid w:val="005F46C1"/>
    <w:pPr>
      <w:tabs>
        <w:tab w:val="left" w:pos="1418"/>
        <w:tab w:val="left" w:pos="1701"/>
        <w:tab w:val="left" w:pos="1985"/>
        <w:tab w:val="left" w:pos="2268"/>
        <w:tab w:val="left" w:pos="2552"/>
      </w:tabs>
      <w:ind w:left="567" w:right="567"/>
      <w:jc w:val="both"/>
    </w:pPr>
    <w:rPr>
      <w:rFonts w:eastAsia="Times New Roman"/>
      <w:b/>
    </w:rPr>
  </w:style>
  <w:style w:type="paragraph" w:customStyle="1" w:styleId="Default">
    <w:name w:val="Default"/>
    <w:rsid w:val="00016EB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styleId="nfase">
    <w:name w:val="Emphasis"/>
    <w:basedOn w:val="Fontepargpadro"/>
    <w:uiPriority w:val="20"/>
    <w:qFormat/>
    <w:rsid w:val="003C1BBB"/>
    <w:rPr>
      <w:i/>
      <w:iCs/>
    </w:rPr>
  </w:style>
  <w:style w:type="character" w:customStyle="1" w:styleId="apple-converted-space">
    <w:name w:val="apple-converted-space"/>
    <w:basedOn w:val="Fontepargpadro"/>
    <w:rsid w:val="003C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3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2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7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5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7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acir\Documents\C&#226;mara\Modelos\DocPadrao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C53181-6E9D-4942-8AAE-A7F9D8CB8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DocPadrao.dotx</Template>
  <TotalTime>636</TotalTime>
  <Pages>10</Pages>
  <Words>1537</Words>
  <Characters>7966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creator>Moacir Sales Neto</dc:creator>
  <cp:lastModifiedBy>Sec.Dir-Leg</cp:lastModifiedBy>
  <cp:revision>213</cp:revision>
  <cp:lastPrinted>2026-02-03T19:50:00Z</cp:lastPrinted>
  <dcterms:created xsi:type="dcterms:W3CDTF">2024-10-15T16:10:00Z</dcterms:created>
  <dcterms:modified xsi:type="dcterms:W3CDTF">2026-02-03T19:50:00Z</dcterms:modified>
</cp:coreProperties>
</file>